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084746" w14:textId="77777777" w:rsidR="004E65AE" w:rsidRDefault="004E65AE" w:rsidP="004E65AE">
      <w:pPr>
        <w:pStyle w:val="berschrift2"/>
      </w:pPr>
      <w:bookmarkStart w:id="0" w:name="_Hlt497377632"/>
      <w:bookmarkStart w:id="1" w:name="_Hlt191876904"/>
      <w:bookmarkStart w:id="2" w:name="_Hlt67118609"/>
      <w:bookmarkEnd w:id="0"/>
      <w:proofErr w:type="spellStart"/>
      <w:r>
        <w:t>Pittys</w:t>
      </w:r>
      <w:proofErr w:type="spellEnd"/>
      <w:r>
        <w:t xml:space="preserve"> Physikaufgaben - Protokolle</w:t>
      </w:r>
      <w:bookmarkEnd w:id="1"/>
    </w:p>
    <w:p w14:paraId="24A32E8F" w14:textId="77777777" w:rsidR="004E65AE" w:rsidRDefault="008E0101" w:rsidP="004E65AE">
      <w:pPr>
        <w:jc w:val="center"/>
        <w:rPr>
          <w:sz w:val="24"/>
        </w:rPr>
      </w:pPr>
      <w:hyperlink r:id="rId7" w:history="1">
        <w:r w:rsidR="004E65AE">
          <w:rPr>
            <w:rStyle w:val="Hyperlink"/>
          </w:rPr>
          <w:t>zu</w:t>
        </w:r>
        <w:bookmarkStart w:id="3" w:name="_Hlt514570243"/>
        <w:r w:rsidR="004E65AE">
          <w:rPr>
            <w:rStyle w:val="Hyperlink"/>
          </w:rPr>
          <w:t>r</w:t>
        </w:r>
        <w:bookmarkStart w:id="4" w:name="_Hlt61269204"/>
        <w:bookmarkEnd w:id="3"/>
        <w:r w:rsidR="004E65AE">
          <w:rPr>
            <w:rStyle w:val="Hyperlink"/>
          </w:rPr>
          <w:t>ü</w:t>
        </w:r>
        <w:bookmarkStart w:id="5" w:name="_Hlt38115804"/>
        <w:bookmarkEnd w:id="4"/>
        <w:r w:rsidR="004E65AE">
          <w:rPr>
            <w:rStyle w:val="Hyperlink"/>
          </w:rPr>
          <w:t>c</w:t>
        </w:r>
        <w:bookmarkStart w:id="6" w:name="_Hlt30853006"/>
        <w:bookmarkEnd w:id="5"/>
        <w:r w:rsidR="004E65AE">
          <w:rPr>
            <w:rStyle w:val="Hyperlink"/>
          </w:rPr>
          <w:t>k</w:t>
        </w:r>
        <w:bookmarkStart w:id="7" w:name="_Hlt516307292"/>
        <w:bookmarkEnd w:id="6"/>
        <w:r w:rsidR="004E65AE">
          <w:rPr>
            <w:rStyle w:val="Hyperlink"/>
          </w:rPr>
          <w:t xml:space="preserve"> </w:t>
        </w:r>
        <w:bookmarkStart w:id="8" w:name="_Hlt514666543"/>
        <w:bookmarkEnd w:id="7"/>
        <w:r w:rsidR="004E65AE">
          <w:rPr>
            <w:rStyle w:val="Hyperlink"/>
          </w:rPr>
          <w:t>z</w:t>
        </w:r>
        <w:bookmarkStart w:id="9" w:name="_Hlt516131049"/>
        <w:bookmarkEnd w:id="8"/>
        <w:r w:rsidR="004E65AE">
          <w:rPr>
            <w:rStyle w:val="Hyperlink"/>
          </w:rPr>
          <w:t>u</w:t>
        </w:r>
        <w:bookmarkStart w:id="10" w:name="_Hlt524144023"/>
        <w:bookmarkEnd w:id="9"/>
        <w:r w:rsidR="004E65AE">
          <w:rPr>
            <w:rStyle w:val="Hyperlink"/>
          </w:rPr>
          <w:t>r</w:t>
        </w:r>
        <w:bookmarkStart w:id="11" w:name="_Hlt34138780"/>
        <w:bookmarkEnd w:id="10"/>
        <w:r w:rsidR="004E65AE">
          <w:rPr>
            <w:rStyle w:val="Hyperlink"/>
          </w:rPr>
          <w:t xml:space="preserve"> </w:t>
        </w:r>
        <w:bookmarkStart w:id="12" w:name="_Hlt514570200"/>
        <w:bookmarkEnd w:id="11"/>
        <w:r w:rsidR="004E65AE">
          <w:rPr>
            <w:rStyle w:val="Hyperlink"/>
          </w:rPr>
          <w:t>S</w:t>
        </w:r>
        <w:bookmarkStart w:id="13" w:name="_Hlt64680454"/>
        <w:bookmarkEnd w:id="12"/>
        <w:r w:rsidR="004E65AE">
          <w:rPr>
            <w:rStyle w:val="Hyperlink"/>
          </w:rPr>
          <w:t>t</w:t>
        </w:r>
        <w:bookmarkStart w:id="14" w:name="_Hlt515416102"/>
        <w:bookmarkEnd w:id="13"/>
        <w:r w:rsidR="004E65AE">
          <w:rPr>
            <w:rStyle w:val="Hyperlink"/>
          </w:rPr>
          <w:t>a</w:t>
        </w:r>
        <w:bookmarkStart w:id="15" w:name="_Hlt528738934"/>
        <w:bookmarkEnd w:id="14"/>
        <w:r w:rsidR="004E65AE">
          <w:rPr>
            <w:rStyle w:val="Hyperlink"/>
          </w:rPr>
          <w:t>r</w:t>
        </w:r>
        <w:bookmarkStart w:id="16" w:name="_Hlt131812107"/>
        <w:bookmarkEnd w:id="15"/>
        <w:r w:rsidR="004E65AE">
          <w:rPr>
            <w:rStyle w:val="Hyperlink"/>
          </w:rPr>
          <w:t>t</w:t>
        </w:r>
        <w:bookmarkStart w:id="17" w:name="_Hlt24521962"/>
        <w:bookmarkEnd w:id="16"/>
        <w:r w:rsidR="004E65AE">
          <w:rPr>
            <w:rStyle w:val="Hyperlink"/>
          </w:rPr>
          <w:t>s</w:t>
        </w:r>
        <w:bookmarkStart w:id="18" w:name="_Hlt166650060"/>
        <w:bookmarkEnd w:id="17"/>
        <w:r w:rsidR="004E65AE">
          <w:rPr>
            <w:rStyle w:val="Hyperlink"/>
          </w:rPr>
          <w:t>e</w:t>
        </w:r>
        <w:bookmarkStart w:id="19" w:name="_Hlt165174852"/>
        <w:bookmarkEnd w:id="18"/>
        <w:r w:rsidR="004E65AE">
          <w:rPr>
            <w:rStyle w:val="Hyperlink"/>
          </w:rPr>
          <w:t>i</w:t>
        </w:r>
        <w:bookmarkStart w:id="20" w:name="_Hlt29474571"/>
        <w:bookmarkEnd w:id="19"/>
        <w:r w:rsidR="004E65AE">
          <w:rPr>
            <w:rStyle w:val="Hyperlink"/>
          </w:rPr>
          <w:t>t</w:t>
        </w:r>
        <w:bookmarkEnd w:id="20"/>
        <w:r w:rsidR="004E65AE">
          <w:rPr>
            <w:rStyle w:val="Hyperlink"/>
          </w:rPr>
          <w:t>e</w:t>
        </w:r>
      </w:hyperlink>
      <w:bookmarkStart w:id="21" w:name="_Hlt191876845"/>
      <w:bookmarkEnd w:id="2"/>
      <w:bookmarkEnd w:id="21"/>
    </w:p>
    <w:p w14:paraId="233DED88" w14:textId="77777777" w:rsidR="001E2975" w:rsidRDefault="001E2975" w:rsidP="004E65AE">
      <w:pPr>
        <w:jc w:val="center"/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5"/>
        <w:gridCol w:w="5036"/>
      </w:tblGrid>
      <w:tr w:rsidR="001E2975" w:rsidRPr="00CB2538" w14:paraId="17E53034" w14:textId="77777777" w:rsidTr="00CB2538">
        <w:tc>
          <w:tcPr>
            <w:tcW w:w="10067" w:type="dxa"/>
            <w:gridSpan w:val="2"/>
            <w:shd w:val="clear" w:color="auto" w:fill="auto"/>
          </w:tcPr>
          <w:p w14:paraId="19CE3C1F" w14:textId="77777777" w:rsidR="001E2975" w:rsidRPr="001E2975" w:rsidRDefault="001E2975" w:rsidP="001E2975">
            <w:pPr>
              <w:pStyle w:val="berschrift5"/>
            </w:pPr>
            <w:r>
              <w:t>Elektrizitätslehre</w:t>
            </w:r>
          </w:p>
        </w:tc>
      </w:tr>
      <w:tr w:rsidR="001E2975" w:rsidRPr="00CB2538" w14:paraId="539991AC" w14:textId="77777777" w:rsidTr="00CB2538">
        <w:tc>
          <w:tcPr>
            <w:tcW w:w="5035" w:type="dxa"/>
            <w:shd w:val="clear" w:color="auto" w:fill="auto"/>
          </w:tcPr>
          <w:p w14:paraId="4E77048B" w14:textId="77777777" w:rsidR="001E2975" w:rsidRDefault="001E2975" w:rsidP="001E2975">
            <w:pPr>
              <w:pStyle w:val="berschrift6"/>
              <w:rPr>
                <w:rStyle w:val="Hyperlink"/>
              </w:rPr>
            </w:pPr>
            <w:r>
              <w:t>Gleichstrom</w:t>
            </w:r>
          </w:p>
          <w:p w14:paraId="46F6378A" w14:textId="77777777" w:rsidR="001E2975" w:rsidRDefault="008E0101" w:rsidP="00CB2538">
            <w:pPr>
              <w:numPr>
                <w:ilvl w:val="0"/>
                <w:numId w:val="3"/>
              </w:numPr>
              <w:spacing w:line="360" w:lineRule="auto"/>
              <w:rPr>
                <w:rStyle w:val="Hyperlink"/>
              </w:rPr>
            </w:pPr>
            <w:hyperlink r:id="rId8" w:anchor="p5" w:history="1">
              <w:r w:rsidR="001E2975">
                <w:rPr>
                  <w:rStyle w:val="Hyperlink"/>
                </w:rPr>
                <w:t>I-U-Ken</w:t>
              </w:r>
              <w:bookmarkStart w:id="22" w:name="_Hlt497630616"/>
              <w:r w:rsidR="001E2975">
                <w:rPr>
                  <w:rStyle w:val="Hyperlink"/>
                </w:rPr>
                <w:t>n</w:t>
              </w:r>
              <w:bookmarkEnd w:id="22"/>
              <w:r w:rsidR="001E2975">
                <w:rPr>
                  <w:rStyle w:val="Hyperlink"/>
                </w:rPr>
                <w:t>lini</w:t>
              </w:r>
              <w:bookmarkStart w:id="23" w:name="_Hlt497630472"/>
              <w:r w:rsidR="001E2975">
                <w:rPr>
                  <w:rStyle w:val="Hyperlink"/>
                </w:rPr>
                <w:t>e</w:t>
              </w:r>
              <w:bookmarkEnd w:id="23"/>
              <w:r w:rsidR="001E2975">
                <w:rPr>
                  <w:rStyle w:val="Hyperlink"/>
                </w:rPr>
                <w:t xml:space="preserve"> einer Glü</w:t>
              </w:r>
              <w:bookmarkStart w:id="24" w:name="_Hlt497630507"/>
              <w:r w:rsidR="001E2975">
                <w:rPr>
                  <w:rStyle w:val="Hyperlink"/>
                </w:rPr>
                <w:t>h</w:t>
              </w:r>
              <w:bookmarkEnd w:id="24"/>
              <w:r w:rsidR="001E2975">
                <w:rPr>
                  <w:rStyle w:val="Hyperlink"/>
                </w:rPr>
                <w:t xml:space="preserve">lampe (Sek. I) </w:t>
              </w:r>
            </w:hyperlink>
          </w:p>
          <w:p w14:paraId="6EBD8A50" w14:textId="77777777" w:rsidR="00E12F1B" w:rsidRDefault="008E0101" w:rsidP="00CB2538">
            <w:pPr>
              <w:numPr>
                <w:ilvl w:val="0"/>
                <w:numId w:val="3"/>
              </w:numPr>
              <w:spacing w:line="360" w:lineRule="auto"/>
              <w:rPr>
                <w:rStyle w:val="Hyperlink"/>
              </w:rPr>
            </w:pPr>
            <w:hyperlink r:id="rId9" w:anchor="pr110" w:history="1">
              <w:r w:rsidR="00E12F1B" w:rsidRPr="00E12F1B">
                <w:rPr>
                  <w:rStyle w:val="Hyperlink"/>
                </w:rPr>
                <w:t>I(U)-Kennlinie einer Glühlampe (2017)</w:t>
              </w:r>
            </w:hyperlink>
          </w:p>
          <w:p w14:paraId="78700F74" w14:textId="77777777" w:rsidR="001E2975" w:rsidRDefault="008E0101" w:rsidP="00CB2538">
            <w:pPr>
              <w:numPr>
                <w:ilvl w:val="0"/>
                <w:numId w:val="3"/>
              </w:numPr>
              <w:spacing w:line="360" w:lineRule="auto"/>
              <w:rPr>
                <w:rStyle w:val="Hyperlink"/>
              </w:rPr>
            </w:pPr>
            <w:hyperlink r:id="rId10" w:anchor="p2" w:history="1">
              <w:r w:rsidR="001E2975">
                <w:rPr>
                  <w:rStyle w:val="Hyperlink"/>
                </w:rPr>
                <w:t>I-U-</w:t>
              </w:r>
              <w:bookmarkStart w:id="25" w:name="_Hlt497630178"/>
              <w:r w:rsidR="001E2975">
                <w:rPr>
                  <w:rStyle w:val="Hyperlink"/>
                </w:rPr>
                <w:t>K</w:t>
              </w:r>
              <w:bookmarkStart w:id="26" w:name="_Hlt497630174"/>
              <w:bookmarkEnd w:id="25"/>
              <w:r w:rsidR="001E2975">
                <w:rPr>
                  <w:rStyle w:val="Hyperlink"/>
                </w:rPr>
                <w:t>e</w:t>
              </w:r>
              <w:bookmarkEnd w:id="26"/>
              <w:r w:rsidR="001E2975">
                <w:rPr>
                  <w:rStyle w:val="Hyperlink"/>
                </w:rPr>
                <w:t xml:space="preserve">nnlinie einer Glühlampe (Sek II) </w:t>
              </w:r>
            </w:hyperlink>
          </w:p>
          <w:bookmarkStart w:id="27" w:name="_Hlt191881805"/>
          <w:p w14:paraId="7E0DC0A9" w14:textId="77777777" w:rsidR="001E2975" w:rsidRDefault="001E2975" w:rsidP="00CB2538">
            <w:pPr>
              <w:numPr>
                <w:ilvl w:val="0"/>
                <w:numId w:val="3"/>
              </w:numPr>
              <w:spacing w:line="360" w:lineRule="auto"/>
              <w:rPr>
                <w:rStyle w:val="Hyperlink"/>
              </w:rPr>
            </w:pPr>
            <w:r>
              <w:rPr>
                <w:rStyle w:val="Hyperlink"/>
              </w:rPr>
              <w:fldChar w:fldCharType="begin"/>
            </w:r>
            <w:r w:rsidR="00D25266">
              <w:rPr>
                <w:rStyle w:val="Hyperlink"/>
              </w:rPr>
              <w:instrText>HYPERLINK "protokol</w:instrText>
            </w:r>
            <w:r w:rsidR="008B5ED4">
              <w:rPr>
                <w:rStyle w:val="Hyperlink"/>
              </w:rPr>
              <w:instrText>.docx</w:instrText>
            </w:r>
            <w:r w:rsidR="00D25266">
              <w:rPr>
                <w:rStyle w:val="Hyperlink"/>
              </w:rPr>
              <w:instrText>" \l "pr82"</w:instrText>
            </w:r>
            <w:r>
              <w:rPr>
                <w:rStyle w:val="Hyperlink"/>
              </w:rPr>
              <w:fldChar w:fldCharType="separate"/>
            </w:r>
            <w:r>
              <w:rPr>
                <w:rStyle w:val="Hyperlink"/>
              </w:rPr>
              <w:t>Elektrische Leitun</w:t>
            </w:r>
            <w:bookmarkStart w:id="28" w:name="_Hlt163606885"/>
            <w:bookmarkStart w:id="29" w:name="_Hlt163606868"/>
            <w:bookmarkEnd w:id="28"/>
            <w:r>
              <w:rPr>
                <w:rStyle w:val="Hyperlink"/>
              </w:rPr>
              <w:t>g</w:t>
            </w:r>
            <w:bookmarkStart w:id="30" w:name="_Hlt226425189"/>
            <w:bookmarkEnd w:id="29"/>
            <w:r>
              <w:rPr>
                <w:rStyle w:val="Hyperlink"/>
              </w:rPr>
              <w:t>s</w:t>
            </w:r>
            <w:bookmarkEnd w:id="30"/>
            <w:r>
              <w:rPr>
                <w:rStyle w:val="Hyperlink"/>
              </w:rPr>
              <w:t>vor</w:t>
            </w:r>
            <w:bookmarkStart w:id="31" w:name="_Hlt191880518"/>
            <w:r>
              <w:rPr>
                <w:rStyle w:val="Hyperlink"/>
              </w:rPr>
              <w:t>g</w:t>
            </w:r>
            <w:bookmarkEnd w:id="31"/>
            <w:r>
              <w:rPr>
                <w:rStyle w:val="Hyperlink"/>
              </w:rPr>
              <w:t>änge in Metallen</w:t>
            </w:r>
            <w:r>
              <w:rPr>
                <w:rStyle w:val="Hyperlink"/>
              </w:rPr>
              <w:fldChar w:fldCharType="end"/>
            </w:r>
            <w:bookmarkEnd w:id="27"/>
          </w:p>
          <w:bookmarkStart w:id="32" w:name="_Hlt497658154"/>
          <w:p w14:paraId="70A50668" w14:textId="77777777" w:rsidR="001E2975" w:rsidRDefault="001E2975" w:rsidP="00CB2538">
            <w:pPr>
              <w:numPr>
                <w:ilvl w:val="0"/>
                <w:numId w:val="3"/>
              </w:numPr>
              <w:spacing w:line="360" w:lineRule="auto"/>
              <w:rPr>
                <w:rStyle w:val="Hyperlink"/>
              </w:rPr>
            </w:pPr>
            <w:r>
              <w:rPr>
                <w:rStyle w:val="Hyperlink"/>
              </w:rPr>
              <w:fldChar w:fldCharType="begin"/>
            </w:r>
            <w:r w:rsidR="00D25266">
              <w:rPr>
                <w:rStyle w:val="Hyperlink"/>
              </w:rPr>
              <w:instrText>HYPERLINK "protokol</w:instrText>
            </w:r>
            <w:r w:rsidR="008B5ED4">
              <w:rPr>
                <w:rStyle w:val="Hyperlink"/>
              </w:rPr>
              <w:instrText>.docx</w:instrText>
            </w:r>
            <w:r w:rsidR="00D25266">
              <w:rPr>
                <w:rStyle w:val="Hyperlink"/>
              </w:rPr>
              <w:instrText>" \l "p33"</w:instrText>
            </w:r>
            <w:r>
              <w:rPr>
                <w:rStyle w:val="Hyperlink"/>
              </w:rPr>
              <w:fldChar w:fldCharType="separate"/>
            </w:r>
            <w:r>
              <w:rPr>
                <w:rStyle w:val="Hyperlink"/>
              </w:rPr>
              <w:t>Glühl</w:t>
            </w:r>
            <w:bookmarkStart w:id="33" w:name="_Hlt497704354"/>
            <w:r>
              <w:rPr>
                <w:rStyle w:val="Hyperlink"/>
              </w:rPr>
              <w:t>a</w:t>
            </w:r>
            <w:bookmarkEnd w:id="33"/>
            <w:r>
              <w:rPr>
                <w:rStyle w:val="Hyperlink"/>
              </w:rPr>
              <w:t>mpe</w:t>
            </w:r>
            <w:bookmarkEnd w:id="32"/>
            <w:r>
              <w:rPr>
                <w:rStyle w:val="Hyperlink"/>
              </w:rPr>
              <w:fldChar w:fldCharType="end"/>
            </w:r>
          </w:p>
          <w:bookmarkStart w:id="34" w:name="_Hlt497659081"/>
          <w:p w14:paraId="05F3BD18" w14:textId="77777777" w:rsidR="001E2975" w:rsidRDefault="001E2975" w:rsidP="00CB2538">
            <w:pPr>
              <w:numPr>
                <w:ilvl w:val="0"/>
                <w:numId w:val="3"/>
              </w:numPr>
              <w:spacing w:line="360" w:lineRule="auto"/>
              <w:rPr>
                <w:rStyle w:val="Hyperlink"/>
              </w:rPr>
            </w:pPr>
            <w:r>
              <w:rPr>
                <w:rStyle w:val="Hyperlink"/>
              </w:rPr>
              <w:fldChar w:fldCharType="begin"/>
            </w:r>
            <w:r w:rsidR="00D25266">
              <w:rPr>
                <w:rStyle w:val="Hyperlink"/>
              </w:rPr>
              <w:instrText>HYPERLINK "protokol</w:instrText>
            </w:r>
            <w:r w:rsidR="008B5ED4">
              <w:rPr>
                <w:rStyle w:val="Hyperlink"/>
              </w:rPr>
              <w:instrText>.docx</w:instrText>
            </w:r>
            <w:r w:rsidR="00D25266">
              <w:rPr>
                <w:rStyle w:val="Hyperlink"/>
              </w:rPr>
              <w:instrText>" \l "p45"</w:instrText>
            </w:r>
            <w:r>
              <w:rPr>
                <w:rStyle w:val="Hyperlink"/>
              </w:rPr>
              <w:fldChar w:fldCharType="separate"/>
            </w:r>
            <w:r>
              <w:rPr>
                <w:rStyle w:val="Hyperlink"/>
              </w:rPr>
              <w:t>Elektrische St</w:t>
            </w:r>
            <w:bookmarkStart w:id="35" w:name="_Hlt1220408"/>
            <w:r>
              <w:rPr>
                <w:rStyle w:val="Hyperlink"/>
              </w:rPr>
              <w:t>r</w:t>
            </w:r>
            <w:bookmarkEnd w:id="35"/>
            <w:r>
              <w:rPr>
                <w:rStyle w:val="Hyperlink"/>
              </w:rPr>
              <w:t>o</w:t>
            </w:r>
            <w:bookmarkStart w:id="36" w:name="_Hlt497705063"/>
            <w:r>
              <w:rPr>
                <w:rStyle w:val="Hyperlink"/>
              </w:rPr>
              <w:t>m</w:t>
            </w:r>
            <w:bookmarkEnd w:id="36"/>
            <w:r>
              <w:rPr>
                <w:rStyle w:val="Hyperlink"/>
              </w:rPr>
              <w:t>kreise</w:t>
            </w:r>
            <w:bookmarkEnd w:id="34"/>
            <w:r>
              <w:rPr>
                <w:rStyle w:val="Hyperlink"/>
              </w:rPr>
              <w:fldChar w:fldCharType="end"/>
            </w:r>
          </w:p>
          <w:p w14:paraId="72A9F830" w14:textId="77777777" w:rsidR="001E2975" w:rsidRDefault="008E0101" w:rsidP="00CB2538">
            <w:pPr>
              <w:numPr>
                <w:ilvl w:val="0"/>
                <w:numId w:val="3"/>
              </w:numPr>
              <w:spacing w:line="360" w:lineRule="auto"/>
              <w:rPr>
                <w:rStyle w:val="Hyperlink"/>
              </w:rPr>
            </w:pPr>
            <w:hyperlink r:id="rId11" w:anchor="p49" w:history="1">
              <w:r w:rsidR="001E2975">
                <w:rPr>
                  <w:rStyle w:val="Hyperlink"/>
                </w:rPr>
                <w:t>Volta-</w:t>
              </w:r>
              <w:bookmarkStart w:id="37" w:name="_Hlt191880773"/>
              <w:r w:rsidR="001E2975">
                <w:rPr>
                  <w:rStyle w:val="Hyperlink"/>
                </w:rPr>
                <w:t>E</w:t>
              </w:r>
              <w:bookmarkEnd w:id="37"/>
              <w:r w:rsidR="001E2975">
                <w:rPr>
                  <w:rStyle w:val="Hyperlink"/>
                </w:rPr>
                <w:t>lem</w:t>
              </w:r>
              <w:bookmarkStart w:id="38" w:name="_Hlt1220414"/>
              <w:r w:rsidR="001E2975">
                <w:rPr>
                  <w:rStyle w:val="Hyperlink"/>
                </w:rPr>
                <w:t>e</w:t>
              </w:r>
              <w:bookmarkEnd w:id="38"/>
              <w:r w:rsidR="001E2975">
                <w:rPr>
                  <w:rStyle w:val="Hyperlink"/>
                </w:rPr>
                <w:t>nt</w:t>
              </w:r>
            </w:hyperlink>
          </w:p>
          <w:p w14:paraId="7DA34BA9" w14:textId="77777777" w:rsidR="001E2975" w:rsidRDefault="008E0101" w:rsidP="00CB2538">
            <w:pPr>
              <w:numPr>
                <w:ilvl w:val="0"/>
                <w:numId w:val="3"/>
              </w:numPr>
              <w:spacing w:line="360" w:lineRule="auto"/>
              <w:rPr>
                <w:rStyle w:val="Hyperlink"/>
              </w:rPr>
            </w:pPr>
            <w:hyperlink r:id="rId12" w:anchor="pr74" w:history="1">
              <w:r w:rsidR="00245167">
                <w:rPr>
                  <w:rStyle w:val="Hyperlink"/>
                </w:rPr>
                <w:t>9</w:t>
              </w:r>
              <w:r w:rsidR="001E2975">
                <w:rPr>
                  <w:rStyle w:val="Hyperlink"/>
                </w:rPr>
                <w:t xml:space="preserve"> Experimente z</w:t>
              </w:r>
              <w:bookmarkStart w:id="39" w:name="_Hlt191881199"/>
              <w:r w:rsidR="001E2975">
                <w:rPr>
                  <w:rStyle w:val="Hyperlink"/>
                </w:rPr>
                <w:t>u</w:t>
              </w:r>
              <w:bookmarkEnd w:id="39"/>
              <w:r w:rsidR="001E2975">
                <w:rPr>
                  <w:rStyle w:val="Hyperlink"/>
                </w:rPr>
                <w:t>r Wiede</w:t>
              </w:r>
              <w:bookmarkStart w:id="40" w:name="_Hlt191876982"/>
              <w:r w:rsidR="001E2975">
                <w:rPr>
                  <w:rStyle w:val="Hyperlink"/>
                </w:rPr>
                <w:t>r</w:t>
              </w:r>
              <w:bookmarkEnd w:id="40"/>
              <w:r w:rsidR="001E2975">
                <w:rPr>
                  <w:rStyle w:val="Hyperlink"/>
                </w:rPr>
                <w:t>holung</w:t>
              </w:r>
            </w:hyperlink>
          </w:p>
          <w:p w14:paraId="7C9A86E8" w14:textId="77777777" w:rsidR="000C70C5" w:rsidRDefault="008E0101" w:rsidP="00CB2538">
            <w:pPr>
              <w:numPr>
                <w:ilvl w:val="0"/>
                <w:numId w:val="3"/>
              </w:numPr>
              <w:spacing w:line="360" w:lineRule="auto"/>
              <w:rPr>
                <w:rStyle w:val="Hyperlink"/>
              </w:rPr>
            </w:pPr>
            <w:hyperlink r:id="rId13" w:anchor="pr101" w:history="1">
              <w:r w:rsidR="000C70C5" w:rsidRPr="000C70C5">
                <w:rPr>
                  <w:rStyle w:val="Hyperlink"/>
                </w:rPr>
                <w:t>Spannung und Stromstärke im einfachen Stromkreis</w:t>
              </w:r>
            </w:hyperlink>
          </w:p>
          <w:p w14:paraId="4F365D81" w14:textId="77777777" w:rsidR="001E2975" w:rsidRDefault="001E2975" w:rsidP="001E2975">
            <w:pPr>
              <w:pStyle w:val="berschrift6"/>
            </w:pPr>
            <w:r>
              <w:t>Widerstände</w:t>
            </w:r>
          </w:p>
          <w:p w14:paraId="73ADF501" w14:textId="77777777" w:rsidR="001E2975" w:rsidRDefault="008E0101" w:rsidP="00CB2538">
            <w:pPr>
              <w:numPr>
                <w:ilvl w:val="0"/>
                <w:numId w:val="4"/>
              </w:numPr>
              <w:spacing w:line="360" w:lineRule="auto"/>
              <w:rPr>
                <w:rStyle w:val="Hyperlink"/>
              </w:rPr>
            </w:pPr>
            <w:hyperlink r:id="rId14" w:anchor="p6" w:history="1">
              <w:r w:rsidR="001E2975">
                <w:rPr>
                  <w:rStyle w:val="Hyperlink"/>
                </w:rPr>
                <w:t>Reihe</w:t>
              </w:r>
              <w:bookmarkStart w:id="41" w:name="_Hlt497630635"/>
              <w:r w:rsidR="001E2975">
                <w:rPr>
                  <w:rStyle w:val="Hyperlink"/>
                </w:rPr>
                <w:t>n</w:t>
              </w:r>
              <w:bookmarkEnd w:id="41"/>
              <w:r w:rsidR="001E2975">
                <w:rPr>
                  <w:rStyle w:val="Hyperlink"/>
                </w:rPr>
                <w:t>- und Parallelschaltung von Widerständen</w:t>
              </w:r>
            </w:hyperlink>
          </w:p>
          <w:p w14:paraId="739D0AB7" w14:textId="77777777" w:rsidR="001E2975" w:rsidRDefault="008E0101" w:rsidP="00CB2538">
            <w:pPr>
              <w:numPr>
                <w:ilvl w:val="0"/>
                <w:numId w:val="4"/>
              </w:numPr>
              <w:spacing w:line="360" w:lineRule="auto"/>
              <w:rPr>
                <w:rStyle w:val="Hyperlink"/>
              </w:rPr>
            </w:pPr>
            <w:hyperlink r:id="rId15" w:anchor="p8" w:history="1">
              <w:r w:rsidR="001E2975">
                <w:rPr>
                  <w:rStyle w:val="Hyperlink"/>
                </w:rPr>
                <w:t>Stromstä</w:t>
              </w:r>
              <w:bookmarkStart w:id="42" w:name="_Hlt512770397"/>
              <w:r w:rsidR="001E2975">
                <w:rPr>
                  <w:rStyle w:val="Hyperlink"/>
                </w:rPr>
                <w:t>r</w:t>
              </w:r>
              <w:bookmarkEnd w:id="42"/>
              <w:r w:rsidR="001E2975">
                <w:rPr>
                  <w:rStyle w:val="Hyperlink"/>
                </w:rPr>
                <w:t xml:space="preserve">ke </w:t>
              </w:r>
              <w:bookmarkStart w:id="43" w:name="_Hlt497630709"/>
              <w:r w:rsidR="001E2975">
                <w:rPr>
                  <w:rStyle w:val="Hyperlink"/>
                </w:rPr>
                <w:t>i</w:t>
              </w:r>
              <w:bookmarkEnd w:id="43"/>
              <w:r w:rsidR="001E2975">
                <w:rPr>
                  <w:rStyle w:val="Hyperlink"/>
                </w:rPr>
                <w:t xml:space="preserve">n verzweigten und </w:t>
              </w:r>
              <w:proofErr w:type="spellStart"/>
              <w:r w:rsidR="001E2975">
                <w:rPr>
                  <w:rStyle w:val="Hyperlink"/>
                </w:rPr>
                <w:t>unverzweigten</w:t>
              </w:r>
              <w:proofErr w:type="spellEnd"/>
              <w:r w:rsidR="001E2975">
                <w:rPr>
                  <w:rStyle w:val="Hyperlink"/>
                </w:rPr>
                <w:t xml:space="preserve"> Stromkr</w:t>
              </w:r>
              <w:bookmarkStart w:id="44" w:name="_Hlt497630737"/>
              <w:r w:rsidR="001E2975">
                <w:rPr>
                  <w:rStyle w:val="Hyperlink"/>
                </w:rPr>
                <w:t>e</w:t>
              </w:r>
              <w:bookmarkEnd w:id="44"/>
              <w:r w:rsidR="001E2975">
                <w:rPr>
                  <w:rStyle w:val="Hyperlink"/>
                </w:rPr>
                <w:t>is</w:t>
              </w:r>
            </w:hyperlink>
          </w:p>
          <w:p w14:paraId="6AB10949" w14:textId="77777777" w:rsidR="001E2975" w:rsidRDefault="008E0101" w:rsidP="00CB2538">
            <w:pPr>
              <w:numPr>
                <w:ilvl w:val="0"/>
                <w:numId w:val="4"/>
              </w:numPr>
              <w:spacing w:line="360" w:lineRule="auto"/>
              <w:rPr>
                <w:rStyle w:val="Hyperlink"/>
              </w:rPr>
            </w:pPr>
            <w:hyperlink r:id="rId16" w:anchor="p9" w:history="1">
              <w:r w:rsidR="001E2975">
                <w:rPr>
                  <w:rStyle w:val="Hyperlink"/>
                </w:rPr>
                <w:t>Spannun</w:t>
              </w:r>
              <w:bookmarkStart w:id="45" w:name="_Hlt497655161"/>
              <w:r w:rsidR="001E2975">
                <w:rPr>
                  <w:rStyle w:val="Hyperlink"/>
                </w:rPr>
                <w:t>g</w:t>
              </w:r>
              <w:bookmarkStart w:id="46" w:name="_Hlt497655311"/>
              <w:bookmarkEnd w:id="45"/>
              <w:r w:rsidR="001E2975">
                <w:rPr>
                  <w:rStyle w:val="Hyperlink"/>
                </w:rPr>
                <w:t>e</w:t>
              </w:r>
              <w:bookmarkEnd w:id="46"/>
              <w:r w:rsidR="001E2975">
                <w:rPr>
                  <w:rStyle w:val="Hyperlink"/>
                </w:rPr>
                <w:t>n im ver</w:t>
              </w:r>
              <w:bookmarkStart w:id="47" w:name="_Hlt497630751"/>
              <w:r w:rsidR="001E2975">
                <w:rPr>
                  <w:rStyle w:val="Hyperlink"/>
                </w:rPr>
                <w:t>z</w:t>
              </w:r>
              <w:bookmarkEnd w:id="47"/>
              <w:r w:rsidR="001E2975">
                <w:rPr>
                  <w:rStyle w:val="Hyperlink"/>
                </w:rPr>
                <w:t xml:space="preserve">weigten und </w:t>
              </w:r>
              <w:proofErr w:type="spellStart"/>
              <w:r w:rsidR="001E2975">
                <w:rPr>
                  <w:rStyle w:val="Hyperlink"/>
                </w:rPr>
                <w:t>unverzweigten</w:t>
              </w:r>
              <w:proofErr w:type="spellEnd"/>
              <w:r w:rsidR="001E2975">
                <w:rPr>
                  <w:rStyle w:val="Hyperlink"/>
                </w:rPr>
                <w:t xml:space="preserve"> Stromkreis</w:t>
              </w:r>
            </w:hyperlink>
          </w:p>
          <w:p w14:paraId="24BE2AA2" w14:textId="77777777" w:rsidR="001E2975" w:rsidRDefault="008E0101" w:rsidP="00CB2538">
            <w:pPr>
              <w:numPr>
                <w:ilvl w:val="0"/>
                <w:numId w:val="4"/>
              </w:numPr>
              <w:spacing w:line="360" w:lineRule="auto"/>
              <w:rPr>
                <w:rStyle w:val="Hyperlink"/>
              </w:rPr>
            </w:pPr>
            <w:hyperlink r:id="rId17" w:anchor="p27" w:history="1">
              <w:r w:rsidR="001E2975">
                <w:rPr>
                  <w:rStyle w:val="Hyperlink"/>
                </w:rPr>
                <w:t>Bestimmen von Wid</w:t>
              </w:r>
              <w:bookmarkStart w:id="48" w:name="_Hlt497656312"/>
              <w:r w:rsidR="001E2975">
                <w:rPr>
                  <w:rStyle w:val="Hyperlink"/>
                </w:rPr>
                <w:t>e</w:t>
              </w:r>
              <w:bookmarkEnd w:id="48"/>
              <w:r w:rsidR="001E2975">
                <w:rPr>
                  <w:rStyle w:val="Hyperlink"/>
                </w:rPr>
                <w:t>rständen</w:t>
              </w:r>
            </w:hyperlink>
          </w:p>
          <w:p w14:paraId="2E765F05" w14:textId="77777777" w:rsidR="001E2975" w:rsidRDefault="008E0101" w:rsidP="00CB2538">
            <w:pPr>
              <w:numPr>
                <w:ilvl w:val="0"/>
                <w:numId w:val="4"/>
              </w:numPr>
              <w:spacing w:line="360" w:lineRule="auto"/>
              <w:rPr>
                <w:rStyle w:val="Hyperlink"/>
              </w:rPr>
            </w:pPr>
            <w:hyperlink r:id="rId18" w:anchor="p42" w:history="1">
              <w:r w:rsidR="001E2975">
                <w:rPr>
                  <w:rStyle w:val="Hyperlink"/>
                </w:rPr>
                <w:t>Das Widerst</w:t>
              </w:r>
              <w:bookmarkStart w:id="49" w:name="_Hlt497704948"/>
              <w:r w:rsidR="001E2975">
                <w:rPr>
                  <w:rStyle w:val="Hyperlink"/>
                </w:rPr>
                <w:t>a</w:t>
              </w:r>
              <w:bookmarkEnd w:id="49"/>
              <w:r w:rsidR="001E2975">
                <w:rPr>
                  <w:rStyle w:val="Hyperlink"/>
                </w:rPr>
                <w:t>ndsgesetz</w:t>
              </w:r>
            </w:hyperlink>
          </w:p>
          <w:bookmarkStart w:id="50" w:name="_Hlt497659240"/>
          <w:p w14:paraId="0E281850" w14:textId="77777777" w:rsidR="001E2975" w:rsidRDefault="001E2975" w:rsidP="00CB2538">
            <w:pPr>
              <w:numPr>
                <w:ilvl w:val="0"/>
                <w:numId w:val="4"/>
              </w:numPr>
              <w:spacing w:line="360" w:lineRule="auto"/>
              <w:rPr>
                <w:rStyle w:val="Hyperlink"/>
              </w:rPr>
            </w:pPr>
            <w:r>
              <w:rPr>
                <w:rStyle w:val="Hyperlink"/>
              </w:rPr>
              <w:fldChar w:fldCharType="begin"/>
            </w:r>
            <w:r w:rsidR="00D25266">
              <w:rPr>
                <w:rStyle w:val="Hyperlink"/>
              </w:rPr>
              <w:instrText>HYPERLINK "protokol</w:instrText>
            </w:r>
            <w:r w:rsidR="008B5ED4">
              <w:rPr>
                <w:rStyle w:val="Hyperlink"/>
              </w:rPr>
              <w:instrText>.docx</w:instrText>
            </w:r>
            <w:r w:rsidR="00D25266">
              <w:rPr>
                <w:rStyle w:val="Hyperlink"/>
              </w:rPr>
              <w:instrText>" \l "p48"</w:instrText>
            </w:r>
            <w:r>
              <w:rPr>
                <w:rStyle w:val="Hyperlink"/>
              </w:rPr>
              <w:fldChar w:fldCharType="separate"/>
            </w:r>
            <w:r>
              <w:rPr>
                <w:rStyle w:val="Hyperlink"/>
              </w:rPr>
              <w:t>Reihen- und Paral</w:t>
            </w:r>
            <w:bookmarkStart w:id="51" w:name="_Hlt1220411"/>
            <w:r>
              <w:rPr>
                <w:rStyle w:val="Hyperlink"/>
              </w:rPr>
              <w:t>l</w:t>
            </w:r>
            <w:bookmarkEnd w:id="51"/>
            <w:r>
              <w:rPr>
                <w:rStyle w:val="Hyperlink"/>
              </w:rPr>
              <w:t>elsch</w:t>
            </w:r>
            <w:bookmarkStart w:id="52" w:name="_Hlt191881845"/>
            <w:r>
              <w:rPr>
                <w:rStyle w:val="Hyperlink"/>
              </w:rPr>
              <w:t>a</w:t>
            </w:r>
            <w:bookmarkEnd w:id="52"/>
            <w:r>
              <w:rPr>
                <w:rStyle w:val="Hyperlink"/>
              </w:rPr>
              <w:t>ltung v</w:t>
            </w:r>
            <w:bookmarkStart w:id="53" w:name="_Hlt497705163"/>
            <w:r>
              <w:rPr>
                <w:rStyle w:val="Hyperlink"/>
              </w:rPr>
              <w:t>o</w:t>
            </w:r>
            <w:bookmarkEnd w:id="53"/>
            <w:r>
              <w:rPr>
                <w:rStyle w:val="Hyperlink"/>
              </w:rPr>
              <w:t>n Widerständen</w:t>
            </w:r>
            <w:bookmarkEnd w:id="50"/>
            <w:r>
              <w:rPr>
                <w:rStyle w:val="Hyperlink"/>
              </w:rPr>
              <w:fldChar w:fldCharType="end"/>
            </w:r>
          </w:p>
          <w:p w14:paraId="33397235" w14:textId="77777777" w:rsidR="009B3DFA" w:rsidRDefault="008E0101" w:rsidP="00CB2538">
            <w:pPr>
              <w:numPr>
                <w:ilvl w:val="0"/>
                <w:numId w:val="4"/>
              </w:numPr>
              <w:spacing w:line="360" w:lineRule="auto"/>
              <w:rPr>
                <w:rStyle w:val="Hyperlink"/>
              </w:rPr>
            </w:pPr>
            <w:hyperlink r:id="rId19" w:anchor="pr118" w:history="1">
              <w:r w:rsidR="009B3DFA" w:rsidRPr="009B3DFA">
                <w:rPr>
                  <w:rStyle w:val="Hyperlink"/>
                </w:rPr>
                <w:t>Farbcodierung</w:t>
              </w:r>
            </w:hyperlink>
          </w:p>
          <w:p w14:paraId="3DDF171F" w14:textId="77777777" w:rsidR="001E2975" w:rsidRDefault="001E2975" w:rsidP="001E2975">
            <w:pPr>
              <w:pStyle w:val="berschrift6"/>
              <w:rPr>
                <w:rStyle w:val="Hyperlink"/>
              </w:rPr>
            </w:pPr>
            <w:r>
              <w:t>Kondensator</w:t>
            </w:r>
          </w:p>
          <w:bookmarkStart w:id="54" w:name="_Hlt191880625"/>
          <w:p w14:paraId="3286DF1F" w14:textId="77777777" w:rsidR="001E2975" w:rsidRDefault="001E2975" w:rsidP="00CB2538">
            <w:pPr>
              <w:numPr>
                <w:ilvl w:val="0"/>
                <w:numId w:val="5"/>
              </w:numPr>
              <w:spacing w:line="360" w:lineRule="auto"/>
              <w:rPr>
                <w:rStyle w:val="Hyperlink"/>
              </w:rPr>
            </w:pPr>
            <w:r>
              <w:rPr>
                <w:rStyle w:val="Hyperlink"/>
              </w:rPr>
              <w:fldChar w:fldCharType="begin"/>
            </w:r>
            <w:r w:rsidR="00D25266">
              <w:rPr>
                <w:rStyle w:val="Hyperlink"/>
              </w:rPr>
              <w:instrText>HYPERLINK "protokol</w:instrText>
            </w:r>
            <w:r w:rsidR="008B5ED4">
              <w:rPr>
                <w:rStyle w:val="Hyperlink"/>
              </w:rPr>
              <w:instrText>.docx</w:instrText>
            </w:r>
            <w:r w:rsidR="00D25266">
              <w:rPr>
                <w:rStyle w:val="Hyperlink"/>
              </w:rPr>
              <w:instrText>" \l "p7"</w:instrText>
            </w:r>
            <w:r>
              <w:rPr>
                <w:rStyle w:val="Hyperlink"/>
              </w:rPr>
              <w:fldChar w:fldCharType="separate"/>
            </w:r>
            <w:r>
              <w:rPr>
                <w:rStyle w:val="Hyperlink"/>
              </w:rPr>
              <w:t>Entladek</w:t>
            </w:r>
            <w:bookmarkStart w:id="55" w:name="_Hlt229445851"/>
            <w:r>
              <w:rPr>
                <w:rStyle w:val="Hyperlink"/>
              </w:rPr>
              <w:t>u</w:t>
            </w:r>
            <w:bookmarkEnd w:id="55"/>
            <w:r>
              <w:rPr>
                <w:rStyle w:val="Hyperlink"/>
              </w:rPr>
              <w:t>rve e</w:t>
            </w:r>
            <w:bookmarkStart w:id="56" w:name="_Hlt497630667"/>
            <w:r>
              <w:rPr>
                <w:rStyle w:val="Hyperlink"/>
              </w:rPr>
              <w:t>i</w:t>
            </w:r>
            <w:bookmarkEnd w:id="56"/>
            <w:r>
              <w:rPr>
                <w:rStyle w:val="Hyperlink"/>
              </w:rPr>
              <w:t>nes Kondensators</w:t>
            </w:r>
            <w:r>
              <w:rPr>
                <w:rStyle w:val="Hyperlink"/>
              </w:rPr>
              <w:fldChar w:fldCharType="end"/>
            </w:r>
            <w:bookmarkEnd w:id="54"/>
          </w:p>
          <w:p w14:paraId="7B2A8073" w14:textId="77777777" w:rsidR="001E2975" w:rsidRDefault="001E2975" w:rsidP="00CB2538">
            <w:pPr>
              <w:numPr>
                <w:ilvl w:val="0"/>
                <w:numId w:val="5"/>
              </w:numPr>
              <w:spacing w:line="360" w:lineRule="auto"/>
              <w:rPr>
                <w:rStyle w:val="Hyperlink"/>
              </w:rPr>
            </w:pPr>
            <w:r>
              <w:rPr>
                <w:rStyle w:val="Hyperlink"/>
              </w:rPr>
              <w:fldChar w:fldCharType="begin"/>
            </w:r>
            <w:r w:rsidR="00D25266">
              <w:rPr>
                <w:rStyle w:val="Hyperlink"/>
              </w:rPr>
              <w:instrText>HYPERLINK "protokol</w:instrText>
            </w:r>
            <w:r w:rsidR="008B5ED4">
              <w:rPr>
                <w:rStyle w:val="Hyperlink"/>
              </w:rPr>
              <w:instrText>.docx</w:instrText>
            </w:r>
            <w:r w:rsidR="00D25266">
              <w:rPr>
                <w:rStyle w:val="Hyperlink"/>
              </w:rPr>
              <w:instrText>" \l "p20"</w:instrText>
            </w:r>
            <w:r>
              <w:rPr>
                <w:rStyle w:val="Hyperlink"/>
              </w:rPr>
              <w:fldChar w:fldCharType="separate"/>
            </w:r>
            <w:r>
              <w:rPr>
                <w:rStyle w:val="Hyperlink"/>
              </w:rPr>
              <w:t>Zeit</w:t>
            </w:r>
            <w:bookmarkStart w:id="57" w:name="_Hlt497655910"/>
            <w:r>
              <w:rPr>
                <w:rStyle w:val="Hyperlink"/>
              </w:rPr>
              <w:t>k</w:t>
            </w:r>
            <w:bookmarkEnd w:id="57"/>
            <w:r>
              <w:rPr>
                <w:rStyle w:val="Hyperlink"/>
              </w:rPr>
              <w:t>ons</w:t>
            </w:r>
            <w:bookmarkStart w:id="58" w:name="_Hlt497655934"/>
            <w:r>
              <w:rPr>
                <w:rStyle w:val="Hyperlink"/>
              </w:rPr>
              <w:t>t</w:t>
            </w:r>
            <w:bookmarkEnd w:id="58"/>
            <w:r>
              <w:rPr>
                <w:rStyle w:val="Hyperlink"/>
              </w:rPr>
              <w:t xml:space="preserve">ante </w:t>
            </w:r>
            <w:bookmarkStart w:id="59" w:name="_Hlt497655945"/>
            <w:r>
              <w:rPr>
                <w:rStyle w:val="Hyperlink"/>
              </w:rPr>
              <w:t>e</w:t>
            </w:r>
            <w:bookmarkEnd w:id="59"/>
            <w:r>
              <w:rPr>
                <w:rStyle w:val="Hyperlink"/>
              </w:rPr>
              <w:t>iner RC-Kombination</w:t>
            </w:r>
            <w:bookmarkStart w:id="60" w:name="_Hlt191880677"/>
            <w:bookmarkEnd w:id="60"/>
          </w:p>
          <w:p w14:paraId="288EB3F7" w14:textId="77777777" w:rsidR="001E2975" w:rsidRDefault="001E2975" w:rsidP="00CB2538">
            <w:pPr>
              <w:numPr>
                <w:ilvl w:val="0"/>
                <w:numId w:val="5"/>
              </w:numPr>
              <w:spacing w:line="360" w:lineRule="auto"/>
              <w:rPr>
                <w:rStyle w:val="Hyperlink"/>
              </w:rPr>
            </w:pPr>
            <w:r>
              <w:rPr>
                <w:rStyle w:val="Hyperlink"/>
              </w:rPr>
              <w:fldChar w:fldCharType="end"/>
            </w:r>
            <w:bookmarkStart w:id="61" w:name="_Hlt497656446"/>
            <w:r>
              <w:rPr>
                <w:rStyle w:val="Hyperlink"/>
              </w:rPr>
              <w:fldChar w:fldCharType="begin"/>
            </w:r>
            <w:r w:rsidR="00D25266">
              <w:rPr>
                <w:rStyle w:val="Hyperlink"/>
              </w:rPr>
              <w:instrText>HYPERLINK "protokol</w:instrText>
            </w:r>
            <w:r w:rsidR="008B5ED4">
              <w:rPr>
                <w:rStyle w:val="Hyperlink"/>
              </w:rPr>
              <w:instrText>.docx</w:instrText>
            </w:r>
            <w:r w:rsidR="00D25266">
              <w:rPr>
                <w:rStyle w:val="Hyperlink"/>
              </w:rPr>
              <w:instrText>" \l "p31"</w:instrText>
            </w:r>
            <w:r>
              <w:rPr>
                <w:rStyle w:val="Hyperlink"/>
              </w:rPr>
              <w:fldChar w:fldCharType="separate"/>
            </w:r>
            <w:r>
              <w:rPr>
                <w:rStyle w:val="Hyperlink"/>
              </w:rPr>
              <w:t>Kon</w:t>
            </w:r>
            <w:bookmarkStart w:id="62" w:name="_Hlt497704261"/>
            <w:r>
              <w:rPr>
                <w:rStyle w:val="Hyperlink"/>
              </w:rPr>
              <w:t>d</w:t>
            </w:r>
            <w:bookmarkEnd w:id="62"/>
            <w:r>
              <w:rPr>
                <w:rStyle w:val="Hyperlink"/>
              </w:rPr>
              <w:t>ensato</w:t>
            </w:r>
            <w:bookmarkStart w:id="63" w:name="_Hlt191880690"/>
            <w:r>
              <w:rPr>
                <w:rStyle w:val="Hyperlink"/>
              </w:rPr>
              <w:t>r</w:t>
            </w:r>
            <w:bookmarkEnd w:id="63"/>
            <w:r>
              <w:rPr>
                <w:rStyle w:val="Hyperlink"/>
              </w:rPr>
              <w:t>en</w:t>
            </w:r>
            <w:bookmarkStart w:id="64" w:name="_Hlt191880928"/>
            <w:bookmarkEnd w:id="61"/>
            <w:bookmarkEnd w:id="64"/>
          </w:p>
          <w:p w14:paraId="059ACBB2" w14:textId="77777777" w:rsidR="001E2975" w:rsidRDefault="001E2975" w:rsidP="00CB2538">
            <w:pPr>
              <w:numPr>
                <w:ilvl w:val="0"/>
                <w:numId w:val="5"/>
              </w:numPr>
              <w:spacing w:line="360" w:lineRule="auto"/>
              <w:rPr>
                <w:rStyle w:val="Hyperlink"/>
              </w:rPr>
            </w:pPr>
            <w:r>
              <w:rPr>
                <w:rStyle w:val="Hyperlink"/>
              </w:rPr>
              <w:fldChar w:fldCharType="end"/>
            </w:r>
            <w:bookmarkStart w:id="65" w:name="_Hlt158359933"/>
            <w:r>
              <w:rPr>
                <w:rStyle w:val="Hyperlink"/>
              </w:rPr>
              <w:fldChar w:fldCharType="begin"/>
            </w:r>
            <w:r w:rsidR="00D25266">
              <w:rPr>
                <w:rStyle w:val="Hyperlink"/>
              </w:rPr>
              <w:instrText>HYPERLINK "protokol</w:instrText>
            </w:r>
            <w:r w:rsidR="008B5ED4">
              <w:rPr>
                <w:rStyle w:val="Hyperlink"/>
              </w:rPr>
              <w:instrText>.docx</w:instrText>
            </w:r>
            <w:r w:rsidR="00D25266">
              <w:rPr>
                <w:rStyle w:val="Hyperlink"/>
              </w:rPr>
              <w:instrText>" \l "pr76"</w:instrText>
            </w:r>
            <w:r>
              <w:rPr>
                <w:rStyle w:val="Hyperlink"/>
              </w:rPr>
              <w:fldChar w:fldCharType="separate"/>
            </w:r>
            <w:r>
              <w:rPr>
                <w:rStyle w:val="Hyperlink"/>
              </w:rPr>
              <w:t>Kapazit</w:t>
            </w:r>
            <w:bookmarkStart w:id="66" w:name="_Hlt229445816"/>
            <w:r>
              <w:rPr>
                <w:rStyle w:val="Hyperlink"/>
              </w:rPr>
              <w:t>ä</w:t>
            </w:r>
            <w:bookmarkEnd w:id="66"/>
            <w:r>
              <w:rPr>
                <w:rStyle w:val="Hyperlink"/>
              </w:rPr>
              <w:t>t eine</w:t>
            </w:r>
            <w:bookmarkStart w:id="67" w:name="_Hlt191876977"/>
            <w:r>
              <w:rPr>
                <w:rStyle w:val="Hyperlink"/>
              </w:rPr>
              <w:t>s</w:t>
            </w:r>
            <w:bookmarkStart w:id="68" w:name="_Hlt158359939"/>
            <w:bookmarkEnd w:id="67"/>
            <w:r>
              <w:rPr>
                <w:rStyle w:val="Hyperlink"/>
              </w:rPr>
              <w:t xml:space="preserve"> </w:t>
            </w:r>
            <w:bookmarkEnd w:id="68"/>
            <w:r>
              <w:rPr>
                <w:rStyle w:val="Hyperlink"/>
              </w:rPr>
              <w:t>K</w:t>
            </w:r>
            <w:bookmarkStart w:id="69" w:name="_Hlt158359958"/>
            <w:r>
              <w:rPr>
                <w:rStyle w:val="Hyperlink"/>
              </w:rPr>
              <w:t>o</w:t>
            </w:r>
            <w:bookmarkEnd w:id="69"/>
            <w:r>
              <w:rPr>
                <w:rStyle w:val="Hyperlink"/>
              </w:rPr>
              <w:t>ndensators</w:t>
            </w:r>
            <w:r>
              <w:rPr>
                <w:rStyle w:val="Hyperlink"/>
              </w:rPr>
              <w:fldChar w:fldCharType="end"/>
            </w:r>
            <w:bookmarkEnd w:id="65"/>
          </w:p>
          <w:p w14:paraId="1E8531A6" w14:textId="77777777" w:rsidR="001E2975" w:rsidRDefault="008E0101" w:rsidP="00CB2538">
            <w:pPr>
              <w:numPr>
                <w:ilvl w:val="0"/>
                <w:numId w:val="5"/>
              </w:numPr>
              <w:spacing w:line="360" w:lineRule="auto"/>
              <w:rPr>
                <w:rStyle w:val="Hyperlink"/>
              </w:rPr>
            </w:pPr>
            <w:hyperlink r:id="rId20" w:anchor="pr91" w:history="1">
              <w:r w:rsidR="001E2975">
                <w:rPr>
                  <w:rStyle w:val="Hyperlink"/>
                </w:rPr>
                <w:t>Ladung und</w:t>
              </w:r>
              <w:bookmarkStart w:id="70" w:name="_Hlt229447102"/>
              <w:r w:rsidR="001E2975">
                <w:rPr>
                  <w:rStyle w:val="Hyperlink"/>
                </w:rPr>
                <w:t xml:space="preserve"> </w:t>
              </w:r>
              <w:bookmarkEnd w:id="70"/>
              <w:r w:rsidR="001E2975">
                <w:rPr>
                  <w:rStyle w:val="Hyperlink"/>
                </w:rPr>
                <w:t>Energie im Kondensator</w:t>
              </w:r>
            </w:hyperlink>
          </w:p>
          <w:p w14:paraId="76CE79CE" w14:textId="77777777" w:rsidR="00BE4147" w:rsidRDefault="008E0101" w:rsidP="00CB2538">
            <w:pPr>
              <w:numPr>
                <w:ilvl w:val="0"/>
                <w:numId w:val="5"/>
              </w:numPr>
              <w:spacing w:line="360" w:lineRule="auto"/>
              <w:rPr>
                <w:rStyle w:val="Hyperlink"/>
              </w:rPr>
            </w:pPr>
            <w:hyperlink r:id="rId21" w:anchor="pr114" w:history="1">
              <w:r w:rsidR="00BE4147" w:rsidRPr="00B9395E">
                <w:rPr>
                  <w:rStyle w:val="Hyperlink"/>
                </w:rPr>
                <w:t>Kondensator (LK 2016)</w:t>
              </w:r>
            </w:hyperlink>
          </w:p>
          <w:p w14:paraId="60FDFF05" w14:textId="14573878" w:rsidR="00136BB1" w:rsidRDefault="008E0101" w:rsidP="00CB2538">
            <w:pPr>
              <w:numPr>
                <w:ilvl w:val="0"/>
                <w:numId w:val="5"/>
              </w:numPr>
              <w:spacing w:line="360" w:lineRule="auto"/>
              <w:rPr>
                <w:rStyle w:val="Hyperlink"/>
              </w:rPr>
            </w:pPr>
            <w:hyperlink r:id="rId22" w:anchor="pr125" w:history="1">
              <w:r w:rsidR="00136BB1" w:rsidRPr="00117071">
                <w:rPr>
                  <w:rStyle w:val="Hyperlink"/>
                </w:rPr>
                <w:t>Energieumwandlung (LK 2007)</w:t>
              </w:r>
            </w:hyperlink>
          </w:p>
          <w:p w14:paraId="711E18AD" w14:textId="4038311D" w:rsidR="00D92D4E" w:rsidRDefault="008E0101" w:rsidP="00CB2538">
            <w:pPr>
              <w:numPr>
                <w:ilvl w:val="0"/>
                <w:numId w:val="5"/>
              </w:numPr>
              <w:spacing w:line="360" w:lineRule="auto"/>
              <w:rPr>
                <w:rStyle w:val="Hyperlink"/>
              </w:rPr>
            </w:pPr>
            <w:hyperlink r:id="rId23" w:anchor="pr126" w:history="1">
              <w:r w:rsidR="00D92D4E" w:rsidRPr="009D28AC">
                <w:rPr>
                  <w:rStyle w:val="Hyperlink"/>
                </w:rPr>
                <w:t>Entladung Reihen- und Parallelschaltung</w:t>
              </w:r>
            </w:hyperlink>
          </w:p>
          <w:p w14:paraId="6A23BF22" w14:textId="77777777" w:rsidR="001E2975" w:rsidRDefault="001E2975" w:rsidP="00CB2538">
            <w:pPr>
              <w:spacing w:line="360" w:lineRule="auto"/>
              <w:rPr>
                <w:rStyle w:val="Hyperlink"/>
              </w:rPr>
            </w:pPr>
          </w:p>
          <w:p w14:paraId="78685962" w14:textId="77777777" w:rsidR="001E2975" w:rsidRPr="00CB2538" w:rsidRDefault="001E2975" w:rsidP="00CB2538">
            <w:pPr>
              <w:jc w:val="center"/>
              <w:rPr>
                <w:sz w:val="24"/>
              </w:rPr>
            </w:pPr>
          </w:p>
        </w:tc>
        <w:tc>
          <w:tcPr>
            <w:tcW w:w="5032" w:type="dxa"/>
            <w:shd w:val="clear" w:color="auto" w:fill="auto"/>
          </w:tcPr>
          <w:p w14:paraId="563A033B" w14:textId="77777777" w:rsidR="001E2975" w:rsidRDefault="001E2975" w:rsidP="001E2975">
            <w:pPr>
              <w:pStyle w:val="berschrift6"/>
              <w:rPr>
                <w:rStyle w:val="Hyperlink"/>
              </w:rPr>
            </w:pPr>
            <w:r>
              <w:lastRenderedPageBreak/>
              <w:t>Spule/Trafo</w:t>
            </w:r>
          </w:p>
          <w:p w14:paraId="0A9AC761" w14:textId="77777777" w:rsidR="001E2975" w:rsidRDefault="001E2975" w:rsidP="00CB2538">
            <w:pPr>
              <w:numPr>
                <w:ilvl w:val="0"/>
                <w:numId w:val="6"/>
              </w:numPr>
              <w:spacing w:line="360" w:lineRule="auto"/>
              <w:rPr>
                <w:rStyle w:val="Hyperlink"/>
              </w:rPr>
            </w:pPr>
            <w:r>
              <w:rPr>
                <w:rStyle w:val="Hyperlink"/>
              </w:rPr>
              <w:fldChar w:fldCharType="begin"/>
            </w:r>
            <w:r w:rsidR="00D25266">
              <w:rPr>
                <w:rStyle w:val="Hyperlink"/>
              </w:rPr>
              <w:instrText>HYPERLINK "protokol</w:instrText>
            </w:r>
            <w:r w:rsidR="008B5ED4">
              <w:rPr>
                <w:rStyle w:val="Hyperlink"/>
              </w:rPr>
              <w:instrText>.docx</w:instrText>
            </w:r>
            <w:r w:rsidR="00D25266">
              <w:rPr>
                <w:rStyle w:val="Hyperlink"/>
              </w:rPr>
              <w:instrText>" \l "p10"</w:instrText>
            </w:r>
            <w:r>
              <w:rPr>
                <w:rStyle w:val="Hyperlink"/>
              </w:rPr>
              <w:fldChar w:fldCharType="separate"/>
            </w:r>
            <w:r>
              <w:rPr>
                <w:rStyle w:val="Hyperlink"/>
              </w:rPr>
              <w:t>Span</w:t>
            </w:r>
            <w:bookmarkStart w:id="71" w:name="_Hlt497655941"/>
            <w:r>
              <w:rPr>
                <w:rStyle w:val="Hyperlink"/>
              </w:rPr>
              <w:t>n</w:t>
            </w:r>
            <w:bookmarkEnd w:id="71"/>
            <w:r>
              <w:rPr>
                <w:rStyle w:val="Hyperlink"/>
              </w:rPr>
              <w:t>u</w:t>
            </w:r>
            <w:bookmarkStart w:id="72" w:name="_Hlt497630782"/>
            <w:r>
              <w:rPr>
                <w:rStyle w:val="Hyperlink"/>
              </w:rPr>
              <w:t>n</w:t>
            </w:r>
            <w:bookmarkEnd w:id="72"/>
            <w:r>
              <w:rPr>
                <w:rStyle w:val="Hyperlink"/>
              </w:rPr>
              <w:t>g und Stromstärke am belasteten Transfor</w:t>
            </w:r>
            <w:bookmarkStart w:id="73" w:name="_Hlt497655316"/>
            <w:r>
              <w:rPr>
                <w:rStyle w:val="Hyperlink"/>
              </w:rPr>
              <w:t>m</w:t>
            </w:r>
            <w:bookmarkEnd w:id="73"/>
            <w:r>
              <w:rPr>
                <w:rStyle w:val="Hyperlink"/>
              </w:rPr>
              <w:t>ators</w:t>
            </w:r>
          </w:p>
          <w:p w14:paraId="6EDF78A7" w14:textId="77777777" w:rsidR="001E2975" w:rsidRDefault="001E2975" w:rsidP="00CB2538">
            <w:pPr>
              <w:numPr>
                <w:ilvl w:val="0"/>
                <w:numId w:val="6"/>
              </w:numPr>
              <w:spacing w:line="360" w:lineRule="auto"/>
              <w:rPr>
                <w:rStyle w:val="Hyperlink"/>
              </w:rPr>
            </w:pPr>
            <w:r>
              <w:rPr>
                <w:rStyle w:val="Hyperlink"/>
              </w:rPr>
              <w:fldChar w:fldCharType="end"/>
            </w:r>
            <w:hyperlink r:id="rId24" w:anchor="p18" w:history="1">
              <w:r>
                <w:rPr>
                  <w:rStyle w:val="Hyperlink"/>
                </w:rPr>
                <w:t xml:space="preserve"> Span</w:t>
              </w:r>
              <w:bookmarkStart w:id="74" w:name="_Hlt497655872"/>
              <w:r>
                <w:rPr>
                  <w:rStyle w:val="Hyperlink"/>
                </w:rPr>
                <w:t>n</w:t>
              </w:r>
              <w:bookmarkEnd w:id="74"/>
              <w:r>
                <w:rPr>
                  <w:rStyle w:val="Hyperlink"/>
                </w:rPr>
                <w:t>ung und Stromstärke beim idealen Transformator</w:t>
              </w:r>
            </w:hyperlink>
          </w:p>
          <w:bookmarkStart w:id="75" w:name="_Hlt497658682"/>
          <w:p w14:paraId="0E248326" w14:textId="77777777" w:rsidR="002922CB" w:rsidRDefault="002922CB" w:rsidP="00CB2538">
            <w:pPr>
              <w:numPr>
                <w:ilvl w:val="0"/>
                <w:numId w:val="6"/>
              </w:numPr>
              <w:spacing w:line="360" w:lineRule="auto"/>
              <w:rPr>
                <w:rStyle w:val="Hyperlink"/>
              </w:rPr>
            </w:pPr>
            <w:r>
              <w:rPr>
                <w:rStyle w:val="Hyperlink"/>
              </w:rPr>
              <w:fldChar w:fldCharType="begin"/>
            </w:r>
            <w:r w:rsidR="00D25266">
              <w:rPr>
                <w:rStyle w:val="Hyperlink"/>
              </w:rPr>
              <w:instrText>HYPERLINK "protokol</w:instrText>
            </w:r>
            <w:r w:rsidR="008B5ED4">
              <w:rPr>
                <w:rStyle w:val="Hyperlink"/>
              </w:rPr>
              <w:instrText>.docx</w:instrText>
            </w:r>
            <w:r w:rsidR="00D25266">
              <w:rPr>
                <w:rStyle w:val="Hyperlink"/>
              </w:rPr>
              <w:instrText>" \l "pr1"</w:instrText>
            </w:r>
            <w:r>
              <w:rPr>
                <w:rStyle w:val="Hyperlink"/>
              </w:rPr>
              <w:fldChar w:fldCharType="separate"/>
            </w:r>
            <w:r w:rsidR="001E2975" w:rsidRPr="002922CB">
              <w:rPr>
                <w:rStyle w:val="Hyperlink"/>
              </w:rPr>
              <w:t>Widerst</w:t>
            </w:r>
            <w:bookmarkStart w:id="76" w:name="_Hlt497704870"/>
            <w:r w:rsidR="001E2975" w:rsidRPr="002922CB">
              <w:rPr>
                <w:rStyle w:val="Hyperlink"/>
              </w:rPr>
              <w:t>a</w:t>
            </w:r>
            <w:bookmarkEnd w:id="76"/>
            <w:r w:rsidR="001E2975" w:rsidRPr="002922CB">
              <w:rPr>
                <w:rStyle w:val="Hyperlink"/>
              </w:rPr>
              <w:t>nd einer Sp</w:t>
            </w:r>
            <w:bookmarkStart w:id="77" w:name="_Hlt191881261"/>
            <w:bookmarkStart w:id="78" w:name="_Hlt191881250"/>
            <w:bookmarkEnd w:id="77"/>
            <w:r w:rsidR="001E2975" w:rsidRPr="002922CB">
              <w:rPr>
                <w:rStyle w:val="Hyperlink"/>
              </w:rPr>
              <w:t>u</w:t>
            </w:r>
            <w:bookmarkEnd w:id="78"/>
            <w:r w:rsidR="001E2975" w:rsidRPr="002922CB">
              <w:rPr>
                <w:rStyle w:val="Hyperlink"/>
              </w:rPr>
              <w:t>le</w:t>
            </w:r>
            <w:bookmarkEnd w:id="75"/>
            <w:r>
              <w:rPr>
                <w:rStyle w:val="Hyperlink"/>
              </w:rPr>
              <w:fldChar w:fldCharType="end"/>
            </w:r>
          </w:p>
          <w:p w14:paraId="29C8129C" w14:textId="77777777" w:rsidR="001E2975" w:rsidRDefault="008E0101" w:rsidP="00CB2538">
            <w:pPr>
              <w:numPr>
                <w:ilvl w:val="0"/>
                <w:numId w:val="6"/>
              </w:numPr>
              <w:spacing w:line="360" w:lineRule="auto"/>
              <w:rPr>
                <w:rStyle w:val="Hyperlink"/>
              </w:rPr>
            </w:pPr>
            <w:hyperlink r:id="rId25" w:anchor="pr73" w:history="1">
              <w:r w:rsidR="002922CB" w:rsidRPr="002922CB">
                <w:rPr>
                  <w:rStyle w:val="Hyperlink"/>
                </w:rPr>
                <w:t xml:space="preserve"> </w:t>
              </w:r>
              <w:r w:rsidR="001E2975" w:rsidRPr="002922CB">
                <w:rPr>
                  <w:rStyle w:val="Hyperlink"/>
                </w:rPr>
                <w:t>Spulen im Wechselstromkreis</w:t>
              </w:r>
            </w:hyperlink>
          </w:p>
          <w:p w14:paraId="7B7EC149" w14:textId="77777777" w:rsidR="007A002E" w:rsidRDefault="008E0101" w:rsidP="00CB2538">
            <w:pPr>
              <w:numPr>
                <w:ilvl w:val="0"/>
                <w:numId w:val="6"/>
              </w:numPr>
              <w:spacing w:line="360" w:lineRule="auto"/>
              <w:rPr>
                <w:rStyle w:val="Hyperlink"/>
              </w:rPr>
            </w:pPr>
            <w:hyperlink r:id="rId26" w:anchor="pr104" w:history="1">
              <w:r w:rsidR="007A002E" w:rsidRPr="007A002E">
                <w:rPr>
                  <w:rStyle w:val="Hyperlink"/>
                </w:rPr>
                <w:t>Wirkungsgrad Trafo</w:t>
              </w:r>
            </w:hyperlink>
            <w:r w:rsidR="00B9395E">
              <w:rPr>
                <w:rStyle w:val="Hyperlink"/>
              </w:rPr>
              <w:t xml:space="preserve"> (Sek 2)</w:t>
            </w:r>
          </w:p>
          <w:p w14:paraId="48CA0CD3" w14:textId="77777777" w:rsidR="00B9395E" w:rsidRPr="002922CB" w:rsidRDefault="008E0101" w:rsidP="00CB2538">
            <w:pPr>
              <w:numPr>
                <w:ilvl w:val="0"/>
                <w:numId w:val="6"/>
              </w:numPr>
              <w:spacing w:line="360" w:lineRule="auto"/>
              <w:rPr>
                <w:rStyle w:val="Hyperlink"/>
              </w:rPr>
            </w:pPr>
            <w:hyperlink r:id="rId27" w:anchor="pr113" w:history="1">
              <w:r w:rsidR="00B9395E" w:rsidRPr="00B9395E">
                <w:rPr>
                  <w:rStyle w:val="Hyperlink"/>
                </w:rPr>
                <w:t>Wirkungsgrad Trafo (Sek 1)</w:t>
              </w:r>
            </w:hyperlink>
          </w:p>
          <w:p w14:paraId="0A5AC582" w14:textId="77777777" w:rsidR="001E2975" w:rsidRDefault="001E2975" w:rsidP="00CB2538">
            <w:pPr>
              <w:pStyle w:val="berschrift5"/>
              <w:jc w:val="left"/>
              <w:rPr>
                <w:rStyle w:val="Hyperlink"/>
              </w:rPr>
            </w:pPr>
            <w:r>
              <w:t>Halbleiter</w:t>
            </w:r>
          </w:p>
          <w:p w14:paraId="5757D14F" w14:textId="77777777" w:rsidR="001E2975" w:rsidRDefault="008E0101" w:rsidP="00CB2538">
            <w:pPr>
              <w:numPr>
                <w:ilvl w:val="0"/>
                <w:numId w:val="7"/>
              </w:numPr>
              <w:spacing w:line="360" w:lineRule="auto"/>
              <w:rPr>
                <w:rStyle w:val="Hyperlink"/>
              </w:rPr>
            </w:pPr>
            <w:hyperlink r:id="rId28" w:anchor="p3" w:history="1">
              <w:r w:rsidR="001E2975">
                <w:rPr>
                  <w:rStyle w:val="Hyperlink"/>
                </w:rPr>
                <w:t>Kenn</w:t>
              </w:r>
              <w:bookmarkStart w:id="79" w:name="_Hlt497630207"/>
              <w:r w:rsidR="001E2975">
                <w:rPr>
                  <w:rStyle w:val="Hyperlink"/>
                </w:rPr>
                <w:t>l</w:t>
              </w:r>
              <w:bookmarkEnd w:id="79"/>
              <w:r w:rsidR="001E2975">
                <w:rPr>
                  <w:rStyle w:val="Hyperlink"/>
                </w:rPr>
                <w:t>inie einer Halbleiterdiode</w:t>
              </w:r>
            </w:hyperlink>
          </w:p>
          <w:p w14:paraId="5F05AFAB" w14:textId="77777777" w:rsidR="001E2975" w:rsidRDefault="008E0101" w:rsidP="00CB2538">
            <w:pPr>
              <w:numPr>
                <w:ilvl w:val="0"/>
                <w:numId w:val="7"/>
              </w:numPr>
              <w:spacing w:line="360" w:lineRule="auto"/>
              <w:rPr>
                <w:rStyle w:val="Hyperlink"/>
              </w:rPr>
            </w:pPr>
            <w:hyperlink r:id="rId29" w:anchor="pr4" w:history="1">
              <w:r w:rsidR="001E2975">
                <w:rPr>
                  <w:rStyle w:val="Hyperlink"/>
                </w:rPr>
                <w:t>I</w:t>
              </w:r>
              <w:r w:rsidR="001E2975" w:rsidRPr="00CB2538">
                <w:rPr>
                  <w:rStyle w:val="Hyperlink"/>
                  <w:vertAlign w:val="subscript"/>
                </w:rPr>
                <w:t>B</w:t>
              </w:r>
              <w:r w:rsidR="001E2975">
                <w:rPr>
                  <w:rStyle w:val="Hyperlink"/>
                </w:rPr>
                <w:t>-I</w:t>
              </w:r>
              <w:r w:rsidR="001E2975" w:rsidRPr="00CB2538">
                <w:rPr>
                  <w:rStyle w:val="Hyperlink"/>
                  <w:vertAlign w:val="subscript"/>
                </w:rPr>
                <w:t>C</w:t>
              </w:r>
              <w:r w:rsidR="001E2975">
                <w:rPr>
                  <w:rStyle w:val="Hyperlink"/>
                </w:rPr>
                <w:t>-Ke</w:t>
              </w:r>
              <w:bookmarkStart w:id="80" w:name="_Hlt201973219"/>
              <w:r w:rsidR="001E2975">
                <w:rPr>
                  <w:rStyle w:val="Hyperlink"/>
                </w:rPr>
                <w:t>n</w:t>
              </w:r>
              <w:bookmarkStart w:id="81" w:name="_Hlt497655685"/>
              <w:bookmarkEnd w:id="80"/>
              <w:r w:rsidR="001E2975">
                <w:rPr>
                  <w:rStyle w:val="Hyperlink"/>
                </w:rPr>
                <w:t>n</w:t>
              </w:r>
              <w:bookmarkEnd w:id="81"/>
              <w:r w:rsidR="001E2975">
                <w:rPr>
                  <w:rStyle w:val="Hyperlink"/>
                </w:rPr>
                <w:t>lini</w:t>
              </w:r>
              <w:bookmarkStart w:id="82" w:name="_Hlt497630234"/>
              <w:r w:rsidR="001E2975">
                <w:rPr>
                  <w:rStyle w:val="Hyperlink"/>
                </w:rPr>
                <w:t>e</w:t>
              </w:r>
              <w:bookmarkEnd w:id="82"/>
              <w:r w:rsidR="001E2975">
                <w:rPr>
                  <w:rStyle w:val="Hyperlink"/>
                </w:rPr>
                <w:t xml:space="preserve"> eines Transistors</w:t>
              </w:r>
            </w:hyperlink>
          </w:p>
          <w:p w14:paraId="78312981" w14:textId="77777777" w:rsidR="001E2975" w:rsidRDefault="008E0101" w:rsidP="00CB2538">
            <w:pPr>
              <w:numPr>
                <w:ilvl w:val="0"/>
                <w:numId w:val="7"/>
              </w:numPr>
              <w:spacing w:line="360" w:lineRule="auto"/>
              <w:rPr>
                <w:rStyle w:val="Hyperlink"/>
              </w:rPr>
            </w:pPr>
            <w:hyperlink r:id="rId30" w:anchor="p22" w:history="1">
              <w:r w:rsidR="001E2975">
                <w:rPr>
                  <w:rStyle w:val="Hyperlink"/>
                </w:rPr>
                <w:t>U</w:t>
              </w:r>
              <w:r w:rsidR="001E2975" w:rsidRPr="00CB2538">
                <w:rPr>
                  <w:rStyle w:val="Hyperlink"/>
                  <w:vertAlign w:val="subscript"/>
                </w:rPr>
                <w:t>CE</w:t>
              </w:r>
              <w:r w:rsidR="001E2975">
                <w:rPr>
                  <w:rStyle w:val="Hyperlink"/>
                </w:rPr>
                <w:t>-I</w:t>
              </w:r>
              <w:r w:rsidR="001E2975" w:rsidRPr="00CB2538">
                <w:rPr>
                  <w:rStyle w:val="Hyperlink"/>
                  <w:vertAlign w:val="subscript"/>
                </w:rPr>
                <w:t>C</w:t>
              </w:r>
              <w:r w:rsidR="001E2975">
                <w:rPr>
                  <w:rStyle w:val="Hyperlink"/>
                </w:rPr>
                <w:t>-K</w:t>
              </w:r>
              <w:bookmarkStart w:id="83" w:name="_Hlt497656073"/>
              <w:r w:rsidR="001E2975">
                <w:rPr>
                  <w:rStyle w:val="Hyperlink"/>
                </w:rPr>
                <w:t>e</w:t>
              </w:r>
              <w:bookmarkStart w:id="84" w:name="_Hlt497656091"/>
              <w:bookmarkEnd w:id="83"/>
              <w:r w:rsidR="001E2975">
                <w:rPr>
                  <w:rStyle w:val="Hyperlink"/>
                </w:rPr>
                <w:t>n</w:t>
              </w:r>
              <w:bookmarkEnd w:id="84"/>
              <w:r w:rsidR="001E2975">
                <w:rPr>
                  <w:rStyle w:val="Hyperlink"/>
                </w:rPr>
                <w:t>nlinie eines Transistors</w:t>
              </w:r>
            </w:hyperlink>
          </w:p>
          <w:p w14:paraId="111239C5" w14:textId="77777777" w:rsidR="001E2975" w:rsidRDefault="008E0101" w:rsidP="00CB2538">
            <w:pPr>
              <w:numPr>
                <w:ilvl w:val="0"/>
                <w:numId w:val="7"/>
              </w:numPr>
              <w:spacing w:line="360" w:lineRule="auto"/>
              <w:rPr>
                <w:rStyle w:val="Hyperlink"/>
              </w:rPr>
            </w:pPr>
            <w:hyperlink r:id="rId31" w:anchor="p58" w:history="1">
              <w:r w:rsidR="001E2975">
                <w:rPr>
                  <w:rStyle w:val="Hyperlink"/>
                </w:rPr>
                <w:t>Fotozelle</w:t>
              </w:r>
            </w:hyperlink>
          </w:p>
          <w:p w14:paraId="033EF072" w14:textId="77777777" w:rsidR="001E2975" w:rsidRDefault="008E0101" w:rsidP="00CB2538">
            <w:pPr>
              <w:numPr>
                <w:ilvl w:val="0"/>
                <w:numId w:val="7"/>
              </w:numPr>
              <w:spacing w:line="360" w:lineRule="auto"/>
              <w:rPr>
                <w:rStyle w:val="Hyperlink"/>
              </w:rPr>
            </w:pPr>
            <w:hyperlink r:id="rId32" w:anchor="p55" w:history="1">
              <w:r w:rsidR="001E2975">
                <w:rPr>
                  <w:rStyle w:val="Hyperlink"/>
                </w:rPr>
                <w:t>Halble</w:t>
              </w:r>
              <w:bookmarkStart w:id="85" w:name="_Hlt1220177"/>
              <w:r w:rsidR="001E2975">
                <w:rPr>
                  <w:rStyle w:val="Hyperlink"/>
                </w:rPr>
                <w:t>i</w:t>
              </w:r>
              <w:bookmarkEnd w:id="85"/>
              <w:r w:rsidR="001E2975">
                <w:rPr>
                  <w:rStyle w:val="Hyperlink"/>
                </w:rPr>
                <w:t>terdiode</w:t>
              </w:r>
            </w:hyperlink>
          </w:p>
          <w:bookmarkStart w:id="86" w:name="_Hlt191880886"/>
          <w:p w14:paraId="209AE988" w14:textId="77777777" w:rsidR="001E2975" w:rsidRDefault="001E2975" w:rsidP="00CB2538">
            <w:pPr>
              <w:numPr>
                <w:ilvl w:val="0"/>
                <w:numId w:val="7"/>
              </w:numPr>
              <w:spacing w:line="360" w:lineRule="auto"/>
              <w:rPr>
                <w:rStyle w:val="Hyperlink"/>
              </w:rPr>
            </w:pPr>
            <w:r>
              <w:rPr>
                <w:rStyle w:val="Hyperlink"/>
              </w:rPr>
              <w:fldChar w:fldCharType="begin"/>
            </w:r>
            <w:r w:rsidR="00D25266">
              <w:rPr>
                <w:rStyle w:val="Hyperlink"/>
              </w:rPr>
              <w:instrText>HYPERLINK "protokol</w:instrText>
            </w:r>
            <w:r w:rsidR="008B5ED4">
              <w:rPr>
                <w:rStyle w:val="Hyperlink"/>
              </w:rPr>
              <w:instrText>.docx</w:instrText>
            </w:r>
            <w:r w:rsidR="00D25266">
              <w:rPr>
                <w:rStyle w:val="Hyperlink"/>
              </w:rPr>
              <w:instrText>" \l "p60"</w:instrText>
            </w:r>
            <w:r>
              <w:rPr>
                <w:rStyle w:val="Hyperlink"/>
              </w:rPr>
              <w:fldChar w:fldCharType="separate"/>
            </w:r>
            <w:r>
              <w:rPr>
                <w:rStyle w:val="Hyperlink"/>
              </w:rPr>
              <w:t>The</w:t>
            </w:r>
            <w:bookmarkStart w:id="87" w:name="_Hlt191880813"/>
            <w:r>
              <w:rPr>
                <w:rStyle w:val="Hyperlink"/>
              </w:rPr>
              <w:t>r</w:t>
            </w:r>
            <w:bookmarkEnd w:id="87"/>
            <w:r>
              <w:rPr>
                <w:rStyle w:val="Hyperlink"/>
              </w:rPr>
              <w:t>mi</w:t>
            </w:r>
            <w:bookmarkStart w:id="88" w:name="_Hlt191880821"/>
            <w:r>
              <w:rPr>
                <w:rStyle w:val="Hyperlink"/>
              </w:rPr>
              <w:t>s</w:t>
            </w:r>
            <w:bookmarkEnd w:id="88"/>
            <w:r>
              <w:rPr>
                <w:rStyle w:val="Hyperlink"/>
              </w:rPr>
              <w:t>tor</w:t>
            </w:r>
            <w:r>
              <w:rPr>
                <w:rStyle w:val="Hyperlink"/>
              </w:rPr>
              <w:fldChar w:fldCharType="end"/>
            </w:r>
            <w:bookmarkEnd w:id="86"/>
          </w:p>
          <w:p w14:paraId="71FDCF03" w14:textId="77777777" w:rsidR="007F327A" w:rsidRDefault="008E0101" w:rsidP="00CB2538">
            <w:pPr>
              <w:numPr>
                <w:ilvl w:val="0"/>
                <w:numId w:val="7"/>
              </w:numPr>
              <w:spacing w:line="360" w:lineRule="auto"/>
              <w:rPr>
                <w:rStyle w:val="Hyperlink"/>
              </w:rPr>
            </w:pPr>
            <w:hyperlink r:id="rId33" w:anchor="pr102" w:history="1">
              <w:r w:rsidR="007F327A" w:rsidRPr="007F327A">
                <w:rPr>
                  <w:rStyle w:val="Hyperlink"/>
                </w:rPr>
                <w:t>Z-Diode</w:t>
              </w:r>
            </w:hyperlink>
          </w:p>
          <w:p w14:paraId="30FB974F" w14:textId="5C3B2DF8" w:rsidR="0063445B" w:rsidRDefault="008E0101" w:rsidP="00CB2538">
            <w:pPr>
              <w:numPr>
                <w:ilvl w:val="0"/>
                <w:numId w:val="7"/>
              </w:numPr>
              <w:spacing w:line="360" w:lineRule="auto"/>
              <w:rPr>
                <w:rStyle w:val="Hyperlink"/>
              </w:rPr>
            </w:pPr>
            <w:hyperlink r:id="rId34" w:anchor="pr103" w:history="1">
              <w:r w:rsidR="0063445B" w:rsidRPr="00EA49B2">
                <w:rPr>
                  <w:rStyle w:val="Hyperlink"/>
                </w:rPr>
                <w:t>Reihenschaltung LED</w:t>
              </w:r>
            </w:hyperlink>
            <w:r w:rsidR="00D928A3">
              <w:rPr>
                <w:rStyle w:val="Hyperlink"/>
              </w:rPr>
              <w:t xml:space="preserve"> (Sek II)</w:t>
            </w:r>
          </w:p>
          <w:p w14:paraId="655F79B4" w14:textId="72F303D2" w:rsidR="00D928A3" w:rsidRDefault="008E0101" w:rsidP="00CB2538">
            <w:pPr>
              <w:numPr>
                <w:ilvl w:val="0"/>
                <w:numId w:val="7"/>
              </w:numPr>
              <w:spacing w:line="360" w:lineRule="auto"/>
              <w:rPr>
                <w:rStyle w:val="Hyperlink"/>
              </w:rPr>
            </w:pPr>
            <w:hyperlink r:id="rId35" w:anchor="pr127" w:history="1">
              <w:r w:rsidR="00D928A3" w:rsidRPr="00D928A3">
                <w:rPr>
                  <w:rStyle w:val="Hyperlink"/>
                </w:rPr>
                <w:t>Reihenschaltung LED (Sek I)</w:t>
              </w:r>
            </w:hyperlink>
          </w:p>
          <w:p w14:paraId="3EE876DC" w14:textId="77777777" w:rsidR="00595DCA" w:rsidRDefault="008E0101" w:rsidP="00CB2538">
            <w:pPr>
              <w:numPr>
                <w:ilvl w:val="0"/>
                <w:numId w:val="7"/>
              </w:numPr>
              <w:spacing w:line="360" w:lineRule="auto"/>
              <w:rPr>
                <w:rStyle w:val="Hyperlink"/>
              </w:rPr>
            </w:pPr>
            <w:hyperlink r:id="rId36" w:anchor="pr105" w:history="1">
              <w:r w:rsidR="00595DCA" w:rsidRPr="00595DCA">
                <w:rPr>
                  <w:rStyle w:val="Hyperlink"/>
                </w:rPr>
                <w:t>Kennlinien LED</w:t>
              </w:r>
            </w:hyperlink>
          </w:p>
          <w:p w14:paraId="7724A27F" w14:textId="77777777" w:rsidR="001E2975" w:rsidRDefault="001E2975" w:rsidP="001E2975">
            <w:pPr>
              <w:pStyle w:val="berschrift6"/>
              <w:rPr>
                <w:rStyle w:val="Hyperlink"/>
              </w:rPr>
            </w:pPr>
            <w:r>
              <w:t>Wechselstrom</w:t>
            </w:r>
          </w:p>
          <w:p w14:paraId="537AD467" w14:textId="77777777" w:rsidR="001E2975" w:rsidRDefault="008E0101" w:rsidP="00CB2538">
            <w:pPr>
              <w:numPr>
                <w:ilvl w:val="0"/>
                <w:numId w:val="8"/>
              </w:numPr>
              <w:spacing w:line="360" w:lineRule="auto"/>
              <w:rPr>
                <w:rStyle w:val="Hyperlink"/>
              </w:rPr>
            </w:pPr>
            <w:hyperlink r:id="rId37" w:anchor="p21" w:history="1">
              <w:r w:rsidR="001E2975">
                <w:rPr>
                  <w:rStyle w:val="Hyperlink"/>
                </w:rPr>
                <w:t>RC-</w:t>
              </w:r>
              <w:proofErr w:type="spellStart"/>
              <w:r w:rsidR="001E2975">
                <w:rPr>
                  <w:rStyle w:val="Hyperlink"/>
                </w:rPr>
                <w:t>Hoch</w:t>
              </w:r>
              <w:bookmarkStart w:id="89" w:name="_Hlt497656018"/>
              <w:r w:rsidR="001E2975">
                <w:rPr>
                  <w:rStyle w:val="Hyperlink"/>
                </w:rPr>
                <w:t>p</w:t>
              </w:r>
              <w:bookmarkEnd w:id="89"/>
              <w:r w:rsidR="001E2975">
                <w:rPr>
                  <w:rStyle w:val="Hyperlink"/>
                </w:rPr>
                <w:t>aß</w:t>
              </w:r>
              <w:proofErr w:type="spellEnd"/>
              <w:r w:rsidR="001E2975">
                <w:rPr>
                  <w:rStyle w:val="Hyperlink"/>
                </w:rPr>
                <w:t xml:space="preserve"> und  RC-</w:t>
              </w:r>
              <w:proofErr w:type="spellStart"/>
              <w:r w:rsidR="001E2975">
                <w:rPr>
                  <w:rStyle w:val="Hyperlink"/>
                </w:rPr>
                <w:t>Tiefpaß</w:t>
              </w:r>
              <w:proofErr w:type="spellEnd"/>
            </w:hyperlink>
          </w:p>
          <w:p w14:paraId="2A334D69" w14:textId="77777777" w:rsidR="001E2975" w:rsidRDefault="008E0101" w:rsidP="00CB2538">
            <w:pPr>
              <w:numPr>
                <w:ilvl w:val="0"/>
                <w:numId w:val="8"/>
              </w:numPr>
              <w:spacing w:line="360" w:lineRule="auto"/>
              <w:rPr>
                <w:rStyle w:val="Hyperlink"/>
              </w:rPr>
            </w:pPr>
            <w:hyperlink r:id="rId38" w:anchor="p23" w:history="1">
              <w:r w:rsidR="001E2975">
                <w:rPr>
                  <w:rStyle w:val="Hyperlink"/>
                </w:rPr>
                <w:t>Resonanzkur</w:t>
              </w:r>
              <w:bookmarkStart w:id="90" w:name="_Hlt497656130"/>
              <w:r w:rsidR="001E2975">
                <w:rPr>
                  <w:rStyle w:val="Hyperlink"/>
                </w:rPr>
                <w:t>v</w:t>
              </w:r>
              <w:bookmarkEnd w:id="90"/>
              <w:r w:rsidR="001E2975">
                <w:rPr>
                  <w:rStyle w:val="Hyperlink"/>
                </w:rPr>
                <w:t>e von Schwingkreisen</w:t>
              </w:r>
            </w:hyperlink>
          </w:p>
          <w:p w14:paraId="0D2D6E65" w14:textId="77777777" w:rsidR="001E2975" w:rsidRDefault="008E0101" w:rsidP="00CB2538">
            <w:pPr>
              <w:numPr>
                <w:ilvl w:val="0"/>
                <w:numId w:val="8"/>
              </w:numPr>
              <w:spacing w:line="360" w:lineRule="auto"/>
              <w:rPr>
                <w:rStyle w:val="Hyperlink"/>
              </w:rPr>
            </w:pPr>
            <w:hyperlink r:id="rId39" w:anchor="p24" w:history="1">
              <w:r w:rsidR="001E2975">
                <w:rPr>
                  <w:rStyle w:val="Hyperlink"/>
                </w:rPr>
                <w:t>Erzwu</w:t>
              </w:r>
              <w:bookmarkStart w:id="91" w:name="_Hlt497656159"/>
              <w:r w:rsidR="001E2975">
                <w:rPr>
                  <w:rStyle w:val="Hyperlink"/>
                </w:rPr>
                <w:t>n</w:t>
              </w:r>
              <w:bookmarkEnd w:id="91"/>
              <w:r w:rsidR="001E2975">
                <w:rPr>
                  <w:rStyle w:val="Hyperlink"/>
                </w:rPr>
                <w:t>gene elektrische Schwingung</w:t>
              </w:r>
            </w:hyperlink>
          </w:p>
          <w:bookmarkStart w:id="92" w:name="_Hlt497659193"/>
          <w:p w14:paraId="22F0C37A" w14:textId="77777777" w:rsidR="001E2975" w:rsidRPr="00CB2538" w:rsidRDefault="001E2975" w:rsidP="00CB2538">
            <w:pPr>
              <w:numPr>
                <w:ilvl w:val="0"/>
                <w:numId w:val="8"/>
              </w:numPr>
              <w:spacing w:line="360" w:lineRule="auto"/>
              <w:rPr>
                <w:rStyle w:val="Hyperlink"/>
                <w:szCs w:val="24"/>
              </w:rPr>
            </w:pPr>
            <w:r w:rsidRPr="00CB2538">
              <w:rPr>
                <w:rStyle w:val="Hyperlink"/>
                <w:szCs w:val="24"/>
              </w:rPr>
              <w:fldChar w:fldCharType="begin"/>
            </w:r>
            <w:r w:rsidR="00D25266">
              <w:rPr>
                <w:rStyle w:val="Hyperlink"/>
                <w:szCs w:val="24"/>
              </w:rPr>
              <w:instrText>HYPERLINK "protokol</w:instrText>
            </w:r>
            <w:r w:rsidR="008B5ED4">
              <w:rPr>
                <w:rStyle w:val="Hyperlink"/>
                <w:szCs w:val="24"/>
              </w:rPr>
              <w:instrText>.docx</w:instrText>
            </w:r>
            <w:r w:rsidR="00D25266">
              <w:rPr>
                <w:rStyle w:val="Hyperlink"/>
                <w:szCs w:val="24"/>
              </w:rPr>
              <w:instrText>" \l "p47"</w:instrText>
            </w:r>
            <w:r w:rsidRPr="00CB2538">
              <w:rPr>
                <w:rStyle w:val="Hyperlink"/>
                <w:szCs w:val="24"/>
              </w:rPr>
              <w:fldChar w:fldCharType="separate"/>
            </w:r>
            <w:r w:rsidRPr="00CB2538">
              <w:rPr>
                <w:rStyle w:val="Hyperlink"/>
                <w:szCs w:val="24"/>
              </w:rPr>
              <w:t>Spule und K</w:t>
            </w:r>
            <w:bookmarkStart w:id="93" w:name="_Hlt191880744"/>
            <w:r w:rsidRPr="00CB2538">
              <w:rPr>
                <w:rStyle w:val="Hyperlink"/>
                <w:szCs w:val="24"/>
              </w:rPr>
              <w:t>o</w:t>
            </w:r>
            <w:bookmarkStart w:id="94" w:name="_Hlt497705131"/>
            <w:bookmarkEnd w:id="93"/>
            <w:r w:rsidRPr="00CB2538">
              <w:rPr>
                <w:rStyle w:val="Hyperlink"/>
                <w:szCs w:val="24"/>
              </w:rPr>
              <w:t>n</w:t>
            </w:r>
            <w:bookmarkEnd w:id="94"/>
            <w:r w:rsidRPr="00CB2538">
              <w:rPr>
                <w:rStyle w:val="Hyperlink"/>
                <w:szCs w:val="24"/>
              </w:rPr>
              <w:t>densator</w:t>
            </w:r>
            <w:bookmarkStart w:id="95" w:name="_Hlt191880907"/>
            <w:bookmarkEnd w:id="92"/>
            <w:bookmarkEnd w:id="95"/>
          </w:p>
          <w:p w14:paraId="0987EE4C" w14:textId="77777777" w:rsidR="001E2975" w:rsidRPr="00CB2538" w:rsidRDefault="001E2975" w:rsidP="00CB2538">
            <w:pPr>
              <w:numPr>
                <w:ilvl w:val="0"/>
                <w:numId w:val="8"/>
              </w:numPr>
              <w:spacing w:line="360" w:lineRule="auto"/>
              <w:rPr>
                <w:rStyle w:val="Hyperlink"/>
                <w:szCs w:val="24"/>
              </w:rPr>
            </w:pPr>
            <w:r w:rsidRPr="00CB2538">
              <w:rPr>
                <w:rStyle w:val="Hyperlink"/>
                <w:szCs w:val="24"/>
              </w:rPr>
              <w:fldChar w:fldCharType="end"/>
            </w:r>
            <w:hyperlink r:id="rId40" w:anchor="pr77" w:history="1">
              <w:r w:rsidRPr="00CB2538">
                <w:rPr>
                  <w:rStyle w:val="Hyperlink"/>
                  <w:szCs w:val="24"/>
                </w:rPr>
                <w:t>Reihen</w:t>
              </w:r>
              <w:bookmarkStart w:id="96" w:name="_Hlt158359979"/>
              <w:r w:rsidRPr="00CB2538">
                <w:rPr>
                  <w:rStyle w:val="Hyperlink"/>
                  <w:szCs w:val="24"/>
                </w:rPr>
                <w:t>s</w:t>
              </w:r>
              <w:bookmarkEnd w:id="96"/>
              <w:r w:rsidRPr="00CB2538">
                <w:rPr>
                  <w:rStyle w:val="Hyperlink"/>
                  <w:szCs w:val="24"/>
                </w:rPr>
                <w:t>chwingkreis</w:t>
              </w:r>
            </w:hyperlink>
            <w:bookmarkStart w:id="97" w:name="_Hlt8095436"/>
            <w:bookmarkEnd w:id="97"/>
          </w:p>
          <w:p w14:paraId="3ECD9E52" w14:textId="77777777" w:rsidR="009E28F0" w:rsidRPr="00CB2538" w:rsidRDefault="008E0101" w:rsidP="00CB2538">
            <w:pPr>
              <w:numPr>
                <w:ilvl w:val="0"/>
                <w:numId w:val="8"/>
              </w:numPr>
              <w:spacing w:line="360" w:lineRule="auto"/>
              <w:rPr>
                <w:color w:val="0000FF"/>
                <w:sz w:val="24"/>
                <w:szCs w:val="24"/>
                <w:u w:val="single"/>
              </w:rPr>
            </w:pPr>
            <w:hyperlink r:id="rId41" w:anchor="p69" w:history="1">
              <w:r w:rsidR="009E28F0" w:rsidRPr="00CB2538">
                <w:rPr>
                  <w:rStyle w:val="Hyperlink"/>
                  <w:snapToGrid w:val="0"/>
                  <w:szCs w:val="24"/>
                </w:rPr>
                <w:t>Widerstände im Gleich- und Wechselstromkreis</w:t>
              </w:r>
            </w:hyperlink>
          </w:p>
          <w:p w14:paraId="713F78EB" w14:textId="77777777" w:rsidR="00450C37" w:rsidRPr="00CB2538" w:rsidRDefault="008E0101" w:rsidP="00CB2538">
            <w:pPr>
              <w:numPr>
                <w:ilvl w:val="0"/>
                <w:numId w:val="8"/>
              </w:numPr>
              <w:spacing w:line="360" w:lineRule="auto"/>
              <w:rPr>
                <w:color w:val="0000FF"/>
                <w:sz w:val="24"/>
                <w:szCs w:val="24"/>
                <w:u w:val="single"/>
              </w:rPr>
            </w:pPr>
            <w:hyperlink r:id="rId42" w:anchor="p38" w:history="1">
              <w:r w:rsidR="00450C37" w:rsidRPr="00CB2538">
                <w:rPr>
                  <w:rStyle w:val="Hyperlink"/>
                  <w:snapToGrid w:val="0"/>
                  <w:szCs w:val="24"/>
                </w:rPr>
                <w:t>Widerstand einer Spule</w:t>
              </w:r>
            </w:hyperlink>
          </w:p>
          <w:p w14:paraId="2B0EB400" w14:textId="77777777" w:rsidR="0027284C" w:rsidRPr="00CB2538" w:rsidRDefault="008E0101" w:rsidP="00CB2538">
            <w:pPr>
              <w:numPr>
                <w:ilvl w:val="0"/>
                <w:numId w:val="8"/>
              </w:numPr>
              <w:spacing w:line="360" w:lineRule="auto"/>
              <w:rPr>
                <w:color w:val="0000FF"/>
                <w:sz w:val="24"/>
                <w:szCs w:val="24"/>
                <w:u w:val="single"/>
              </w:rPr>
            </w:pPr>
            <w:hyperlink r:id="rId43" w:anchor="pr108" w:history="1">
              <w:r w:rsidR="0027284C" w:rsidRPr="00CB2538">
                <w:rPr>
                  <w:rStyle w:val="Hyperlink"/>
                  <w:snapToGrid w:val="0"/>
                  <w:szCs w:val="24"/>
                </w:rPr>
                <w:t>Siebkette mit L und C</w:t>
              </w:r>
            </w:hyperlink>
          </w:p>
          <w:p w14:paraId="6E1C3BBD" w14:textId="77777777" w:rsidR="00356668" w:rsidRPr="00CE6140" w:rsidRDefault="008E0101" w:rsidP="00CB2538">
            <w:pPr>
              <w:numPr>
                <w:ilvl w:val="0"/>
                <w:numId w:val="8"/>
              </w:numPr>
              <w:spacing w:line="360" w:lineRule="auto"/>
              <w:rPr>
                <w:color w:val="0000FF"/>
                <w:sz w:val="24"/>
                <w:szCs w:val="24"/>
                <w:u w:val="single"/>
              </w:rPr>
            </w:pPr>
            <w:hyperlink r:id="rId44" w:anchor="pr109" w:history="1">
              <w:r w:rsidR="00356668" w:rsidRPr="00CB2538">
                <w:rPr>
                  <w:rStyle w:val="Hyperlink"/>
                  <w:snapToGrid w:val="0"/>
                  <w:szCs w:val="24"/>
                </w:rPr>
                <w:t>Induktivität und Phasenverschiebung</w:t>
              </w:r>
            </w:hyperlink>
          </w:p>
          <w:p w14:paraId="4C2CB666" w14:textId="77777777" w:rsidR="00CE6140" w:rsidRPr="002E21C2" w:rsidRDefault="008E0101" w:rsidP="00CB2538">
            <w:pPr>
              <w:numPr>
                <w:ilvl w:val="0"/>
                <w:numId w:val="8"/>
              </w:numPr>
              <w:spacing w:line="360" w:lineRule="auto"/>
              <w:rPr>
                <w:rStyle w:val="Hyperlink"/>
                <w:szCs w:val="24"/>
              </w:rPr>
            </w:pPr>
            <w:hyperlink r:id="rId45" w:anchor="pr111" w:history="1">
              <w:r w:rsidR="00CE6140" w:rsidRPr="007F0341">
                <w:rPr>
                  <w:rStyle w:val="Hyperlink"/>
                  <w:snapToGrid w:val="0"/>
                  <w:szCs w:val="24"/>
                </w:rPr>
                <w:t>Reihenschaltung von C und R</w:t>
              </w:r>
            </w:hyperlink>
          </w:p>
          <w:p w14:paraId="6A5E40E4" w14:textId="77777777" w:rsidR="002E21C2" w:rsidRPr="00CB2538" w:rsidRDefault="008E0101" w:rsidP="00CB2538">
            <w:pPr>
              <w:numPr>
                <w:ilvl w:val="0"/>
                <w:numId w:val="8"/>
              </w:numPr>
              <w:spacing w:line="360" w:lineRule="auto"/>
              <w:rPr>
                <w:rStyle w:val="Hyperlink"/>
                <w:szCs w:val="24"/>
              </w:rPr>
            </w:pPr>
            <w:hyperlink r:id="rId46" w:anchor="pr121" w:history="1">
              <w:r w:rsidR="002E21C2" w:rsidRPr="002E21C2">
                <w:rPr>
                  <w:rStyle w:val="Hyperlink"/>
                  <w:snapToGrid w:val="0"/>
                  <w:szCs w:val="24"/>
                </w:rPr>
                <w:t>Wechselstromwiderstände (LK 2020)</w:t>
              </w:r>
            </w:hyperlink>
          </w:p>
          <w:p w14:paraId="3CEC62DD" w14:textId="77777777" w:rsidR="001E2975" w:rsidRPr="00CB2538" w:rsidRDefault="001E2975" w:rsidP="00CB2538">
            <w:pPr>
              <w:jc w:val="center"/>
              <w:rPr>
                <w:sz w:val="24"/>
              </w:rPr>
            </w:pPr>
          </w:p>
        </w:tc>
      </w:tr>
      <w:tr w:rsidR="00AB7DB3" w:rsidRPr="00CB2538" w14:paraId="6A836CA7" w14:textId="77777777" w:rsidTr="00CB2538">
        <w:tc>
          <w:tcPr>
            <w:tcW w:w="10067" w:type="dxa"/>
            <w:gridSpan w:val="2"/>
            <w:shd w:val="clear" w:color="auto" w:fill="auto"/>
          </w:tcPr>
          <w:p w14:paraId="45766813" w14:textId="77777777" w:rsidR="00AB7DB3" w:rsidRPr="00CB2538" w:rsidRDefault="00AB7DB3" w:rsidP="00AB7DB3">
            <w:pPr>
              <w:pStyle w:val="berschrift5"/>
              <w:rPr>
                <w:sz w:val="24"/>
              </w:rPr>
            </w:pPr>
            <w:r>
              <w:lastRenderedPageBreak/>
              <w:t>Mechanik</w:t>
            </w:r>
          </w:p>
        </w:tc>
      </w:tr>
      <w:tr w:rsidR="00AB7DB3" w:rsidRPr="00CB2538" w14:paraId="2D3F13E7" w14:textId="77777777" w:rsidTr="00CB2538">
        <w:tc>
          <w:tcPr>
            <w:tcW w:w="5031" w:type="dxa"/>
            <w:shd w:val="clear" w:color="auto" w:fill="auto"/>
          </w:tcPr>
          <w:p w14:paraId="4EEC3502" w14:textId="77777777" w:rsidR="004E65AE" w:rsidRPr="00CB2538" w:rsidRDefault="004E65AE" w:rsidP="00AB7DB3">
            <w:pPr>
              <w:pStyle w:val="berschrift6"/>
              <w:rPr>
                <w:rStyle w:val="Hyperlink"/>
                <w:color w:val="000000"/>
                <w:sz w:val="22"/>
                <w:u w:val="none"/>
              </w:rPr>
            </w:pPr>
            <w:r w:rsidRPr="00CB2538">
              <w:rPr>
                <w:rStyle w:val="Hyperlink"/>
                <w:color w:val="000000"/>
                <w:sz w:val="22"/>
                <w:u w:val="none"/>
              </w:rPr>
              <w:t>Allgemein</w:t>
            </w:r>
          </w:p>
          <w:p w14:paraId="56BA6E9C" w14:textId="77777777" w:rsidR="00AB7DB3" w:rsidRDefault="008E0101" w:rsidP="00CB2538">
            <w:pPr>
              <w:numPr>
                <w:ilvl w:val="0"/>
                <w:numId w:val="9"/>
              </w:numPr>
              <w:spacing w:line="360" w:lineRule="auto"/>
              <w:rPr>
                <w:rStyle w:val="Hyperlink"/>
              </w:rPr>
            </w:pPr>
            <w:hyperlink r:id="rId47" w:anchor="p52" w:history="1">
              <w:r w:rsidR="00AB7DB3">
                <w:rPr>
                  <w:rStyle w:val="Hyperlink"/>
                </w:rPr>
                <w:t>Art ei</w:t>
              </w:r>
              <w:bookmarkStart w:id="98" w:name="_Hlt191881579"/>
              <w:r w:rsidR="00AB7DB3">
                <w:rPr>
                  <w:rStyle w:val="Hyperlink"/>
                </w:rPr>
                <w:t>n</w:t>
              </w:r>
              <w:bookmarkEnd w:id="98"/>
              <w:r w:rsidR="00AB7DB3">
                <w:rPr>
                  <w:rStyle w:val="Hyperlink"/>
                </w:rPr>
                <w:t xml:space="preserve">er </w:t>
              </w:r>
              <w:bookmarkStart w:id="99" w:name="_Hlt1220300"/>
              <w:r w:rsidR="00AB7DB3">
                <w:rPr>
                  <w:rStyle w:val="Hyperlink"/>
                </w:rPr>
                <w:t>F</w:t>
              </w:r>
              <w:bookmarkEnd w:id="99"/>
              <w:r w:rsidR="00AB7DB3">
                <w:rPr>
                  <w:rStyle w:val="Hyperlink"/>
                </w:rPr>
                <w:t>lüssigkeit</w:t>
              </w:r>
            </w:hyperlink>
          </w:p>
          <w:p w14:paraId="49322B31" w14:textId="77777777" w:rsidR="002E4555" w:rsidRPr="002E4555" w:rsidRDefault="002E4555" w:rsidP="00CB2538">
            <w:pPr>
              <w:numPr>
                <w:ilvl w:val="0"/>
                <w:numId w:val="9"/>
              </w:numPr>
              <w:spacing w:line="360" w:lineRule="auto"/>
              <w:rPr>
                <w:rStyle w:val="Hyperlink"/>
              </w:rPr>
            </w:pPr>
            <w:r w:rsidRPr="00CB2538">
              <w:rPr>
                <w:rStyle w:val="Hyperlink"/>
              </w:rPr>
              <w:fldChar w:fldCharType="begin"/>
            </w:r>
            <w:r w:rsidR="00D25266">
              <w:rPr>
                <w:rStyle w:val="Hyperlink"/>
              </w:rPr>
              <w:instrText>HYPERLINK "protokol</w:instrText>
            </w:r>
            <w:r w:rsidR="008B5ED4">
              <w:rPr>
                <w:rStyle w:val="Hyperlink"/>
              </w:rPr>
              <w:instrText>.docx</w:instrText>
            </w:r>
            <w:r w:rsidR="00D25266">
              <w:rPr>
                <w:rStyle w:val="Hyperlink"/>
              </w:rPr>
              <w:instrText>" \l "pr29"</w:instrText>
            </w:r>
            <w:r w:rsidRPr="00CB2538">
              <w:rPr>
                <w:rStyle w:val="Hyperlink"/>
              </w:rPr>
              <w:fldChar w:fldCharType="separate"/>
            </w:r>
            <w:r w:rsidRPr="002E4555">
              <w:rPr>
                <w:rStyle w:val="Hyperlink"/>
              </w:rPr>
              <w:t>Metallart</w:t>
            </w:r>
          </w:p>
          <w:p w14:paraId="24AFCC72" w14:textId="0567A18F" w:rsidR="004E65AE" w:rsidRDefault="002E4555" w:rsidP="00F75A44">
            <w:pPr>
              <w:pStyle w:val="berschrift6"/>
              <w:spacing w:line="360" w:lineRule="auto"/>
              <w:rPr>
                <w:rStyle w:val="Hyperlink"/>
                <w:color w:val="000000"/>
                <w:sz w:val="22"/>
                <w:u w:val="none"/>
              </w:rPr>
            </w:pPr>
            <w:r w:rsidRPr="00CB2538">
              <w:rPr>
                <w:rStyle w:val="Hyperlink"/>
                <w:b w:val="0"/>
              </w:rPr>
              <w:fldChar w:fldCharType="end"/>
            </w:r>
            <w:r w:rsidR="004E65AE" w:rsidRPr="00CB2538">
              <w:rPr>
                <w:rStyle w:val="Hyperlink"/>
                <w:color w:val="000000"/>
                <w:sz w:val="22"/>
                <w:u w:val="none"/>
              </w:rPr>
              <w:t>Energie und Arbeit</w:t>
            </w:r>
          </w:p>
          <w:p w14:paraId="73ADA6AA" w14:textId="3B973854" w:rsidR="000E072B" w:rsidRDefault="008E0101" w:rsidP="00F75A44">
            <w:pPr>
              <w:numPr>
                <w:ilvl w:val="0"/>
                <w:numId w:val="23"/>
              </w:numPr>
              <w:spacing w:line="360" w:lineRule="auto"/>
            </w:pPr>
            <w:hyperlink r:id="rId48" w:anchor="pr92" w:history="1">
              <w:r w:rsidR="000E072B" w:rsidRPr="000E072B">
                <w:rPr>
                  <w:rStyle w:val="Hyperlink"/>
                  <w:sz w:val="22"/>
                </w:rPr>
                <w:t>Energieumwandlung an einem Gummifaden</w:t>
              </w:r>
            </w:hyperlink>
          </w:p>
          <w:p w14:paraId="631121E8" w14:textId="695CEE14" w:rsidR="000E072B" w:rsidRDefault="008E0101" w:rsidP="00F75A44">
            <w:pPr>
              <w:numPr>
                <w:ilvl w:val="0"/>
                <w:numId w:val="23"/>
              </w:numPr>
              <w:spacing w:line="360" w:lineRule="auto"/>
            </w:pPr>
            <w:hyperlink r:id="rId49" w:anchor="pr112" w:history="1">
              <w:r w:rsidR="000E072B" w:rsidRPr="000E072B">
                <w:rPr>
                  <w:rStyle w:val="Hyperlink"/>
                  <w:sz w:val="22"/>
                </w:rPr>
                <w:t>Erhaltungssätze</w:t>
              </w:r>
            </w:hyperlink>
          </w:p>
          <w:p w14:paraId="0999EF04" w14:textId="03DD4E91" w:rsidR="000E072B" w:rsidRPr="000E072B" w:rsidRDefault="008E0101" w:rsidP="00F75A44">
            <w:pPr>
              <w:numPr>
                <w:ilvl w:val="0"/>
                <w:numId w:val="23"/>
              </w:numPr>
              <w:spacing w:line="360" w:lineRule="auto"/>
            </w:pPr>
            <w:hyperlink r:id="rId50" w:anchor="pr115" w:history="1">
              <w:r w:rsidR="000E072B" w:rsidRPr="000E072B">
                <w:rPr>
                  <w:rStyle w:val="Hyperlink"/>
                  <w:sz w:val="22"/>
                </w:rPr>
                <w:t>Bewegung und Energie</w:t>
              </w:r>
            </w:hyperlink>
          </w:p>
          <w:p w14:paraId="0E71EA13" w14:textId="0E6A7EE0" w:rsidR="004E65AE" w:rsidRPr="00CB2538" w:rsidRDefault="004E65AE" w:rsidP="00AB7DB3">
            <w:pPr>
              <w:pStyle w:val="berschrift6"/>
              <w:rPr>
                <w:rStyle w:val="Hyperlink"/>
                <w:color w:val="000000"/>
                <w:sz w:val="22"/>
                <w:u w:val="none"/>
              </w:rPr>
            </w:pPr>
            <w:r w:rsidRPr="00CB2538">
              <w:rPr>
                <w:rStyle w:val="Hyperlink"/>
                <w:color w:val="000000"/>
                <w:sz w:val="22"/>
                <w:u w:val="none"/>
              </w:rPr>
              <w:t>Beschleunigte Bewegung</w:t>
            </w:r>
          </w:p>
          <w:bookmarkStart w:id="100" w:name="_Hlt191881348"/>
          <w:p w14:paraId="432D9F9D" w14:textId="77777777" w:rsidR="00AB7DB3" w:rsidRDefault="00AB7DB3" w:rsidP="00CB2538">
            <w:pPr>
              <w:numPr>
                <w:ilvl w:val="0"/>
                <w:numId w:val="10"/>
              </w:numPr>
              <w:spacing w:line="360" w:lineRule="auto"/>
              <w:rPr>
                <w:rStyle w:val="Hyperlink"/>
              </w:rPr>
            </w:pPr>
            <w:r>
              <w:rPr>
                <w:rStyle w:val="Hyperlink"/>
              </w:rPr>
              <w:fldChar w:fldCharType="begin"/>
            </w:r>
            <w:r w:rsidR="00D25266">
              <w:rPr>
                <w:rStyle w:val="Hyperlink"/>
              </w:rPr>
              <w:instrText>HYPERLINK "protokol</w:instrText>
            </w:r>
            <w:r w:rsidR="008B5ED4">
              <w:rPr>
                <w:rStyle w:val="Hyperlink"/>
              </w:rPr>
              <w:instrText>.docx</w:instrText>
            </w:r>
            <w:r w:rsidR="00D25266">
              <w:rPr>
                <w:rStyle w:val="Hyperlink"/>
              </w:rPr>
              <w:instrText>" \l "p11"</w:instrText>
            </w:r>
            <w:r>
              <w:rPr>
                <w:rStyle w:val="Hyperlink"/>
              </w:rPr>
              <w:fldChar w:fldCharType="separate"/>
            </w:r>
            <w:r>
              <w:rPr>
                <w:rStyle w:val="Hyperlink"/>
              </w:rPr>
              <w:t xml:space="preserve">Gleichmäßig </w:t>
            </w:r>
            <w:bookmarkStart w:id="101" w:name="_Hlt497655374"/>
            <w:r>
              <w:rPr>
                <w:rStyle w:val="Hyperlink"/>
              </w:rPr>
              <w:t>b</w:t>
            </w:r>
            <w:bookmarkEnd w:id="101"/>
            <w:r>
              <w:rPr>
                <w:rStyle w:val="Hyperlink"/>
              </w:rPr>
              <w:t>eschleunigte Bewegung</w:t>
            </w:r>
          </w:p>
          <w:p w14:paraId="4851132A" w14:textId="77777777" w:rsidR="00AB7DB3" w:rsidRDefault="00AB7DB3" w:rsidP="00CB2538">
            <w:pPr>
              <w:numPr>
                <w:ilvl w:val="0"/>
                <w:numId w:val="10"/>
              </w:numPr>
              <w:spacing w:line="360" w:lineRule="auto"/>
              <w:rPr>
                <w:rStyle w:val="Hyperlink"/>
              </w:rPr>
            </w:pPr>
            <w:r>
              <w:rPr>
                <w:rStyle w:val="Hyperlink"/>
              </w:rPr>
              <w:fldChar w:fldCharType="end"/>
            </w:r>
            <w:bookmarkEnd w:id="100"/>
            <w:r>
              <w:rPr>
                <w:rStyle w:val="Hyperlink"/>
              </w:rPr>
              <w:fldChar w:fldCharType="begin"/>
            </w:r>
            <w:r w:rsidR="00D25266">
              <w:rPr>
                <w:rStyle w:val="Hyperlink"/>
              </w:rPr>
              <w:instrText>HYPERLINK "protokol</w:instrText>
            </w:r>
            <w:r w:rsidR="008B5ED4">
              <w:rPr>
                <w:rStyle w:val="Hyperlink"/>
              </w:rPr>
              <w:instrText>.docx</w:instrText>
            </w:r>
            <w:r w:rsidR="00D25266">
              <w:rPr>
                <w:rStyle w:val="Hyperlink"/>
              </w:rPr>
              <w:instrText>" \l "p12"</w:instrText>
            </w:r>
            <w:r>
              <w:rPr>
                <w:rStyle w:val="Hyperlink"/>
              </w:rPr>
              <w:fldChar w:fldCharType="separate"/>
            </w:r>
            <w:r>
              <w:rPr>
                <w:rStyle w:val="Hyperlink"/>
              </w:rPr>
              <w:t>Fallbes</w:t>
            </w:r>
            <w:bookmarkStart w:id="102" w:name="_Hlt497655402"/>
            <w:r>
              <w:rPr>
                <w:rStyle w:val="Hyperlink"/>
              </w:rPr>
              <w:t>c</w:t>
            </w:r>
            <w:bookmarkEnd w:id="102"/>
            <w:r>
              <w:rPr>
                <w:rStyle w:val="Hyperlink"/>
              </w:rPr>
              <w:t>hl</w:t>
            </w:r>
            <w:bookmarkStart w:id="103" w:name="_Hlt191882061"/>
            <w:r>
              <w:rPr>
                <w:rStyle w:val="Hyperlink"/>
              </w:rPr>
              <w:t>e</w:t>
            </w:r>
            <w:bookmarkEnd w:id="103"/>
            <w:r>
              <w:rPr>
                <w:rStyle w:val="Hyperlink"/>
              </w:rPr>
              <w:t>unigung</w:t>
            </w:r>
            <w:r>
              <w:rPr>
                <w:rStyle w:val="Hyperlink"/>
              </w:rPr>
              <w:fldChar w:fldCharType="end"/>
            </w:r>
          </w:p>
          <w:p w14:paraId="695916E2" w14:textId="77777777" w:rsidR="00AB7DB3" w:rsidRDefault="008E0101" w:rsidP="00CB2538">
            <w:pPr>
              <w:numPr>
                <w:ilvl w:val="0"/>
                <w:numId w:val="10"/>
              </w:numPr>
              <w:spacing w:line="360" w:lineRule="auto"/>
              <w:rPr>
                <w:rStyle w:val="Hyperlink"/>
              </w:rPr>
            </w:pPr>
            <w:hyperlink r:id="rId51" w:anchor="p17" w:history="1">
              <w:r w:rsidR="00AB7DB3">
                <w:rPr>
                  <w:rStyle w:val="Hyperlink"/>
                </w:rPr>
                <w:t>Wurf</w:t>
              </w:r>
              <w:bookmarkStart w:id="104" w:name="_Hlt497655666"/>
              <w:r w:rsidR="00AB7DB3">
                <w:rPr>
                  <w:rStyle w:val="Hyperlink"/>
                </w:rPr>
                <w:t>b</w:t>
              </w:r>
              <w:bookmarkEnd w:id="104"/>
              <w:r w:rsidR="00AB7DB3">
                <w:rPr>
                  <w:rStyle w:val="Hyperlink"/>
                </w:rPr>
                <w:t>ahn eines Körpers</w:t>
              </w:r>
            </w:hyperlink>
          </w:p>
          <w:p w14:paraId="19CFDA22" w14:textId="77777777" w:rsidR="00AB7DB3" w:rsidRDefault="008E0101" w:rsidP="00CB2538">
            <w:pPr>
              <w:numPr>
                <w:ilvl w:val="0"/>
                <w:numId w:val="10"/>
              </w:numPr>
              <w:spacing w:line="360" w:lineRule="auto"/>
              <w:rPr>
                <w:rStyle w:val="Hyperlink"/>
              </w:rPr>
            </w:pPr>
            <w:hyperlink r:id="rId52" w:anchor="p54" w:history="1">
              <w:r w:rsidR="00AB7DB3">
                <w:rPr>
                  <w:rStyle w:val="Hyperlink"/>
                </w:rPr>
                <w:t>Waagerech</w:t>
              </w:r>
              <w:bookmarkStart w:id="105" w:name="_Hlt1220213"/>
              <w:r w:rsidR="00AB7DB3">
                <w:rPr>
                  <w:rStyle w:val="Hyperlink"/>
                </w:rPr>
                <w:t>t</w:t>
              </w:r>
              <w:bookmarkEnd w:id="105"/>
              <w:r w:rsidR="00AB7DB3">
                <w:rPr>
                  <w:rStyle w:val="Hyperlink"/>
                </w:rPr>
                <w:t>er Wurf</w:t>
              </w:r>
            </w:hyperlink>
          </w:p>
          <w:p w14:paraId="55F011C2" w14:textId="77777777" w:rsidR="000004A8" w:rsidRDefault="008E0101" w:rsidP="00CB2538">
            <w:pPr>
              <w:numPr>
                <w:ilvl w:val="0"/>
                <w:numId w:val="10"/>
              </w:numPr>
              <w:spacing w:line="360" w:lineRule="auto"/>
              <w:rPr>
                <w:rStyle w:val="Hyperlink"/>
              </w:rPr>
            </w:pPr>
            <w:hyperlink r:id="rId53" w:anchor="pr107" w:history="1">
              <w:r w:rsidR="000004A8" w:rsidRPr="000004A8">
                <w:rPr>
                  <w:rStyle w:val="Hyperlink"/>
                </w:rPr>
                <w:t>geneigte Ebene, Reibung</w:t>
              </w:r>
            </w:hyperlink>
          </w:p>
          <w:p w14:paraId="75E61D49" w14:textId="77777777" w:rsidR="00AB7DB3" w:rsidRPr="00CB2538" w:rsidRDefault="00AB7DB3" w:rsidP="00AB7DB3">
            <w:pPr>
              <w:pStyle w:val="berschrift6"/>
              <w:rPr>
                <w:rStyle w:val="Hyperlink"/>
                <w:b w:val="0"/>
              </w:rPr>
            </w:pPr>
            <w:r>
              <w:t>Kraft</w:t>
            </w:r>
          </w:p>
          <w:p w14:paraId="17FE633F" w14:textId="77777777" w:rsidR="00AB7DB3" w:rsidRDefault="008E0101" w:rsidP="00CB2538">
            <w:pPr>
              <w:numPr>
                <w:ilvl w:val="0"/>
                <w:numId w:val="11"/>
              </w:numPr>
              <w:spacing w:line="360" w:lineRule="auto"/>
              <w:rPr>
                <w:rStyle w:val="Hyperlink"/>
              </w:rPr>
            </w:pPr>
            <w:hyperlink r:id="rId54" w:anchor="p13" w:history="1">
              <w:r w:rsidR="00AB7DB3">
                <w:rPr>
                  <w:rStyle w:val="Hyperlink"/>
                </w:rPr>
                <w:t>Grund</w:t>
              </w:r>
              <w:bookmarkStart w:id="106" w:name="_Hlt497655476"/>
              <w:r w:rsidR="00AB7DB3">
                <w:rPr>
                  <w:rStyle w:val="Hyperlink"/>
                </w:rPr>
                <w:t>g</w:t>
              </w:r>
              <w:bookmarkEnd w:id="106"/>
              <w:r w:rsidR="00AB7DB3">
                <w:rPr>
                  <w:rStyle w:val="Hyperlink"/>
                </w:rPr>
                <w:t>e</w:t>
              </w:r>
              <w:bookmarkStart w:id="107" w:name="_Hlt191882064"/>
              <w:r w:rsidR="00AB7DB3">
                <w:rPr>
                  <w:rStyle w:val="Hyperlink"/>
                </w:rPr>
                <w:t>s</w:t>
              </w:r>
              <w:bookmarkEnd w:id="107"/>
              <w:r w:rsidR="00AB7DB3">
                <w:rPr>
                  <w:rStyle w:val="Hyperlink"/>
                </w:rPr>
                <w:t>etz der Mechanik</w:t>
              </w:r>
            </w:hyperlink>
          </w:p>
          <w:p w14:paraId="153226C1" w14:textId="77777777" w:rsidR="00AB7DB3" w:rsidRDefault="008E0101" w:rsidP="00CB2538">
            <w:pPr>
              <w:numPr>
                <w:ilvl w:val="0"/>
                <w:numId w:val="11"/>
              </w:numPr>
              <w:spacing w:line="360" w:lineRule="auto"/>
              <w:rPr>
                <w:rStyle w:val="Hyperlink"/>
              </w:rPr>
            </w:pPr>
            <w:hyperlink r:id="rId55" w:anchor="p14" w:history="1">
              <w:r w:rsidR="00AB7DB3">
                <w:rPr>
                  <w:rStyle w:val="Hyperlink"/>
                </w:rPr>
                <w:t>Impulser</w:t>
              </w:r>
              <w:bookmarkStart w:id="108" w:name="_Hlt497655542"/>
              <w:r w:rsidR="00AB7DB3">
                <w:rPr>
                  <w:rStyle w:val="Hyperlink"/>
                </w:rPr>
                <w:t>h</w:t>
              </w:r>
              <w:bookmarkEnd w:id="108"/>
              <w:r w:rsidR="00AB7DB3">
                <w:rPr>
                  <w:rStyle w:val="Hyperlink"/>
                </w:rPr>
                <w:t>altung</w:t>
              </w:r>
              <w:bookmarkStart w:id="109" w:name="_Hlt191882078"/>
              <w:bookmarkStart w:id="110" w:name="_Hlt191882072"/>
              <w:bookmarkEnd w:id="109"/>
              <w:r w:rsidR="00AB7DB3">
                <w:rPr>
                  <w:rStyle w:val="Hyperlink"/>
                </w:rPr>
                <w:t>s</w:t>
              </w:r>
              <w:bookmarkEnd w:id="110"/>
              <w:r w:rsidR="00AB7DB3">
                <w:rPr>
                  <w:rStyle w:val="Hyperlink"/>
                </w:rPr>
                <w:t>satz</w:t>
              </w:r>
            </w:hyperlink>
          </w:p>
          <w:bookmarkStart w:id="111" w:name="_Hlt497658303"/>
          <w:p w14:paraId="40057CCD" w14:textId="77777777" w:rsidR="00AB7DB3" w:rsidRDefault="00AB7DB3" w:rsidP="00CB2538">
            <w:pPr>
              <w:numPr>
                <w:ilvl w:val="0"/>
                <w:numId w:val="11"/>
              </w:numPr>
              <w:spacing w:line="360" w:lineRule="auto"/>
              <w:rPr>
                <w:rStyle w:val="Hyperlink"/>
              </w:rPr>
            </w:pPr>
            <w:r>
              <w:rPr>
                <w:rStyle w:val="Hyperlink"/>
              </w:rPr>
              <w:fldChar w:fldCharType="begin"/>
            </w:r>
            <w:r w:rsidR="00D25266">
              <w:rPr>
                <w:rStyle w:val="Hyperlink"/>
              </w:rPr>
              <w:instrText>HYPERLINK "protokol</w:instrText>
            </w:r>
            <w:r w:rsidR="008B5ED4">
              <w:rPr>
                <w:rStyle w:val="Hyperlink"/>
              </w:rPr>
              <w:instrText>.docx</w:instrText>
            </w:r>
            <w:r w:rsidR="00D25266">
              <w:rPr>
                <w:rStyle w:val="Hyperlink"/>
              </w:rPr>
              <w:instrText>" \l "p35"</w:instrText>
            </w:r>
            <w:r>
              <w:rPr>
                <w:rStyle w:val="Hyperlink"/>
              </w:rPr>
              <w:fldChar w:fldCharType="separate"/>
            </w:r>
            <w:r>
              <w:rPr>
                <w:rStyle w:val="Hyperlink"/>
              </w:rPr>
              <w:t xml:space="preserve">Die </w:t>
            </w:r>
            <w:bookmarkStart w:id="112" w:name="_Hlt497704711"/>
            <w:r>
              <w:rPr>
                <w:rStyle w:val="Hyperlink"/>
              </w:rPr>
              <w:t>l</w:t>
            </w:r>
            <w:bookmarkEnd w:id="112"/>
            <w:r>
              <w:rPr>
                <w:rStyle w:val="Hyperlink"/>
              </w:rPr>
              <w:t>ose Rolle</w:t>
            </w:r>
            <w:bookmarkEnd w:id="111"/>
          </w:p>
          <w:p w14:paraId="2D919147" w14:textId="77777777" w:rsidR="00AB7DB3" w:rsidRDefault="00AB7DB3" w:rsidP="00CB2538">
            <w:pPr>
              <w:numPr>
                <w:ilvl w:val="0"/>
                <w:numId w:val="11"/>
              </w:numPr>
              <w:spacing w:line="360" w:lineRule="auto"/>
              <w:rPr>
                <w:rStyle w:val="Hyperlink"/>
              </w:rPr>
            </w:pPr>
            <w:r>
              <w:rPr>
                <w:rStyle w:val="Hyperlink"/>
              </w:rPr>
              <w:fldChar w:fldCharType="end"/>
            </w:r>
            <w:bookmarkStart w:id="113" w:name="_Hlt497658998"/>
            <w:r>
              <w:rPr>
                <w:rStyle w:val="Hyperlink"/>
              </w:rPr>
              <w:fldChar w:fldCharType="begin"/>
            </w:r>
            <w:r w:rsidR="00D25266">
              <w:rPr>
                <w:rStyle w:val="Hyperlink"/>
              </w:rPr>
              <w:instrText>HYPERLINK "protokol</w:instrText>
            </w:r>
            <w:r w:rsidR="008B5ED4">
              <w:rPr>
                <w:rStyle w:val="Hyperlink"/>
              </w:rPr>
              <w:instrText>.docx</w:instrText>
            </w:r>
            <w:r w:rsidR="00D25266">
              <w:rPr>
                <w:rStyle w:val="Hyperlink"/>
              </w:rPr>
              <w:instrText>" \l "p43"</w:instrText>
            </w:r>
            <w:r>
              <w:rPr>
                <w:rStyle w:val="Hyperlink"/>
              </w:rPr>
              <w:fldChar w:fldCharType="separate"/>
            </w:r>
            <w:r>
              <w:rPr>
                <w:rStyle w:val="Hyperlink"/>
              </w:rPr>
              <w:t>He</w:t>
            </w:r>
            <w:bookmarkStart w:id="114" w:name="_Hlt497704981"/>
            <w:r>
              <w:rPr>
                <w:rStyle w:val="Hyperlink"/>
              </w:rPr>
              <w:t>b</w:t>
            </w:r>
            <w:bookmarkEnd w:id="114"/>
            <w:r>
              <w:rPr>
                <w:rStyle w:val="Hyperlink"/>
              </w:rPr>
              <w:t>elgesetz</w:t>
            </w:r>
            <w:bookmarkEnd w:id="113"/>
            <w:r>
              <w:rPr>
                <w:rStyle w:val="Hyperlink"/>
              </w:rPr>
              <w:fldChar w:fldCharType="end"/>
            </w:r>
          </w:p>
          <w:bookmarkStart w:id="115" w:name="_Hlt497659052"/>
          <w:p w14:paraId="447F0B3D" w14:textId="77777777" w:rsidR="00AB7DB3" w:rsidRDefault="00AB7DB3" w:rsidP="00CB2538">
            <w:pPr>
              <w:numPr>
                <w:ilvl w:val="0"/>
                <w:numId w:val="11"/>
              </w:numPr>
              <w:spacing w:line="360" w:lineRule="auto"/>
              <w:rPr>
                <w:rStyle w:val="Hyperlink"/>
              </w:rPr>
            </w:pPr>
            <w:r>
              <w:rPr>
                <w:rStyle w:val="Hyperlink"/>
              </w:rPr>
              <w:fldChar w:fldCharType="begin"/>
            </w:r>
            <w:r w:rsidR="00D25266">
              <w:rPr>
                <w:rStyle w:val="Hyperlink"/>
              </w:rPr>
              <w:instrText>HYPERLINK "protokol</w:instrText>
            </w:r>
            <w:r w:rsidR="008B5ED4">
              <w:rPr>
                <w:rStyle w:val="Hyperlink"/>
              </w:rPr>
              <w:instrText>.docx</w:instrText>
            </w:r>
            <w:r w:rsidR="00D25266">
              <w:rPr>
                <w:rStyle w:val="Hyperlink"/>
              </w:rPr>
              <w:instrText>" \l "p44"</w:instrText>
            </w:r>
            <w:r>
              <w:rPr>
                <w:rStyle w:val="Hyperlink"/>
              </w:rPr>
              <w:fldChar w:fldCharType="separate"/>
            </w:r>
            <w:r>
              <w:rPr>
                <w:rStyle w:val="Hyperlink"/>
              </w:rPr>
              <w:t>Di</w:t>
            </w:r>
            <w:bookmarkStart w:id="116" w:name="_Hlt191881494"/>
            <w:r>
              <w:rPr>
                <w:rStyle w:val="Hyperlink"/>
              </w:rPr>
              <w:t>e</w:t>
            </w:r>
            <w:bookmarkEnd w:id="116"/>
            <w:r>
              <w:rPr>
                <w:rStyle w:val="Hyperlink"/>
              </w:rPr>
              <w:t xml:space="preserve"> </w:t>
            </w:r>
            <w:bookmarkStart w:id="117" w:name="_Hlt497705030"/>
            <w:r>
              <w:rPr>
                <w:rStyle w:val="Hyperlink"/>
              </w:rPr>
              <w:t>g</w:t>
            </w:r>
            <w:bookmarkEnd w:id="117"/>
            <w:r>
              <w:rPr>
                <w:rStyle w:val="Hyperlink"/>
              </w:rPr>
              <w:t>eneigte Ebene</w:t>
            </w:r>
            <w:bookmarkEnd w:id="115"/>
            <w:r>
              <w:rPr>
                <w:rStyle w:val="Hyperlink"/>
              </w:rPr>
              <w:fldChar w:fldCharType="end"/>
            </w:r>
          </w:p>
          <w:p w14:paraId="58DEF0B6" w14:textId="77777777" w:rsidR="00AB7DB3" w:rsidRDefault="008E0101" w:rsidP="00CB2538">
            <w:pPr>
              <w:numPr>
                <w:ilvl w:val="0"/>
                <w:numId w:val="11"/>
              </w:numPr>
              <w:spacing w:line="360" w:lineRule="auto"/>
              <w:rPr>
                <w:rStyle w:val="Hyperlink"/>
              </w:rPr>
            </w:pPr>
            <w:hyperlink r:id="rId56" w:anchor="p56" w:history="1">
              <w:r w:rsidR="00AB7DB3">
                <w:rPr>
                  <w:rStyle w:val="Hyperlink"/>
                </w:rPr>
                <w:t>Schraub</w:t>
              </w:r>
              <w:bookmarkStart w:id="118" w:name="_Hlt1220140"/>
              <w:bookmarkStart w:id="119" w:name="_Hlt1220130"/>
              <w:bookmarkEnd w:id="118"/>
              <w:r w:rsidR="00AB7DB3">
                <w:rPr>
                  <w:rStyle w:val="Hyperlink"/>
                </w:rPr>
                <w:t>e</w:t>
              </w:r>
              <w:bookmarkEnd w:id="119"/>
              <w:r w:rsidR="00AB7DB3">
                <w:rPr>
                  <w:rStyle w:val="Hyperlink"/>
                </w:rPr>
                <w:t>nfedern</w:t>
              </w:r>
            </w:hyperlink>
          </w:p>
          <w:bookmarkStart w:id="120" w:name="_Hlt8095605"/>
          <w:p w14:paraId="7BC54FE1" w14:textId="77777777" w:rsidR="00AB7DB3" w:rsidRDefault="00AB7DB3" w:rsidP="00CB2538">
            <w:pPr>
              <w:numPr>
                <w:ilvl w:val="0"/>
                <w:numId w:val="11"/>
              </w:numPr>
              <w:spacing w:line="360" w:lineRule="auto"/>
              <w:rPr>
                <w:rStyle w:val="Hyperlink"/>
              </w:rPr>
            </w:pPr>
            <w:r>
              <w:rPr>
                <w:rStyle w:val="Hyperlink"/>
              </w:rPr>
              <w:fldChar w:fldCharType="begin"/>
            </w:r>
            <w:r w:rsidR="00D25266">
              <w:rPr>
                <w:rStyle w:val="Hyperlink"/>
              </w:rPr>
              <w:instrText>HYPERLINK "protokol</w:instrText>
            </w:r>
            <w:r w:rsidR="008B5ED4">
              <w:rPr>
                <w:rStyle w:val="Hyperlink"/>
              </w:rPr>
              <w:instrText>.docx</w:instrText>
            </w:r>
            <w:r w:rsidR="00D25266">
              <w:rPr>
                <w:rStyle w:val="Hyperlink"/>
              </w:rPr>
              <w:instrText>" \l "p61"</w:instrText>
            </w:r>
            <w:r>
              <w:rPr>
                <w:rStyle w:val="Hyperlink"/>
              </w:rPr>
              <w:fldChar w:fldCharType="separate"/>
            </w:r>
            <w:r>
              <w:rPr>
                <w:rStyle w:val="Hyperlink"/>
              </w:rPr>
              <w:t>Energieü</w:t>
            </w:r>
            <w:bookmarkStart w:id="121" w:name="_Hlt37511191"/>
            <w:r>
              <w:rPr>
                <w:rStyle w:val="Hyperlink"/>
              </w:rPr>
              <w:t>b</w:t>
            </w:r>
            <w:bookmarkEnd w:id="121"/>
            <w:r>
              <w:rPr>
                <w:rStyle w:val="Hyperlink"/>
              </w:rPr>
              <w:t>ertragung beim unelastischen Stoß</w:t>
            </w:r>
            <w:r>
              <w:rPr>
                <w:rStyle w:val="Hyperlink"/>
              </w:rPr>
              <w:fldChar w:fldCharType="end"/>
            </w:r>
            <w:bookmarkEnd w:id="120"/>
          </w:p>
          <w:p w14:paraId="5B965BCE" w14:textId="77777777" w:rsidR="00AB7DB3" w:rsidRDefault="008E0101" w:rsidP="00CB2538">
            <w:pPr>
              <w:numPr>
                <w:ilvl w:val="0"/>
                <w:numId w:val="11"/>
              </w:numPr>
              <w:spacing w:line="360" w:lineRule="auto"/>
              <w:rPr>
                <w:rStyle w:val="Hyperlink"/>
              </w:rPr>
            </w:pPr>
            <w:hyperlink r:id="rId57" w:anchor="pr90" w:history="1">
              <w:proofErr w:type="spellStart"/>
              <w:r w:rsidR="00AB7DB3">
                <w:rPr>
                  <w:rStyle w:val="Hyperlink"/>
                </w:rPr>
                <w:t>Hooke'sches</w:t>
              </w:r>
              <w:proofErr w:type="spellEnd"/>
              <w:r w:rsidR="00AB7DB3">
                <w:rPr>
                  <w:rStyle w:val="Hyperlink"/>
                </w:rPr>
                <w:t xml:space="preserve"> Gesetz bei </w:t>
              </w:r>
              <w:bookmarkStart w:id="122" w:name="_Hlt190041752"/>
              <w:r w:rsidR="00AB7DB3">
                <w:rPr>
                  <w:rStyle w:val="Hyperlink"/>
                </w:rPr>
                <w:t>G</w:t>
              </w:r>
              <w:bookmarkEnd w:id="122"/>
              <w:r w:rsidR="00AB7DB3">
                <w:rPr>
                  <w:rStyle w:val="Hyperlink"/>
                </w:rPr>
                <w:t>ummischnüren</w:t>
              </w:r>
            </w:hyperlink>
          </w:p>
          <w:p w14:paraId="324CCB6C" w14:textId="77777777" w:rsidR="00AB7DB3" w:rsidRPr="00F86E54" w:rsidRDefault="008E0101" w:rsidP="00CB2538">
            <w:pPr>
              <w:numPr>
                <w:ilvl w:val="0"/>
                <w:numId w:val="11"/>
              </w:numPr>
              <w:spacing w:line="360" w:lineRule="auto"/>
              <w:rPr>
                <w:rStyle w:val="Hyperlink"/>
                <w:b/>
              </w:rPr>
            </w:pPr>
            <w:hyperlink r:id="rId58" w:anchor="pr117" w:history="1">
              <w:r w:rsidR="00674836" w:rsidRPr="00674836">
                <w:rPr>
                  <w:rStyle w:val="Hyperlink"/>
                </w:rPr>
                <w:t>Reibungszahl</w:t>
              </w:r>
            </w:hyperlink>
          </w:p>
          <w:p w14:paraId="4724C30E" w14:textId="77777777" w:rsidR="00AB7DB3" w:rsidRPr="00CB2538" w:rsidRDefault="00AB7DB3" w:rsidP="00CB2538">
            <w:pPr>
              <w:jc w:val="center"/>
              <w:rPr>
                <w:sz w:val="24"/>
              </w:rPr>
            </w:pPr>
          </w:p>
        </w:tc>
        <w:tc>
          <w:tcPr>
            <w:tcW w:w="5036" w:type="dxa"/>
            <w:shd w:val="clear" w:color="auto" w:fill="auto"/>
          </w:tcPr>
          <w:p w14:paraId="685BBB3D" w14:textId="77777777" w:rsidR="00AB7DB3" w:rsidRPr="00CB2538" w:rsidRDefault="00AB7DB3" w:rsidP="00AB7DB3">
            <w:pPr>
              <w:pStyle w:val="berschrift6"/>
              <w:rPr>
                <w:rStyle w:val="Hyperlink"/>
                <w:color w:val="000000"/>
                <w:sz w:val="22"/>
                <w:u w:val="none"/>
              </w:rPr>
            </w:pPr>
            <w:r w:rsidRPr="00CB2538">
              <w:rPr>
                <w:rStyle w:val="Hyperlink"/>
                <w:color w:val="000000"/>
                <w:sz w:val="22"/>
                <w:u w:val="none"/>
              </w:rPr>
              <w:lastRenderedPageBreak/>
              <w:t>Rotation</w:t>
            </w:r>
          </w:p>
          <w:p w14:paraId="222AF41F" w14:textId="77777777" w:rsidR="00AB7DB3" w:rsidRDefault="008E0101" w:rsidP="00CB2538">
            <w:pPr>
              <w:numPr>
                <w:ilvl w:val="0"/>
                <w:numId w:val="12"/>
              </w:numPr>
              <w:spacing w:line="360" w:lineRule="auto"/>
              <w:rPr>
                <w:rStyle w:val="Hyperlink"/>
              </w:rPr>
            </w:pPr>
            <w:hyperlink r:id="rId59" w:anchor="p16" w:history="1">
              <w:r w:rsidR="00AB7DB3">
                <w:rPr>
                  <w:rStyle w:val="Hyperlink"/>
                </w:rPr>
                <w:t>Träghei</w:t>
              </w:r>
              <w:bookmarkStart w:id="123" w:name="_Hlt497655636"/>
              <w:r w:rsidR="00AB7DB3">
                <w:rPr>
                  <w:rStyle w:val="Hyperlink"/>
                </w:rPr>
                <w:t>t</w:t>
              </w:r>
              <w:bookmarkEnd w:id="123"/>
              <w:r w:rsidR="00AB7DB3">
                <w:rPr>
                  <w:rStyle w:val="Hyperlink"/>
                </w:rPr>
                <w:t>s</w:t>
              </w:r>
              <w:bookmarkStart w:id="124" w:name="_Hlt191881418"/>
              <w:r w:rsidR="00AB7DB3">
                <w:rPr>
                  <w:rStyle w:val="Hyperlink"/>
                </w:rPr>
                <w:t>m</w:t>
              </w:r>
              <w:bookmarkEnd w:id="124"/>
              <w:r w:rsidR="00AB7DB3">
                <w:rPr>
                  <w:rStyle w:val="Hyperlink"/>
                </w:rPr>
                <w:t>oment</w:t>
              </w:r>
            </w:hyperlink>
          </w:p>
          <w:p w14:paraId="64E3FE62" w14:textId="77777777" w:rsidR="00AB7DB3" w:rsidRDefault="00AB7DB3" w:rsidP="00CB2538">
            <w:pPr>
              <w:numPr>
                <w:ilvl w:val="0"/>
                <w:numId w:val="12"/>
              </w:numPr>
              <w:spacing w:line="360" w:lineRule="auto"/>
              <w:rPr>
                <w:rStyle w:val="Hyperlink"/>
              </w:rPr>
            </w:pPr>
            <w:r>
              <w:rPr>
                <w:rStyle w:val="Hyperlink"/>
              </w:rPr>
              <w:fldChar w:fldCharType="begin"/>
            </w:r>
            <w:r w:rsidR="00D25266">
              <w:rPr>
                <w:rStyle w:val="Hyperlink"/>
              </w:rPr>
              <w:instrText>HYPERLINK "protokol</w:instrText>
            </w:r>
            <w:r w:rsidR="008B5ED4">
              <w:rPr>
                <w:rStyle w:val="Hyperlink"/>
              </w:rPr>
              <w:instrText>.docx</w:instrText>
            </w:r>
            <w:r w:rsidR="00D25266">
              <w:rPr>
                <w:rStyle w:val="Hyperlink"/>
              </w:rPr>
              <w:instrText>" \l "p57"</w:instrText>
            </w:r>
            <w:r>
              <w:rPr>
                <w:rStyle w:val="Hyperlink"/>
              </w:rPr>
              <w:fldChar w:fldCharType="separate"/>
            </w:r>
            <w:r>
              <w:rPr>
                <w:rStyle w:val="Hyperlink"/>
              </w:rPr>
              <w:t>Trägheits</w:t>
            </w:r>
            <w:bookmarkStart w:id="125" w:name="_Hlt191881431"/>
            <w:r>
              <w:rPr>
                <w:rStyle w:val="Hyperlink"/>
              </w:rPr>
              <w:t>m</w:t>
            </w:r>
            <w:bookmarkEnd w:id="125"/>
            <w:r>
              <w:rPr>
                <w:rStyle w:val="Hyperlink"/>
              </w:rPr>
              <w:t>oment einer Kugel</w:t>
            </w:r>
            <w:bookmarkStart w:id="126" w:name="_Hlt191881534"/>
            <w:bookmarkEnd w:id="126"/>
          </w:p>
          <w:p w14:paraId="19A2ED7D" w14:textId="77777777" w:rsidR="00AB7DB3" w:rsidRDefault="00AB7DB3" w:rsidP="00CB2538">
            <w:pPr>
              <w:numPr>
                <w:ilvl w:val="0"/>
                <w:numId w:val="12"/>
              </w:numPr>
              <w:spacing w:line="360" w:lineRule="auto"/>
              <w:rPr>
                <w:rStyle w:val="Hyperlink"/>
              </w:rPr>
            </w:pPr>
            <w:r>
              <w:rPr>
                <w:rStyle w:val="Hyperlink"/>
              </w:rPr>
              <w:fldChar w:fldCharType="end"/>
            </w:r>
            <w:hyperlink r:id="rId60" w:anchor="p70" w:history="1">
              <w:r>
                <w:rPr>
                  <w:rStyle w:val="Hyperlink"/>
                </w:rPr>
                <w:t>Träghei</w:t>
              </w:r>
              <w:bookmarkStart w:id="127" w:name="_Hlt191881524"/>
              <w:r>
                <w:rPr>
                  <w:rStyle w:val="Hyperlink"/>
                </w:rPr>
                <w:t>t</w:t>
              </w:r>
              <w:bookmarkEnd w:id="127"/>
              <w:r>
                <w:rPr>
                  <w:rStyle w:val="Hyperlink"/>
                </w:rPr>
                <w:t>smoment</w:t>
              </w:r>
            </w:hyperlink>
          </w:p>
          <w:p w14:paraId="1A7D9FDE" w14:textId="77777777" w:rsidR="00AB7DB3" w:rsidRPr="00CB2538" w:rsidRDefault="00AB7DB3" w:rsidP="00CB2538">
            <w:pPr>
              <w:spacing w:line="360" w:lineRule="auto"/>
              <w:rPr>
                <w:rStyle w:val="Hyperlink"/>
                <w:b/>
              </w:rPr>
            </w:pPr>
          </w:p>
          <w:p w14:paraId="606AB7C0" w14:textId="77777777" w:rsidR="00AB7DB3" w:rsidRPr="00CB2538" w:rsidRDefault="00AB7DB3" w:rsidP="00AB7DB3">
            <w:pPr>
              <w:pStyle w:val="berschrift6"/>
              <w:rPr>
                <w:rStyle w:val="Hyperlink"/>
                <w:color w:val="000000"/>
                <w:sz w:val="22"/>
                <w:u w:val="none"/>
              </w:rPr>
            </w:pPr>
            <w:r w:rsidRPr="00CB2538">
              <w:rPr>
                <w:rStyle w:val="Hyperlink"/>
                <w:color w:val="000000"/>
                <w:sz w:val="22"/>
                <w:u w:val="none"/>
              </w:rPr>
              <w:t>Schwingungen</w:t>
            </w:r>
          </w:p>
          <w:bookmarkStart w:id="128" w:name="_Hlt497655571"/>
          <w:p w14:paraId="7918321D" w14:textId="77777777" w:rsidR="00AB7DB3" w:rsidRDefault="00AB7DB3" w:rsidP="00CB2538">
            <w:pPr>
              <w:numPr>
                <w:ilvl w:val="0"/>
                <w:numId w:val="13"/>
              </w:numPr>
              <w:spacing w:line="360" w:lineRule="auto"/>
              <w:rPr>
                <w:rStyle w:val="Hyperlink"/>
              </w:rPr>
            </w:pPr>
            <w:r>
              <w:rPr>
                <w:rStyle w:val="Hyperlink"/>
              </w:rPr>
              <w:fldChar w:fldCharType="begin"/>
            </w:r>
            <w:r w:rsidR="00D25266">
              <w:rPr>
                <w:rStyle w:val="Hyperlink"/>
              </w:rPr>
              <w:instrText>HYPERLINK "protokol</w:instrText>
            </w:r>
            <w:r w:rsidR="008B5ED4">
              <w:rPr>
                <w:rStyle w:val="Hyperlink"/>
              </w:rPr>
              <w:instrText>.docx</w:instrText>
            </w:r>
            <w:r w:rsidR="00D25266">
              <w:rPr>
                <w:rStyle w:val="Hyperlink"/>
              </w:rPr>
              <w:instrText>" \l "p15"</w:instrText>
            </w:r>
            <w:r>
              <w:rPr>
                <w:rStyle w:val="Hyperlink"/>
              </w:rPr>
              <w:fldChar w:fldCharType="separate"/>
            </w:r>
            <w:r>
              <w:rPr>
                <w:rStyle w:val="Hyperlink"/>
              </w:rPr>
              <w:t>Gekoppelte Schwinger</w:t>
            </w:r>
            <w:r>
              <w:rPr>
                <w:rStyle w:val="Hyperlink"/>
              </w:rPr>
              <w:fldChar w:fldCharType="end"/>
            </w:r>
            <w:bookmarkEnd w:id="128"/>
          </w:p>
          <w:bookmarkStart w:id="129" w:name="_Hlt497656473"/>
          <w:p w14:paraId="30477BEC" w14:textId="77777777" w:rsidR="00AB7DB3" w:rsidRDefault="00AB7DB3" w:rsidP="00CB2538">
            <w:pPr>
              <w:numPr>
                <w:ilvl w:val="0"/>
                <w:numId w:val="13"/>
              </w:numPr>
              <w:spacing w:line="360" w:lineRule="auto"/>
              <w:rPr>
                <w:rStyle w:val="Hyperlink"/>
              </w:rPr>
            </w:pPr>
            <w:r>
              <w:rPr>
                <w:rStyle w:val="Hyperlink"/>
              </w:rPr>
              <w:fldChar w:fldCharType="begin"/>
            </w:r>
            <w:r w:rsidR="00D25266">
              <w:rPr>
                <w:rStyle w:val="Hyperlink"/>
              </w:rPr>
              <w:instrText>HYPERLINK "protokol</w:instrText>
            </w:r>
            <w:r w:rsidR="008B5ED4">
              <w:rPr>
                <w:rStyle w:val="Hyperlink"/>
              </w:rPr>
              <w:instrText>.docx</w:instrText>
            </w:r>
            <w:r w:rsidR="00D25266">
              <w:rPr>
                <w:rStyle w:val="Hyperlink"/>
              </w:rPr>
              <w:instrText>" \l "p32"</w:instrText>
            </w:r>
            <w:r>
              <w:rPr>
                <w:rStyle w:val="Hyperlink"/>
              </w:rPr>
              <w:fldChar w:fldCharType="separate"/>
            </w:r>
            <w:r>
              <w:rPr>
                <w:rStyle w:val="Hyperlink"/>
              </w:rPr>
              <w:t>Fed</w:t>
            </w:r>
            <w:bookmarkStart w:id="130" w:name="_Hlt497704311"/>
            <w:r>
              <w:rPr>
                <w:rStyle w:val="Hyperlink"/>
              </w:rPr>
              <w:t>e</w:t>
            </w:r>
            <w:bookmarkEnd w:id="130"/>
            <w:r>
              <w:rPr>
                <w:rStyle w:val="Hyperlink"/>
              </w:rPr>
              <w:t>rs</w:t>
            </w:r>
            <w:bookmarkStart w:id="131" w:name="_Hlt497704315"/>
            <w:r>
              <w:rPr>
                <w:rStyle w:val="Hyperlink"/>
              </w:rPr>
              <w:t>c</w:t>
            </w:r>
            <w:bookmarkEnd w:id="131"/>
            <w:r>
              <w:rPr>
                <w:rStyle w:val="Hyperlink"/>
              </w:rPr>
              <w:t>hwinger, Fadenpendel</w:t>
            </w:r>
            <w:bookmarkEnd w:id="129"/>
          </w:p>
          <w:p w14:paraId="4169CA1A" w14:textId="77777777" w:rsidR="00AB7DB3" w:rsidRDefault="00AB7DB3" w:rsidP="00CB2538">
            <w:pPr>
              <w:widowControl w:val="0"/>
              <w:numPr>
                <w:ilvl w:val="0"/>
                <w:numId w:val="13"/>
              </w:numPr>
              <w:spacing w:line="360" w:lineRule="auto"/>
              <w:rPr>
                <w:rStyle w:val="Hyperlink"/>
              </w:rPr>
            </w:pPr>
            <w:r>
              <w:rPr>
                <w:rStyle w:val="Hyperlink"/>
              </w:rPr>
              <w:fldChar w:fldCharType="end"/>
            </w:r>
            <w:bookmarkStart w:id="132" w:name="_Hlt497659147"/>
            <w:r>
              <w:rPr>
                <w:rStyle w:val="Hyperlink"/>
              </w:rPr>
              <w:fldChar w:fldCharType="begin"/>
            </w:r>
            <w:r w:rsidR="00D25266">
              <w:rPr>
                <w:rStyle w:val="Hyperlink"/>
              </w:rPr>
              <w:instrText>HYPERLINK "protokol</w:instrText>
            </w:r>
            <w:r w:rsidR="008B5ED4">
              <w:rPr>
                <w:rStyle w:val="Hyperlink"/>
              </w:rPr>
              <w:instrText>.docx</w:instrText>
            </w:r>
            <w:r w:rsidR="00D25266">
              <w:rPr>
                <w:rStyle w:val="Hyperlink"/>
              </w:rPr>
              <w:instrText>" \l "p46"</w:instrText>
            </w:r>
            <w:r>
              <w:rPr>
                <w:rStyle w:val="Hyperlink"/>
              </w:rPr>
              <w:fldChar w:fldCharType="separate"/>
            </w:r>
            <w:r>
              <w:rPr>
                <w:rStyle w:val="Hyperlink"/>
              </w:rPr>
              <w:t>He</w:t>
            </w:r>
            <w:bookmarkStart w:id="133" w:name="_Hlt497705090"/>
            <w:r>
              <w:rPr>
                <w:rStyle w:val="Hyperlink"/>
              </w:rPr>
              <w:t>m</w:t>
            </w:r>
            <w:bookmarkStart w:id="134" w:name="_Hlt497705103"/>
            <w:bookmarkEnd w:id="133"/>
            <w:r>
              <w:rPr>
                <w:rStyle w:val="Hyperlink"/>
              </w:rPr>
              <w:t>m</w:t>
            </w:r>
            <w:bookmarkEnd w:id="134"/>
            <w:r>
              <w:rPr>
                <w:rStyle w:val="Hyperlink"/>
              </w:rPr>
              <w:t>ungspendel</w:t>
            </w:r>
            <w:bookmarkEnd w:id="132"/>
            <w:r>
              <w:rPr>
                <w:rStyle w:val="Hyperlink"/>
              </w:rPr>
              <w:fldChar w:fldCharType="end"/>
            </w:r>
          </w:p>
          <w:p w14:paraId="127B1839" w14:textId="77777777" w:rsidR="00AB7DB3" w:rsidRDefault="008E0101" w:rsidP="00CB2538">
            <w:pPr>
              <w:widowControl w:val="0"/>
              <w:numPr>
                <w:ilvl w:val="0"/>
                <w:numId w:val="13"/>
              </w:numPr>
              <w:spacing w:line="360" w:lineRule="auto"/>
              <w:rPr>
                <w:rStyle w:val="Hyperlink"/>
              </w:rPr>
            </w:pPr>
            <w:hyperlink r:id="rId61" w:anchor="p53" w:history="1">
              <w:r w:rsidR="00AB7DB3">
                <w:rPr>
                  <w:rStyle w:val="Hyperlink"/>
                </w:rPr>
                <w:t>Schwingungen</w:t>
              </w:r>
              <w:bookmarkStart w:id="135" w:name="_Hlt1220255"/>
              <w:r w:rsidR="00AB7DB3">
                <w:rPr>
                  <w:rStyle w:val="Hyperlink"/>
                </w:rPr>
                <w:t xml:space="preserve"> </w:t>
              </w:r>
              <w:bookmarkEnd w:id="135"/>
              <w:r w:rsidR="00AB7DB3">
                <w:rPr>
                  <w:rStyle w:val="Hyperlink"/>
                </w:rPr>
                <w:t>eines schwimmenden Körpers</w:t>
              </w:r>
            </w:hyperlink>
          </w:p>
          <w:p w14:paraId="175CEED8" w14:textId="77777777" w:rsidR="00AB7DB3" w:rsidRDefault="008E0101" w:rsidP="00CB2538">
            <w:pPr>
              <w:widowControl w:val="0"/>
              <w:numPr>
                <w:ilvl w:val="0"/>
                <w:numId w:val="13"/>
              </w:numPr>
              <w:spacing w:line="360" w:lineRule="auto"/>
              <w:rPr>
                <w:rStyle w:val="Hyperlink"/>
              </w:rPr>
            </w:pPr>
            <w:hyperlink r:id="rId62" w:anchor="pr78" w:history="1">
              <w:r w:rsidR="00AB7DB3">
                <w:rPr>
                  <w:rStyle w:val="Hyperlink"/>
                </w:rPr>
                <w:t xml:space="preserve">mechanische </w:t>
              </w:r>
              <w:bookmarkStart w:id="136" w:name="_Hlt158360019"/>
              <w:r w:rsidR="00AB7DB3">
                <w:rPr>
                  <w:rStyle w:val="Hyperlink"/>
                </w:rPr>
                <w:t>S</w:t>
              </w:r>
              <w:bookmarkEnd w:id="136"/>
              <w:r w:rsidR="00AB7DB3">
                <w:rPr>
                  <w:rStyle w:val="Hyperlink"/>
                </w:rPr>
                <w:t>chwin</w:t>
              </w:r>
              <w:bookmarkStart w:id="137" w:name="_Hlt191881554"/>
              <w:r w:rsidR="00AB7DB3">
                <w:rPr>
                  <w:rStyle w:val="Hyperlink"/>
                </w:rPr>
                <w:t>g</w:t>
              </w:r>
              <w:bookmarkEnd w:id="137"/>
              <w:r w:rsidR="00AB7DB3">
                <w:rPr>
                  <w:rStyle w:val="Hyperlink"/>
                </w:rPr>
                <w:t>ungen</w:t>
              </w:r>
            </w:hyperlink>
          </w:p>
          <w:p w14:paraId="6343876B" w14:textId="77777777" w:rsidR="00AB7DB3" w:rsidRDefault="008E0101" w:rsidP="00CB2538">
            <w:pPr>
              <w:widowControl w:val="0"/>
              <w:numPr>
                <w:ilvl w:val="0"/>
                <w:numId w:val="13"/>
              </w:numPr>
              <w:spacing w:line="360" w:lineRule="auto"/>
              <w:rPr>
                <w:rStyle w:val="Hyperlink"/>
              </w:rPr>
            </w:pPr>
            <w:hyperlink r:id="rId63" w:anchor="pr88" w:history="1">
              <w:r w:rsidR="00AB7DB3">
                <w:rPr>
                  <w:rStyle w:val="Hyperlink"/>
                </w:rPr>
                <w:t>Fed</w:t>
              </w:r>
              <w:bookmarkStart w:id="138" w:name="_Hlt244933034"/>
              <w:r w:rsidR="00AB7DB3">
                <w:rPr>
                  <w:rStyle w:val="Hyperlink"/>
                </w:rPr>
                <w:t>e</w:t>
              </w:r>
              <w:bookmarkStart w:id="139" w:name="_Hlt244906760"/>
              <w:bookmarkEnd w:id="138"/>
              <w:r w:rsidR="00AB7DB3">
                <w:rPr>
                  <w:rStyle w:val="Hyperlink"/>
                </w:rPr>
                <w:t>r</w:t>
              </w:r>
              <w:bookmarkEnd w:id="139"/>
              <w:r w:rsidR="00AB7DB3">
                <w:rPr>
                  <w:rStyle w:val="Hyperlink"/>
                </w:rPr>
                <w:t>sch</w:t>
              </w:r>
              <w:bookmarkStart w:id="140" w:name="_Hlt244906588"/>
              <w:r w:rsidR="00AB7DB3">
                <w:rPr>
                  <w:rStyle w:val="Hyperlink"/>
                </w:rPr>
                <w:t>w</w:t>
              </w:r>
              <w:bookmarkEnd w:id="140"/>
              <w:r w:rsidR="00AB7DB3">
                <w:rPr>
                  <w:rStyle w:val="Hyperlink"/>
                </w:rPr>
                <w:t>inger</w:t>
              </w:r>
            </w:hyperlink>
          </w:p>
          <w:p w14:paraId="30AF017E" w14:textId="77777777" w:rsidR="00C842C2" w:rsidRDefault="008E0101" w:rsidP="00CB2538">
            <w:pPr>
              <w:widowControl w:val="0"/>
              <w:numPr>
                <w:ilvl w:val="0"/>
                <w:numId w:val="13"/>
              </w:numPr>
              <w:spacing w:line="360" w:lineRule="auto"/>
              <w:rPr>
                <w:rStyle w:val="Hyperlink"/>
              </w:rPr>
            </w:pPr>
            <w:hyperlink r:id="rId64" w:anchor="pr99" w:history="1">
              <w:r w:rsidR="00C842C2" w:rsidRPr="00C842C2">
                <w:rPr>
                  <w:rStyle w:val="Hyperlink"/>
                </w:rPr>
                <w:t>Federschwinger</w:t>
              </w:r>
            </w:hyperlink>
          </w:p>
          <w:p w14:paraId="44D90EA6" w14:textId="77777777" w:rsidR="00AB7DB3" w:rsidRDefault="008E0101" w:rsidP="00CB2538">
            <w:pPr>
              <w:widowControl w:val="0"/>
              <w:numPr>
                <w:ilvl w:val="0"/>
                <w:numId w:val="13"/>
              </w:numPr>
              <w:spacing w:line="360" w:lineRule="auto"/>
              <w:rPr>
                <w:rStyle w:val="Hyperlink"/>
              </w:rPr>
            </w:pPr>
            <w:hyperlink r:id="rId65" w:anchor="pr93" w:history="1">
              <w:r w:rsidR="00AB7DB3">
                <w:rPr>
                  <w:rStyle w:val="Hyperlink"/>
                </w:rPr>
                <w:t>Fadenp</w:t>
              </w:r>
              <w:bookmarkStart w:id="141" w:name="_Hlt244933103"/>
              <w:r w:rsidR="00AB7DB3">
                <w:rPr>
                  <w:rStyle w:val="Hyperlink"/>
                </w:rPr>
                <w:t>e</w:t>
              </w:r>
              <w:bookmarkEnd w:id="141"/>
              <w:r w:rsidR="00AB7DB3">
                <w:rPr>
                  <w:rStyle w:val="Hyperlink"/>
                </w:rPr>
                <w:t>ndel</w:t>
              </w:r>
            </w:hyperlink>
          </w:p>
          <w:p w14:paraId="5613C1E8" w14:textId="77777777" w:rsidR="00AD794A" w:rsidRDefault="008E0101" w:rsidP="00CB2538">
            <w:pPr>
              <w:widowControl w:val="0"/>
              <w:numPr>
                <w:ilvl w:val="0"/>
                <w:numId w:val="13"/>
              </w:numPr>
              <w:spacing w:line="360" w:lineRule="auto"/>
              <w:rPr>
                <w:rStyle w:val="Hyperlink"/>
              </w:rPr>
            </w:pPr>
            <w:hyperlink r:id="rId66" w:anchor="pr100" w:history="1">
              <w:r w:rsidR="00AD794A" w:rsidRPr="00AD794A">
                <w:rPr>
                  <w:rStyle w:val="Hyperlink"/>
                </w:rPr>
                <w:t>Fallbeschleunigung, Fadenpendel</w:t>
              </w:r>
            </w:hyperlink>
          </w:p>
          <w:p w14:paraId="277752CB" w14:textId="090F1487" w:rsidR="00136BB1" w:rsidRDefault="008E0101" w:rsidP="00CB2538">
            <w:pPr>
              <w:widowControl w:val="0"/>
              <w:numPr>
                <w:ilvl w:val="0"/>
                <w:numId w:val="13"/>
              </w:numPr>
              <w:spacing w:line="360" w:lineRule="auto"/>
              <w:rPr>
                <w:rStyle w:val="Hyperlink"/>
              </w:rPr>
            </w:pPr>
            <w:hyperlink r:id="rId67" w:anchor="pr124" w:history="1">
              <w:r w:rsidR="00136BB1" w:rsidRPr="00136BB1">
                <w:rPr>
                  <w:rStyle w:val="Hyperlink"/>
                </w:rPr>
                <w:t>Interferenz von Schallwellen</w:t>
              </w:r>
            </w:hyperlink>
          </w:p>
          <w:p w14:paraId="4F02C5AF" w14:textId="77777777" w:rsidR="00AB7DB3" w:rsidRPr="00CB2538" w:rsidRDefault="00AB7DB3" w:rsidP="00D97863">
            <w:pPr>
              <w:rPr>
                <w:sz w:val="24"/>
              </w:rPr>
            </w:pPr>
          </w:p>
          <w:p w14:paraId="3866B3B3" w14:textId="77777777" w:rsidR="00D97863" w:rsidRPr="00CB2538" w:rsidRDefault="00D97863" w:rsidP="008E0101">
            <w:pPr>
              <w:spacing w:line="360" w:lineRule="auto"/>
              <w:rPr>
                <w:b/>
                <w:szCs w:val="22"/>
              </w:rPr>
            </w:pPr>
            <w:r w:rsidRPr="00CB2538">
              <w:rPr>
                <w:b/>
                <w:szCs w:val="22"/>
              </w:rPr>
              <w:t>Wurf und Impuls</w:t>
            </w:r>
          </w:p>
          <w:p w14:paraId="5708ADCC" w14:textId="77777777" w:rsidR="00D97863" w:rsidRPr="00CB2538" w:rsidRDefault="008E0101" w:rsidP="008E0101">
            <w:pPr>
              <w:numPr>
                <w:ilvl w:val="0"/>
                <w:numId w:val="19"/>
              </w:numPr>
              <w:spacing w:line="360" w:lineRule="auto"/>
              <w:rPr>
                <w:szCs w:val="22"/>
              </w:rPr>
            </w:pPr>
            <w:hyperlink r:id="rId68" w:anchor="pr71" w:history="1">
              <w:r w:rsidR="00D97863" w:rsidRPr="00CB2538">
                <w:rPr>
                  <w:rStyle w:val="Hyperlink"/>
                  <w:sz w:val="22"/>
                  <w:szCs w:val="22"/>
                </w:rPr>
                <w:t>Waagerechter Wurf und Impuls</w:t>
              </w:r>
            </w:hyperlink>
          </w:p>
          <w:p w14:paraId="030047CD" w14:textId="77777777" w:rsidR="004F479F" w:rsidRPr="00CB2538" w:rsidRDefault="008E0101" w:rsidP="008E0101">
            <w:pPr>
              <w:numPr>
                <w:ilvl w:val="0"/>
                <w:numId w:val="19"/>
              </w:numPr>
              <w:spacing w:line="360" w:lineRule="auto"/>
              <w:rPr>
                <w:szCs w:val="22"/>
              </w:rPr>
            </w:pPr>
            <w:hyperlink r:id="rId69" w:anchor="p54" w:history="1">
              <w:r w:rsidR="004F479F" w:rsidRPr="00CB2538">
                <w:rPr>
                  <w:rStyle w:val="Hyperlink"/>
                  <w:sz w:val="22"/>
                  <w:szCs w:val="22"/>
                </w:rPr>
                <w:t>Waagerechter Wurf und Energieumwandlung</w:t>
              </w:r>
            </w:hyperlink>
          </w:p>
          <w:p w14:paraId="3CCF2B09" w14:textId="77777777" w:rsidR="00FF64DC" w:rsidRPr="00F308CE" w:rsidRDefault="008E0101" w:rsidP="008E0101">
            <w:pPr>
              <w:numPr>
                <w:ilvl w:val="0"/>
                <w:numId w:val="19"/>
              </w:numPr>
              <w:spacing w:line="360" w:lineRule="auto"/>
              <w:rPr>
                <w:rStyle w:val="Hyperlink"/>
                <w:color w:val="auto"/>
                <w:sz w:val="22"/>
                <w:szCs w:val="22"/>
                <w:u w:val="none"/>
              </w:rPr>
            </w:pPr>
            <w:hyperlink r:id="rId70" w:anchor="pr106" w:history="1">
              <w:r w:rsidR="00FF64DC" w:rsidRPr="00CB2538">
                <w:rPr>
                  <w:rStyle w:val="Hyperlink"/>
                  <w:sz w:val="22"/>
                  <w:szCs w:val="22"/>
                </w:rPr>
                <w:t>schräger Wur</w:t>
              </w:r>
              <w:r w:rsidR="00F308CE">
                <w:rPr>
                  <w:rStyle w:val="Hyperlink"/>
                  <w:sz w:val="22"/>
                  <w:szCs w:val="22"/>
                </w:rPr>
                <w:t>f nach unten</w:t>
              </w:r>
            </w:hyperlink>
            <w:r w:rsidR="00F308CE">
              <w:rPr>
                <w:rStyle w:val="Hyperlink"/>
                <w:sz w:val="22"/>
                <w:szCs w:val="22"/>
              </w:rPr>
              <w:t xml:space="preserve"> (LK 2015)</w:t>
            </w:r>
          </w:p>
          <w:p w14:paraId="72B2CE83" w14:textId="77777777" w:rsidR="00F308CE" w:rsidRPr="00512574" w:rsidRDefault="008E0101" w:rsidP="008E0101">
            <w:pPr>
              <w:numPr>
                <w:ilvl w:val="0"/>
                <w:numId w:val="19"/>
              </w:numPr>
              <w:spacing w:line="360" w:lineRule="auto"/>
              <w:rPr>
                <w:rStyle w:val="Hyperlink"/>
                <w:color w:val="auto"/>
                <w:sz w:val="22"/>
                <w:szCs w:val="22"/>
                <w:u w:val="none"/>
              </w:rPr>
            </w:pPr>
            <w:hyperlink r:id="rId71" w:anchor="pr122" w:history="1">
              <w:r w:rsidR="00F308CE" w:rsidRPr="00F308CE">
                <w:rPr>
                  <w:rStyle w:val="Hyperlink"/>
                  <w:sz w:val="22"/>
                  <w:szCs w:val="22"/>
                </w:rPr>
                <w:t>schräger Wurf nach oben (LK 2020)</w:t>
              </w:r>
            </w:hyperlink>
          </w:p>
          <w:p w14:paraId="40BDA910" w14:textId="41EC5E4C" w:rsidR="00512574" w:rsidRDefault="008E0101" w:rsidP="008E0101">
            <w:pPr>
              <w:numPr>
                <w:ilvl w:val="0"/>
                <w:numId w:val="19"/>
              </w:numPr>
              <w:spacing w:line="360" w:lineRule="auto"/>
              <w:rPr>
                <w:szCs w:val="22"/>
              </w:rPr>
            </w:pPr>
            <w:hyperlink r:id="rId72" w:anchor="pr123" w:history="1">
              <w:r w:rsidR="00512574" w:rsidRPr="00512574">
                <w:rPr>
                  <w:rStyle w:val="Hyperlink"/>
                  <w:sz w:val="22"/>
                  <w:szCs w:val="22"/>
                </w:rPr>
                <w:t>Geschwindigkeit einer rollenden Kugel</w:t>
              </w:r>
            </w:hyperlink>
            <w:r w:rsidR="00512574">
              <w:rPr>
                <w:rStyle w:val="Hyperlink"/>
                <w:sz w:val="22"/>
                <w:szCs w:val="22"/>
              </w:rPr>
              <w:t xml:space="preserve"> </w:t>
            </w:r>
          </w:p>
          <w:p w14:paraId="50A96B0E" w14:textId="77777777" w:rsidR="00863F00" w:rsidRDefault="00863F00" w:rsidP="008E0101">
            <w:pPr>
              <w:spacing w:line="360" w:lineRule="auto"/>
              <w:rPr>
                <w:szCs w:val="22"/>
              </w:rPr>
            </w:pPr>
          </w:p>
          <w:p w14:paraId="0E7CCE7B" w14:textId="77777777" w:rsidR="00863F00" w:rsidRDefault="00863F00" w:rsidP="00863F00">
            <w:pPr>
              <w:rPr>
                <w:b/>
                <w:szCs w:val="22"/>
              </w:rPr>
            </w:pPr>
            <w:r w:rsidRPr="00863F00">
              <w:rPr>
                <w:b/>
                <w:szCs w:val="22"/>
              </w:rPr>
              <w:t>Gleichförmige Bewegung</w:t>
            </w:r>
          </w:p>
          <w:p w14:paraId="650A08B7" w14:textId="77777777" w:rsidR="00AA4319" w:rsidRPr="00397E57" w:rsidRDefault="008E0101" w:rsidP="00AA4319">
            <w:pPr>
              <w:numPr>
                <w:ilvl w:val="0"/>
                <w:numId w:val="21"/>
              </w:numPr>
              <w:tabs>
                <w:tab w:val="left" w:pos="352"/>
              </w:tabs>
              <w:ind w:left="0" w:firstLine="0"/>
              <w:rPr>
                <w:color w:val="000099"/>
                <w:sz w:val="24"/>
                <w:szCs w:val="24"/>
              </w:rPr>
            </w:pPr>
            <w:hyperlink r:id="rId73" w:anchor="pr119" w:history="1">
              <w:r w:rsidR="00AA4319" w:rsidRPr="00397E57">
                <w:rPr>
                  <w:rStyle w:val="Hyperlink"/>
                  <w:color w:val="000099"/>
                  <w:szCs w:val="24"/>
                </w:rPr>
                <w:t>Durchschnittsgeschwindigkeit</w:t>
              </w:r>
            </w:hyperlink>
          </w:p>
          <w:p w14:paraId="4CFD51FC" w14:textId="77777777" w:rsidR="00863F00" w:rsidRPr="00CB2538" w:rsidRDefault="00863F00" w:rsidP="00863F00">
            <w:pPr>
              <w:rPr>
                <w:szCs w:val="22"/>
              </w:rPr>
            </w:pPr>
          </w:p>
        </w:tc>
        <w:bookmarkStart w:id="142" w:name="_GoBack"/>
        <w:bookmarkEnd w:id="142"/>
      </w:tr>
    </w:tbl>
    <w:p w14:paraId="67EB5936" w14:textId="77777777" w:rsidR="00AB7DB3" w:rsidRDefault="00AB7DB3" w:rsidP="00F16576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0"/>
        <w:gridCol w:w="5031"/>
      </w:tblGrid>
      <w:tr w:rsidR="00AB7DB3" w14:paraId="4EFA9149" w14:textId="77777777" w:rsidTr="00CB2538">
        <w:tc>
          <w:tcPr>
            <w:tcW w:w="10061" w:type="dxa"/>
            <w:gridSpan w:val="2"/>
            <w:shd w:val="clear" w:color="auto" w:fill="auto"/>
          </w:tcPr>
          <w:p w14:paraId="4ACA53B8" w14:textId="77777777" w:rsidR="00AB7DB3" w:rsidRDefault="00AB7DB3" w:rsidP="00AB7DB3">
            <w:pPr>
              <w:pStyle w:val="berschrift5"/>
            </w:pPr>
            <w:r w:rsidRPr="00CB2538">
              <w:rPr>
                <w:sz w:val="24"/>
              </w:rPr>
              <w:br w:type="page"/>
            </w:r>
            <w:r>
              <w:t>Optik</w:t>
            </w:r>
          </w:p>
        </w:tc>
      </w:tr>
      <w:tr w:rsidR="00AB7DB3" w14:paraId="7369597C" w14:textId="77777777" w:rsidTr="00CB2538">
        <w:tc>
          <w:tcPr>
            <w:tcW w:w="5030" w:type="dxa"/>
            <w:shd w:val="clear" w:color="auto" w:fill="auto"/>
          </w:tcPr>
          <w:p w14:paraId="7DA47662" w14:textId="77777777" w:rsidR="00AB7DB3" w:rsidRDefault="00AB7DB3" w:rsidP="00AB7DB3">
            <w:pPr>
              <w:pStyle w:val="berschrift6"/>
            </w:pPr>
            <w:r>
              <w:t>Licht</w:t>
            </w:r>
          </w:p>
          <w:p w14:paraId="295E77C7" w14:textId="77777777" w:rsidR="00AB7DB3" w:rsidRDefault="008E0101" w:rsidP="00CB2538">
            <w:pPr>
              <w:numPr>
                <w:ilvl w:val="0"/>
                <w:numId w:val="14"/>
              </w:numPr>
              <w:spacing w:line="360" w:lineRule="auto"/>
              <w:rPr>
                <w:rStyle w:val="Hyperlink"/>
              </w:rPr>
            </w:pPr>
            <w:hyperlink r:id="rId74" w:anchor="p28" w:history="1">
              <w:r w:rsidR="00AB7DB3">
                <w:rPr>
                  <w:rStyle w:val="Hyperlink"/>
                </w:rPr>
                <w:t>Optische Aktivität von Lösungen</w:t>
              </w:r>
            </w:hyperlink>
          </w:p>
          <w:bookmarkStart w:id="143" w:name="_Hlt497658394"/>
          <w:p w14:paraId="2825CF9B" w14:textId="77777777" w:rsidR="00AB7DB3" w:rsidRPr="00CB2538" w:rsidRDefault="00AB7DB3" w:rsidP="00CB2538">
            <w:pPr>
              <w:pStyle w:val="Text"/>
              <w:numPr>
                <w:ilvl w:val="0"/>
                <w:numId w:val="14"/>
              </w:numPr>
              <w:spacing w:line="360" w:lineRule="auto"/>
              <w:rPr>
                <w:rStyle w:val="Hyperlink"/>
                <w:shadow w:val="0"/>
              </w:rPr>
            </w:pPr>
            <w:r>
              <w:rPr>
                <w:rStyle w:val="Hyperlink"/>
                <w:shadow w:val="0"/>
              </w:rPr>
              <w:fldChar w:fldCharType="begin"/>
            </w:r>
            <w:r w:rsidR="00D25266">
              <w:rPr>
                <w:rStyle w:val="Hyperlink"/>
                <w:shadow w:val="0"/>
              </w:rPr>
              <w:instrText>HYPERLINK "protokol</w:instrText>
            </w:r>
            <w:r w:rsidR="008B5ED4">
              <w:rPr>
                <w:rStyle w:val="Hyperlink"/>
                <w:shadow w:val="0"/>
              </w:rPr>
              <w:instrText>.docx</w:instrText>
            </w:r>
            <w:r w:rsidR="00D25266">
              <w:rPr>
                <w:rStyle w:val="Hyperlink"/>
                <w:shadow w:val="0"/>
              </w:rPr>
              <w:instrText>" \l "p36"</w:instrText>
            </w:r>
            <w:r>
              <w:rPr>
                <w:rStyle w:val="Hyperlink"/>
                <w:shadow w:val="0"/>
              </w:rPr>
              <w:fldChar w:fldCharType="separate"/>
            </w:r>
            <w:r w:rsidRPr="00CB2538">
              <w:rPr>
                <w:rStyle w:val="Hyperlink"/>
                <w:shadow w:val="0"/>
              </w:rPr>
              <w:t>Lichtverteilung auf de</w:t>
            </w:r>
            <w:bookmarkStart w:id="144" w:name="_Hlt497704764"/>
            <w:r w:rsidRPr="00CB2538">
              <w:rPr>
                <w:rStyle w:val="Hyperlink"/>
                <w:shadow w:val="0"/>
              </w:rPr>
              <w:t>m</w:t>
            </w:r>
            <w:bookmarkEnd w:id="144"/>
            <w:r w:rsidRPr="00CB2538">
              <w:rPr>
                <w:rStyle w:val="Hyperlink"/>
                <w:shadow w:val="0"/>
              </w:rPr>
              <w:t xml:space="preserve"> Schirm bei Verwendung eines Overhead-projektors</w:t>
            </w:r>
            <w:bookmarkEnd w:id="143"/>
          </w:p>
          <w:p w14:paraId="4D9A3DA2" w14:textId="77777777" w:rsidR="00AB7DB3" w:rsidRDefault="00AB7DB3" w:rsidP="00CB2538">
            <w:pPr>
              <w:numPr>
                <w:ilvl w:val="0"/>
                <w:numId w:val="14"/>
              </w:numPr>
              <w:spacing w:line="360" w:lineRule="auto"/>
              <w:rPr>
                <w:rStyle w:val="Hyperlink"/>
              </w:rPr>
            </w:pPr>
            <w:r>
              <w:rPr>
                <w:rStyle w:val="Hyperlink"/>
              </w:rPr>
              <w:fldChar w:fldCharType="end"/>
            </w:r>
            <w:bookmarkStart w:id="145" w:name="_Hlt497658547"/>
            <w:r>
              <w:rPr>
                <w:rStyle w:val="Hyperlink"/>
              </w:rPr>
              <w:fldChar w:fldCharType="begin"/>
            </w:r>
            <w:r w:rsidR="00D25266">
              <w:rPr>
                <w:rStyle w:val="Hyperlink"/>
              </w:rPr>
              <w:instrText>HYPERLINK "protokol</w:instrText>
            </w:r>
            <w:r w:rsidR="008B5ED4">
              <w:rPr>
                <w:rStyle w:val="Hyperlink"/>
              </w:rPr>
              <w:instrText>.docx</w:instrText>
            </w:r>
            <w:r w:rsidR="00D25266">
              <w:rPr>
                <w:rStyle w:val="Hyperlink"/>
              </w:rPr>
              <w:instrText>" \l "p37"</w:instrText>
            </w:r>
            <w:r>
              <w:rPr>
                <w:rStyle w:val="Hyperlink"/>
              </w:rPr>
              <w:fldChar w:fldCharType="separate"/>
            </w:r>
            <w:r>
              <w:rPr>
                <w:rStyle w:val="Hyperlink"/>
              </w:rPr>
              <w:t xml:space="preserve">Aufgabe der </w:t>
            </w:r>
            <w:proofErr w:type="spellStart"/>
            <w:r>
              <w:rPr>
                <w:rStyle w:val="Hyperlink"/>
              </w:rPr>
              <w:t>Kon</w:t>
            </w:r>
            <w:bookmarkStart w:id="146" w:name="_Hlt497704838"/>
            <w:r>
              <w:rPr>
                <w:rStyle w:val="Hyperlink"/>
              </w:rPr>
              <w:t>d</w:t>
            </w:r>
            <w:bookmarkEnd w:id="146"/>
            <w:r>
              <w:rPr>
                <w:rStyle w:val="Hyperlink"/>
              </w:rPr>
              <w:t>ensor</w:t>
            </w:r>
            <w:bookmarkStart w:id="147" w:name="_Hlt191881673"/>
            <w:r>
              <w:rPr>
                <w:rStyle w:val="Hyperlink"/>
              </w:rPr>
              <w:t>l</w:t>
            </w:r>
            <w:bookmarkEnd w:id="147"/>
            <w:r>
              <w:rPr>
                <w:rStyle w:val="Hyperlink"/>
              </w:rPr>
              <w:t>insen</w:t>
            </w:r>
            <w:proofErr w:type="spellEnd"/>
            <w:r>
              <w:rPr>
                <w:rStyle w:val="Hyperlink"/>
              </w:rPr>
              <w:t xml:space="preserve"> im Bildwerfer</w:t>
            </w:r>
            <w:bookmarkEnd w:id="145"/>
            <w:r>
              <w:rPr>
                <w:rStyle w:val="Hyperlink"/>
              </w:rPr>
              <w:fldChar w:fldCharType="end"/>
            </w:r>
          </w:p>
          <w:p w14:paraId="313B3EE7" w14:textId="77777777" w:rsidR="00AB7DB3" w:rsidRDefault="00AB7DB3" w:rsidP="00CB2538">
            <w:pPr>
              <w:numPr>
                <w:ilvl w:val="0"/>
                <w:numId w:val="14"/>
              </w:numPr>
              <w:spacing w:line="360" w:lineRule="auto"/>
              <w:rPr>
                <w:rStyle w:val="Hyperlink"/>
              </w:rPr>
            </w:pPr>
            <w:r>
              <w:rPr>
                <w:rStyle w:val="Hyperlink"/>
              </w:rPr>
              <w:fldChar w:fldCharType="begin"/>
            </w:r>
            <w:r w:rsidR="00D25266">
              <w:rPr>
                <w:rStyle w:val="Hyperlink"/>
              </w:rPr>
              <w:instrText>HYPERLINK "protokol</w:instrText>
            </w:r>
            <w:r w:rsidR="008B5ED4">
              <w:rPr>
                <w:rStyle w:val="Hyperlink"/>
              </w:rPr>
              <w:instrText>.docx</w:instrText>
            </w:r>
            <w:r w:rsidR="00D25266">
              <w:rPr>
                <w:rStyle w:val="Hyperlink"/>
              </w:rPr>
              <w:instrText>" \l "p51"</w:instrText>
            </w:r>
            <w:r>
              <w:rPr>
                <w:rStyle w:val="Hyperlink"/>
              </w:rPr>
              <w:fldChar w:fldCharType="separate"/>
            </w:r>
            <w:r>
              <w:rPr>
                <w:rStyle w:val="Hyperlink"/>
              </w:rPr>
              <w:t>Lichtinten</w:t>
            </w:r>
            <w:bookmarkStart w:id="148" w:name="_Hlt1220342"/>
            <w:r>
              <w:rPr>
                <w:rStyle w:val="Hyperlink"/>
              </w:rPr>
              <w:t>s</w:t>
            </w:r>
            <w:bookmarkEnd w:id="148"/>
            <w:r>
              <w:rPr>
                <w:rStyle w:val="Hyperlink"/>
              </w:rPr>
              <w:t>itäten</w:t>
            </w:r>
            <w:bookmarkStart w:id="149" w:name="_Hlt191881744"/>
            <w:bookmarkEnd w:id="149"/>
          </w:p>
          <w:p w14:paraId="48E8EF98" w14:textId="77777777" w:rsidR="00AB7DB3" w:rsidRDefault="00AB7DB3" w:rsidP="00CB2538">
            <w:pPr>
              <w:numPr>
                <w:ilvl w:val="0"/>
                <w:numId w:val="14"/>
              </w:numPr>
              <w:spacing w:line="360" w:lineRule="auto"/>
              <w:rPr>
                <w:rStyle w:val="Hyperlink"/>
              </w:rPr>
            </w:pPr>
            <w:r>
              <w:rPr>
                <w:rStyle w:val="Hyperlink"/>
              </w:rPr>
              <w:fldChar w:fldCharType="end"/>
            </w:r>
            <w:hyperlink r:id="rId75" w:anchor="pr80" w:history="1">
              <w:r>
                <w:rPr>
                  <w:rStyle w:val="Hyperlink"/>
                </w:rPr>
                <w:t>Schichtdick</w:t>
              </w:r>
              <w:bookmarkStart w:id="150" w:name="_Hlt189981777"/>
              <w:r>
                <w:rPr>
                  <w:rStyle w:val="Hyperlink"/>
                </w:rPr>
                <w:t>e</w:t>
              </w:r>
              <w:bookmarkEnd w:id="150"/>
              <w:r>
                <w:rPr>
                  <w:rStyle w:val="Hyperlink"/>
                </w:rPr>
                <w:t xml:space="preserve"> ein</w:t>
              </w:r>
              <w:bookmarkStart w:id="151" w:name="_Hlt158360119"/>
              <w:r>
                <w:rPr>
                  <w:rStyle w:val="Hyperlink"/>
                </w:rPr>
                <w:t>e</w:t>
              </w:r>
              <w:bookmarkEnd w:id="151"/>
              <w:r>
                <w:rPr>
                  <w:rStyle w:val="Hyperlink"/>
                </w:rPr>
                <w:t xml:space="preserve">s </w:t>
              </w:r>
              <w:proofErr w:type="spellStart"/>
              <w:r>
                <w:rPr>
                  <w:rStyle w:val="Hyperlink"/>
                </w:rPr>
                <w:t>lichtd</w:t>
              </w:r>
              <w:bookmarkStart w:id="152" w:name="_Hlt163606946"/>
              <w:r>
                <w:rPr>
                  <w:rStyle w:val="Hyperlink"/>
                </w:rPr>
                <w:t>u</w:t>
              </w:r>
              <w:bookmarkEnd w:id="152"/>
              <w:r>
                <w:rPr>
                  <w:rStyle w:val="Hyperlink"/>
                </w:rPr>
                <w:t>rchl</w:t>
              </w:r>
              <w:proofErr w:type="spellEnd"/>
              <w:r>
                <w:rPr>
                  <w:rStyle w:val="Hyperlink"/>
                </w:rPr>
                <w:t>. Körpers</w:t>
              </w:r>
            </w:hyperlink>
          </w:p>
          <w:p w14:paraId="2B3C8598" w14:textId="77777777" w:rsidR="00AB7DB3" w:rsidRDefault="008E0101" w:rsidP="00CB2538">
            <w:pPr>
              <w:numPr>
                <w:ilvl w:val="0"/>
                <w:numId w:val="14"/>
              </w:numPr>
              <w:spacing w:line="360" w:lineRule="auto"/>
              <w:rPr>
                <w:rStyle w:val="Hyperlink"/>
              </w:rPr>
            </w:pPr>
            <w:hyperlink r:id="rId76" w:anchor="pr89" w:history="1">
              <w:r w:rsidR="00AB7DB3">
                <w:rPr>
                  <w:rStyle w:val="Hyperlink"/>
                </w:rPr>
                <w:t>Br</w:t>
              </w:r>
              <w:bookmarkStart w:id="153" w:name="_Hlt189982812"/>
              <w:r w:rsidR="00AB7DB3">
                <w:rPr>
                  <w:rStyle w:val="Hyperlink"/>
                </w:rPr>
                <w:t>e</w:t>
              </w:r>
              <w:bookmarkEnd w:id="153"/>
              <w:r w:rsidR="00AB7DB3">
                <w:rPr>
                  <w:rStyle w:val="Hyperlink"/>
                </w:rPr>
                <w:t>c</w:t>
              </w:r>
              <w:bookmarkStart w:id="154" w:name="_Hlt189986746"/>
              <w:bookmarkStart w:id="155" w:name="_Hlt189983336"/>
              <w:bookmarkEnd w:id="154"/>
              <w:r w:rsidR="00AB7DB3">
                <w:rPr>
                  <w:rStyle w:val="Hyperlink"/>
                </w:rPr>
                <w:t>h</w:t>
              </w:r>
              <w:bookmarkStart w:id="156" w:name="_Hlt189981834"/>
              <w:bookmarkEnd w:id="155"/>
              <w:r w:rsidR="00AB7DB3">
                <w:rPr>
                  <w:rStyle w:val="Hyperlink"/>
                </w:rPr>
                <w:t>u</w:t>
              </w:r>
              <w:bookmarkStart w:id="157" w:name="_Hlt244906604"/>
              <w:bookmarkEnd w:id="156"/>
              <w:r w:rsidR="00AB7DB3">
                <w:rPr>
                  <w:rStyle w:val="Hyperlink"/>
                </w:rPr>
                <w:t>n</w:t>
              </w:r>
              <w:bookmarkEnd w:id="157"/>
              <w:r w:rsidR="00AB7DB3">
                <w:rPr>
                  <w:rStyle w:val="Hyperlink"/>
                </w:rPr>
                <w:t>gsgesetz</w:t>
              </w:r>
            </w:hyperlink>
          </w:p>
          <w:p w14:paraId="4BDDD6DC" w14:textId="77777777" w:rsidR="00AB7DB3" w:rsidRDefault="008E0101" w:rsidP="00CB2538">
            <w:pPr>
              <w:numPr>
                <w:ilvl w:val="0"/>
                <w:numId w:val="14"/>
              </w:numPr>
              <w:spacing w:line="360" w:lineRule="auto"/>
              <w:rPr>
                <w:rStyle w:val="Hyperlink"/>
              </w:rPr>
            </w:pPr>
            <w:hyperlink r:id="rId77" w:anchor="pr95" w:history="1">
              <w:r w:rsidR="00AB7DB3">
                <w:rPr>
                  <w:rStyle w:val="Hyperlink"/>
                </w:rPr>
                <w:t>Eigenschaften des Auges</w:t>
              </w:r>
            </w:hyperlink>
          </w:p>
          <w:p w14:paraId="18888A12" w14:textId="77777777" w:rsidR="00F16576" w:rsidRDefault="00F16576" w:rsidP="00F16576">
            <w:pPr>
              <w:spacing w:line="360" w:lineRule="auto"/>
              <w:ind w:left="360"/>
              <w:rPr>
                <w:rStyle w:val="Hyperlink"/>
              </w:rPr>
            </w:pPr>
          </w:p>
          <w:p w14:paraId="49258757" w14:textId="77777777" w:rsidR="00F16576" w:rsidRPr="00456170" w:rsidRDefault="00F16576" w:rsidP="00F16576">
            <w:pPr>
              <w:spacing w:line="360" w:lineRule="auto"/>
              <w:rPr>
                <w:rStyle w:val="Hyperlink"/>
                <w:b/>
                <w:color w:val="000000"/>
                <w:sz w:val="22"/>
                <w:szCs w:val="22"/>
                <w:u w:val="none"/>
              </w:rPr>
            </w:pPr>
            <w:r w:rsidRPr="00456170">
              <w:rPr>
                <w:rStyle w:val="Hyperlink"/>
                <w:b/>
                <w:color w:val="000000"/>
                <w:sz w:val="22"/>
                <w:szCs w:val="22"/>
                <w:u w:val="none"/>
              </w:rPr>
              <w:t>Brechung, Polarisation</w:t>
            </w:r>
          </w:p>
          <w:p w14:paraId="3FC5F44A" w14:textId="77777777" w:rsidR="00F16576" w:rsidRDefault="008E0101" w:rsidP="00F16576">
            <w:pPr>
              <w:numPr>
                <w:ilvl w:val="0"/>
                <w:numId w:val="14"/>
              </w:numPr>
              <w:spacing w:line="360" w:lineRule="auto"/>
              <w:rPr>
                <w:rStyle w:val="Hyperlink"/>
              </w:rPr>
            </w:pPr>
            <w:hyperlink r:id="rId78" w:anchor="pr116" w:history="1">
              <w:r w:rsidR="00F16576">
                <w:rPr>
                  <w:rStyle w:val="Hyperlink"/>
                </w:rPr>
                <w:t>Brechung, Reflexion, Polarisation</w:t>
              </w:r>
            </w:hyperlink>
          </w:p>
          <w:p w14:paraId="28399300" w14:textId="77777777" w:rsidR="00AB7DB3" w:rsidRPr="00CB2538" w:rsidRDefault="00AB7DB3" w:rsidP="00CB2538">
            <w:pPr>
              <w:spacing w:line="360" w:lineRule="auto"/>
              <w:rPr>
                <w:b/>
                <w:sz w:val="24"/>
              </w:rPr>
            </w:pPr>
          </w:p>
          <w:p w14:paraId="43C931DA" w14:textId="77777777" w:rsidR="00AB7DB3" w:rsidRDefault="00AB7DB3" w:rsidP="00CB2538">
            <w:pPr>
              <w:jc w:val="center"/>
            </w:pPr>
          </w:p>
        </w:tc>
        <w:tc>
          <w:tcPr>
            <w:tcW w:w="5031" w:type="dxa"/>
            <w:shd w:val="clear" w:color="auto" w:fill="auto"/>
          </w:tcPr>
          <w:p w14:paraId="188A63A5" w14:textId="77777777" w:rsidR="00AB7DB3" w:rsidRDefault="00AB7DB3" w:rsidP="00AB7DB3">
            <w:pPr>
              <w:pStyle w:val="berschrift6"/>
            </w:pPr>
            <w:r>
              <w:t>Spiegel/Linsen</w:t>
            </w:r>
          </w:p>
          <w:p w14:paraId="101D768E" w14:textId="77777777" w:rsidR="00AB7DB3" w:rsidRDefault="00AB7DB3" w:rsidP="00CB2538">
            <w:pPr>
              <w:numPr>
                <w:ilvl w:val="0"/>
                <w:numId w:val="15"/>
              </w:numPr>
              <w:spacing w:line="360" w:lineRule="auto"/>
              <w:rPr>
                <w:rStyle w:val="Hyperlink"/>
              </w:rPr>
            </w:pPr>
            <w:r>
              <w:rPr>
                <w:rStyle w:val="Hyperlink"/>
              </w:rPr>
              <w:fldChar w:fldCharType="begin"/>
            </w:r>
            <w:r w:rsidR="00D25266">
              <w:rPr>
                <w:rStyle w:val="Hyperlink"/>
              </w:rPr>
              <w:instrText>HYPERLINK "protokol</w:instrText>
            </w:r>
            <w:r w:rsidR="008B5ED4">
              <w:rPr>
                <w:rStyle w:val="Hyperlink"/>
              </w:rPr>
              <w:instrText>.docx</w:instrText>
            </w:r>
            <w:r w:rsidR="00D25266">
              <w:rPr>
                <w:rStyle w:val="Hyperlink"/>
              </w:rPr>
              <w:instrText>" \l "p25"</w:instrText>
            </w:r>
            <w:r>
              <w:rPr>
                <w:rStyle w:val="Hyperlink"/>
              </w:rPr>
              <w:fldChar w:fldCharType="separate"/>
            </w:r>
            <w:r>
              <w:rPr>
                <w:rStyle w:val="Hyperlink"/>
              </w:rPr>
              <w:t>Brennweite</w:t>
            </w:r>
            <w:bookmarkStart w:id="158" w:name="_Hlt497656215"/>
            <w:r>
              <w:rPr>
                <w:rStyle w:val="Hyperlink"/>
              </w:rPr>
              <w:t xml:space="preserve"> </w:t>
            </w:r>
            <w:bookmarkEnd w:id="158"/>
            <w:r>
              <w:rPr>
                <w:rStyle w:val="Hyperlink"/>
              </w:rPr>
              <w:t>einer Sammel- und ein</w:t>
            </w:r>
            <w:bookmarkStart w:id="159" w:name="_Hlt191881642"/>
            <w:r>
              <w:rPr>
                <w:rStyle w:val="Hyperlink"/>
              </w:rPr>
              <w:t>e</w:t>
            </w:r>
            <w:bookmarkEnd w:id="159"/>
            <w:r>
              <w:rPr>
                <w:rStyle w:val="Hyperlink"/>
              </w:rPr>
              <w:t>r Zerstreuungslinse</w:t>
            </w:r>
            <w:bookmarkStart w:id="160" w:name="_Hlt191881709"/>
            <w:bookmarkEnd w:id="160"/>
          </w:p>
          <w:p w14:paraId="5559CF3F" w14:textId="77777777" w:rsidR="00AB7DB3" w:rsidRDefault="00AB7DB3" w:rsidP="00CB2538">
            <w:pPr>
              <w:numPr>
                <w:ilvl w:val="0"/>
                <w:numId w:val="15"/>
              </w:numPr>
              <w:spacing w:line="360" w:lineRule="auto"/>
              <w:rPr>
                <w:rStyle w:val="Hyperlink"/>
              </w:rPr>
            </w:pPr>
            <w:r>
              <w:rPr>
                <w:rStyle w:val="Hyperlink"/>
              </w:rPr>
              <w:fldChar w:fldCharType="end"/>
            </w:r>
            <w:hyperlink r:id="rId79" w:anchor="p50" w:history="1">
              <w:r>
                <w:rPr>
                  <w:rStyle w:val="Hyperlink"/>
                </w:rPr>
                <w:t>Bildentstehung a</w:t>
              </w:r>
              <w:bookmarkStart w:id="161" w:name="_Hlt1220391"/>
              <w:r>
                <w:rPr>
                  <w:rStyle w:val="Hyperlink"/>
                </w:rPr>
                <w:t>m</w:t>
              </w:r>
              <w:bookmarkEnd w:id="161"/>
              <w:r>
                <w:rPr>
                  <w:rStyle w:val="Hyperlink"/>
                </w:rPr>
                <w:t xml:space="preserve"> Hohlspiegel</w:t>
              </w:r>
            </w:hyperlink>
          </w:p>
          <w:p w14:paraId="71707D6C" w14:textId="77777777" w:rsidR="00AB7DB3" w:rsidRDefault="008E0101" w:rsidP="00CB2538">
            <w:pPr>
              <w:numPr>
                <w:ilvl w:val="0"/>
                <w:numId w:val="15"/>
              </w:numPr>
              <w:spacing w:line="360" w:lineRule="auto"/>
              <w:rPr>
                <w:rStyle w:val="Hyperlink"/>
              </w:rPr>
            </w:pPr>
            <w:hyperlink r:id="rId80" w:anchor="pr79" w:history="1">
              <w:r w:rsidR="00AB7DB3">
                <w:rPr>
                  <w:rStyle w:val="Hyperlink"/>
                </w:rPr>
                <w:t>Bren</w:t>
              </w:r>
              <w:bookmarkStart w:id="162" w:name="_Hlt244906619"/>
              <w:r w:rsidR="00AB7DB3">
                <w:rPr>
                  <w:rStyle w:val="Hyperlink"/>
                </w:rPr>
                <w:t>n</w:t>
              </w:r>
              <w:bookmarkStart w:id="163" w:name="_Hlt158360077"/>
              <w:bookmarkEnd w:id="162"/>
              <w:r w:rsidR="00AB7DB3">
                <w:rPr>
                  <w:rStyle w:val="Hyperlink"/>
                </w:rPr>
                <w:t>w</w:t>
              </w:r>
              <w:bookmarkEnd w:id="163"/>
              <w:r w:rsidR="00AB7DB3">
                <w:rPr>
                  <w:rStyle w:val="Hyperlink"/>
                </w:rPr>
                <w:t>eit</w:t>
              </w:r>
              <w:bookmarkStart w:id="164" w:name="_Hlt158360052"/>
              <w:r w:rsidR="00AB7DB3">
                <w:rPr>
                  <w:rStyle w:val="Hyperlink"/>
                </w:rPr>
                <w:t>e</w:t>
              </w:r>
              <w:bookmarkEnd w:id="164"/>
              <w:r w:rsidR="00AB7DB3">
                <w:rPr>
                  <w:rStyle w:val="Hyperlink"/>
                </w:rPr>
                <w:t>n von Linsen</w:t>
              </w:r>
            </w:hyperlink>
          </w:p>
          <w:p w14:paraId="03889AC3" w14:textId="77777777" w:rsidR="00AB7DB3" w:rsidRDefault="008E0101" w:rsidP="00CB2538">
            <w:pPr>
              <w:numPr>
                <w:ilvl w:val="0"/>
                <w:numId w:val="15"/>
              </w:numPr>
              <w:spacing w:line="360" w:lineRule="auto"/>
              <w:rPr>
                <w:rStyle w:val="Hyperlink"/>
              </w:rPr>
            </w:pPr>
            <w:hyperlink r:id="rId81" w:anchor="pr94" w:history="1">
              <w:r w:rsidR="00AB7DB3">
                <w:rPr>
                  <w:rStyle w:val="Hyperlink"/>
                </w:rPr>
                <w:t>Bildentstehung an Sammellinsen</w:t>
              </w:r>
            </w:hyperlink>
          </w:p>
          <w:p w14:paraId="2AA5EE80" w14:textId="77777777" w:rsidR="002E172D" w:rsidRDefault="008E0101" w:rsidP="00CB2538">
            <w:pPr>
              <w:numPr>
                <w:ilvl w:val="0"/>
                <w:numId w:val="15"/>
              </w:numPr>
              <w:spacing w:line="360" w:lineRule="auto"/>
              <w:rPr>
                <w:rStyle w:val="Hyperlink"/>
              </w:rPr>
            </w:pPr>
            <w:hyperlink r:id="rId82" w:anchor="pr97" w:history="1">
              <w:r w:rsidR="002E172D" w:rsidRPr="002E172D">
                <w:rPr>
                  <w:rStyle w:val="Hyperlink"/>
                </w:rPr>
                <w:t>Bildentstehung Sammellinse</w:t>
              </w:r>
            </w:hyperlink>
          </w:p>
          <w:p w14:paraId="3ABB7F2A" w14:textId="77777777" w:rsidR="00AB7DB3" w:rsidRDefault="008E0101" w:rsidP="00CB2538">
            <w:pPr>
              <w:numPr>
                <w:ilvl w:val="0"/>
                <w:numId w:val="15"/>
              </w:numPr>
              <w:spacing w:line="360" w:lineRule="auto"/>
              <w:rPr>
                <w:rStyle w:val="Hyperlink"/>
              </w:rPr>
            </w:pPr>
            <w:hyperlink r:id="rId83" w:anchor="pr96" w:history="1">
              <w:r w:rsidR="00AB7DB3">
                <w:rPr>
                  <w:rStyle w:val="Hyperlink"/>
                </w:rPr>
                <w:t>Mikroskop</w:t>
              </w:r>
            </w:hyperlink>
          </w:p>
          <w:p w14:paraId="460A3FDB" w14:textId="77777777" w:rsidR="00AB7DB3" w:rsidRPr="00CB2538" w:rsidRDefault="00AB7DB3" w:rsidP="00CB2538">
            <w:pPr>
              <w:spacing w:line="360" w:lineRule="auto"/>
              <w:rPr>
                <w:b/>
                <w:sz w:val="24"/>
              </w:rPr>
            </w:pPr>
          </w:p>
          <w:p w14:paraId="124086FC" w14:textId="77777777" w:rsidR="00AB7DB3" w:rsidRDefault="00AB7DB3" w:rsidP="00AB7DB3">
            <w:pPr>
              <w:pStyle w:val="berschrift6"/>
            </w:pPr>
            <w:r>
              <w:t>Interferenz</w:t>
            </w:r>
          </w:p>
          <w:p w14:paraId="50871D87" w14:textId="77777777" w:rsidR="00AB7DB3" w:rsidRDefault="008E0101" w:rsidP="00CB2538">
            <w:pPr>
              <w:numPr>
                <w:ilvl w:val="0"/>
                <w:numId w:val="16"/>
              </w:numPr>
              <w:spacing w:line="360" w:lineRule="auto"/>
              <w:rPr>
                <w:rStyle w:val="Hyperlink"/>
              </w:rPr>
            </w:pPr>
            <w:hyperlink r:id="rId84" w:anchor="p26" w:history="1">
              <w:r w:rsidR="00AB7DB3">
                <w:rPr>
                  <w:rStyle w:val="Hyperlink"/>
                </w:rPr>
                <w:t>Wellenlän</w:t>
              </w:r>
              <w:bookmarkStart w:id="165" w:name="_Hlt497656284"/>
              <w:r w:rsidR="00AB7DB3">
                <w:rPr>
                  <w:rStyle w:val="Hyperlink"/>
                </w:rPr>
                <w:t>g</w:t>
              </w:r>
              <w:bookmarkEnd w:id="165"/>
              <w:r w:rsidR="00AB7DB3">
                <w:rPr>
                  <w:rStyle w:val="Hyperlink"/>
                </w:rPr>
                <w:t>e des sichtbaren L</w:t>
              </w:r>
              <w:bookmarkStart w:id="166" w:name="_Hlt191881653"/>
              <w:r w:rsidR="00AB7DB3">
                <w:rPr>
                  <w:rStyle w:val="Hyperlink"/>
                </w:rPr>
                <w:t>i</w:t>
              </w:r>
              <w:bookmarkEnd w:id="166"/>
              <w:r w:rsidR="00AB7DB3">
                <w:rPr>
                  <w:rStyle w:val="Hyperlink"/>
                </w:rPr>
                <w:t>chtes</w:t>
              </w:r>
            </w:hyperlink>
          </w:p>
          <w:bookmarkStart w:id="167" w:name="_Hlt191881726"/>
          <w:p w14:paraId="6A84B5C8" w14:textId="77777777" w:rsidR="00AB7DB3" w:rsidRDefault="00AB7DB3" w:rsidP="00CB2538">
            <w:pPr>
              <w:numPr>
                <w:ilvl w:val="0"/>
                <w:numId w:val="16"/>
              </w:numPr>
              <w:spacing w:line="360" w:lineRule="auto"/>
              <w:rPr>
                <w:rStyle w:val="Hyperlink"/>
              </w:rPr>
            </w:pPr>
            <w:r>
              <w:rPr>
                <w:rStyle w:val="Hyperlink"/>
              </w:rPr>
              <w:fldChar w:fldCharType="begin"/>
            </w:r>
            <w:r w:rsidR="00D25266">
              <w:rPr>
                <w:rStyle w:val="Hyperlink"/>
              </w:rPr>
              <w:instrText>HYPERLINK "protokol</w:instrText>
            </w:r>
            <w:r w:rsidR="008B5ED4">
              <w:rPr>
                <w:rStyle w:val="Hyperlink"/>
              </w:rPr>
              <w:instrText>.docx</w:instrText>
            </w:r>
            <w:r w:rsidR="00D25266">
              <w:rPr>
                <w:rStyle w:val="Hyperlink"/>
              </w:rPr>
              <w:instrText>" \l "p40"</w:instrText>
            </w:r>
            <w:r>
              <w:rPr>
                <w:rStyle w:val="Hyperlink"/>
              </w:rPr>
              <w:fldChar w:fldCharType="separate"/>
            </w:r>
            <w:r>
              <w:rPr>
                <w:rStyle w:val="Hyperlink"/>
              </w:rPr>
              <w:t>Wel</w:t>
            </w:r>
            <w:bookmarkStart w:id="168" w:name="_Hlt497704914"/>
            <w:r>
              <w:rPr>
                <w:rStyle w:val="Hyperlink"/>
              </w:rPr>
              <w:t>l</w:t>
            </w:r>
            <w:bookmarkEnd w:id="168"/>
            <w:r>
              <w:rPr>
                <w:rStyle w:val="Hyperlink"/>
              </w:rPr>
              <w:t>enlänge von Licht</w:t>
            </w:r>
          </w:p>
          <w:p w14:paraId="003EAF86" w14:textId="77777777" w:rsidR="00AB7DB3" w:rsidRDefault="00AB7DB3" w:rsidP="00CB2538">
            <w:pPr>
              <w:numPr>
                <w:ilvl w:val="0"/>
                <w:numId w:val="16"/>
              </w:numPr>
              <w:spacing w:line="360" w:lineRule="auto"/>
              <w:rPr>
                <w:rStyle w:val="Hyperlink"/>
              </w:rPr>
            </w:pPr>
            <w:r>
              <w:rPr>
                <w:rStyle w:val="Hyperlink"/>
              </w:rPr>
              <w:fldChar w:fldCharType="end"/>
            </w:r>
            <w:bookmarkEnd w:id="167"/>
            <w:r>
              <w:rPr>
                <w:rStyle w:val="Hyperlink"/>
              </w:rPr>
              <w:fldChar w:fldCharType="begin"/>
            </w:r>
            <w:r w:rsidR="00D25266">
              <w:rPr>
                <w:rStyle w:val="Hyperlink"/>
              </w:rPr>
              <w:instrText>HYPERLINK "protokol</w:instrText>
            </w:r>
            <w:r w:rsidR="008B5ED4">
              <w:rPr>
                <w:rStyle w:val="Hyperlink"/>
              </w:rPr>
              <w:instrText>.docx</w:instrText>
            </w:r>
            <w:r w:rsidR="00D25266">
              <w:rPr>
                <w:rStyle w:val="Hyperlink"/>
              </w:rPr>
              <w:instrText>" \l "p62"</w:instrText>
            </w:r>
            <w:r>
              <w:rPr>
                <w:rStyle w:val="Hyperlink"/>
              </w:rPr>
              <w:fldChar w:fldCharType="separate"/>
            </w:r>
            <w:r>
              <w:rPr>
                <w:rStyle w:val="Hyperlink"/>
              </w:rPr>
              <w:t>Gitterkonstante eines optischen Gitters</w:t>
            </w:r>
            <w:r>
              <w:rPr>
                <w:rStyle w:val="Hyperlink"/>
              </w:rPr>
              <w:fldChar w:fldCharType="end"/>
            </w:r>
          </w:p>
          <w:p w14:paraId="7FE05070" w14:textId="77777777" w:rsidR="00276405" w:rsidRDefault="008E0101" w:rsidP="00CB2538">
            <w:pPr>
              <w:numPr>
                <w:ilvl w:val="0"/>
                <w:numId w:val="16"/>
              </w:numPr>
              <w:spacing w:line="360" w:lineRule="auto"/>
              <w:rPr>
                <w:rStyle w:val="Hyperlink"/>
              </w:rPr>
            </w:pPr>
            <w:hyperlink r:id="rId85" w:anchor="pr98" w:history="1">
              <w:r w:rsidR="00276405" w:rsidRPr="00276405">
                <w:rPr>
                  <w:rStyle w:val="Hyperlink"/>
                </w:rPr>
                <w:t>Wellenlänge von Licht mit Doppelkeilspalt</w:t>
              </w:r>
            </w:hyperlink>
          </w:p>
          <w:p w14:paraId="5B7AD1B2" w14:textId="77777777" w:rsidR="00DA2822" w:rsidRDefault="008E0101" w:rsidP="00CB2538">
            <w:pPr>
              <w:numPr>
                <w:ilvl w:val="0"/>
                <w:numId w:val="16"/>
              </w:numPr>
              <w:spacing w:line="360" w:lineRule="auto"/>
              <w:rPr>
                <w:rStyle w:val="Hyperlink"/>
              </w:rPr>
            </w:pPr>
            <w:hyperlink r:id="rId86" w:anchor="pr120" w:history="1">
              <w:r w:rsidR="00DA2822" w:rsidRPr="00DA2822">
                <w:rPr>
                  <w:rStyle w:val="Hyperlink"/>
                </w:rPr>
                <w:t>Wellenlänge von Licht mit Gitter 4</w:t>
              </w:r>
            </w:hyperlink>
          </w:p>
          <w:p w14:paraId="11CB8F61" w14:textId="77777777" w:rsidR="00276405" w:rsidRDefault="00276405" w:rsidP="00CB2538">
            <w:pPr>
              <w:spacing w:line="360" w:lineRule="auto"/>
              <w:rPr>
                <w:rStyle w:val="Hyperlink"/>
              </w:rPr>
            </w:pPr>
          </w:p>
          <w:p w14:paraId="49483D6D" w14:textId="77777777" w:rsidR="00AB7DB3" w:rsidRDefault="00AB7DB3" w:rsidP="00CB2538">
            <w:pPr>
              <w:jc w:val="center"/>
            </w:pPr>
          </w:p>
        </w:tc>
      </w:tr>
    </w:tbl>
    <w:p w14:paraId="2B9AD08D" w14:textId="77777777" w:rsidR="00AB7DB3" w:rsidRDefault="00AB7DB3" w:rsidP="004E65AE">
      <w:pPr>
        <w:jc w:val="center"/>
      </w:pPr>
    </w:p>
    <w:p w14:paraId="6D3F7747" w14:textId="77777777" w:rsidR="00AB7DB3" w:rsidRDefault="00AB7DB3" w:rsidP="004E65AE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4961"/>
      </w:tblGrid>
      <w:tr w:rsidR="00AB7DB3" w14:paraId="5EB65973" w14:textId="77777777" w:rsidTr="00AB7DB3">
        <w:trPr>
          <w:trHeight w:val="70"/>
        </w:trPr>
        <w:tc>
          <w:tcPr>
            <w:tcW w:w="9993" w:type="dxa"/>
            <w:gridSpan w:val="2"/>
          </w:tcPr>
          <w:p w14:paraId="36CFD8A1" w14:textId="77777777" w:rsidR="00AB7DB3" w:rsidRDefault="00AB7DB3" w:rsidP="00AB7DB3">
            <w:pPr>
              <w:pStyle w:val="berschrift5"/>
              <w:rPr>
                <w:sz w:val="24"/>
              </w:rPr>
            </w:pPr>
            <w:r>
              <w:t>Thermodynamik</w:t>
            </w:r>
          </w:p>
        </w:tc>
      </w:tr>
      <w:bookmarkStart w:id="169" w:name="_Hlt497656394"/>
      <w:tr w:rsidR="004E65AE" w14:paraId="7B467D3F" w14:textId="77777777" w:rsidTr="004E65AE">
        <w:trPr>
          <w:trHeight w:val="70"/>
        </w:trPr>
        <w:tc>
          <w:tcPr>
            <w:tcW w:w="5032" w:type="dxa"/>
          </w:tcPr>
          <w:p w14:paraId="14927D20" w14:textId="77777777" w:rsidR="00AB7DB3" w:rsidRDefault="00AB7DB3" w:rsidP="00AB7DB3">
            <w:pPr>
              <w:numPr>
                <w:ilvl w:val="0"/>
                <w:numId w:val="17"/>
              </w:numPr>
              <w:spacing w:line="360" w:lineRule="auto"/>
              <w:rPr>
                <w:rStyle w:val="Hyperlink"/>
              </w:rPr>
            </w:pPr>
            <w:r>
              <w:rPr>
                <w:rStyle w:val="Hyperlink"/>
              </w:rPr>
              <w:fldChar w:fldCharType="begin"/>
            </w:r>
            <w:r w:rsidR="00D25266">
              <w:rPr>
                <w:rStyle w:val="Hyperlink"/>
              </w:rPr>
              <w:instrText>HYPERLINK "protokol</w:instrText>
            </w:r>
            <w:r w:rsidR="008B5ED4">
              <w:rPr>
                <w:rStyle w:val="Hyperlink"/>
              </w:rPr>
              <w:instrText>.docx</w:instrText>
            </w:r>
            <w:r w:rsidR="00D25266">
              <w:rPr>
                <w:rStyle w:val="Hyperlink"/>
              </w:rPr>
              <w:instrText>" \l "p30"</w:instrText>
            </w:r>
            <w:r>
              <w:rPr>
                <w:rStyle w:val="Hyperlink"/>
              </w:rPr>
              <w:fldChar w:fldCharType="separate"/>
            </w:r>
            <w:r>
              <w:rPr>
                <w:rStyle w:val="Hyperlink"/>
              </w:rPr>
              <w:t>Spe</w:t>
            </w:r>
            <w:bookmarkStart w:id="170" w:name="_Hlt497704169"/>
            <w:r>
              <w:rPr>
                <w:rStyle w:val="Hyperlink"/>
              </w:rPr>
              <w:t>z</w:t>
            </w:r>
            <w:bookmarkEnd w:id="170"/>
            <w:r>
              <w:rPr>
                <w:rStyle w:val="Hyperlink"/>
              </w:rPr>
              <w:t>ifi</w:t>
            </w:r>
            <w:bookmarkStart w:id="171" w:name="_Hlt191876973"/>
            <w:r>
              <w:rPr>
                <w:rStyle w:val="Hyperlink"/>
              </w:rPr>
              <w:t>s</w:t>
            </w:r>
            <w:bookmarkEnd w:id="171"/>
            <w:r>
              <w:rPr>
                <w:rStyle w:val="Hyperlink"/>
              </w:rPr>
              <w:t>che</w:t>
            </w:r>
            <w:bookmarkStart w:id="172" w:name="_Hlt497704233"/>
            <w:bookmarkStart w:id="173" w:name="_Hlt497704175"/>
            <w:bookmarkEnd w:id="172"/>
            <w:r>
              <w:rPr>
                <w:rStyle w:val="Hyperlink"/>
              </w:rPr>
              <w:t xml:space="preserve"> </w:t>
            </w:r>
            <w:bookmarkEnd w:id="173"/>
            <w:r>
              <w:rPr>
                <w:rStyle w:val="Hyperlink"/>
              </w:rPr>
              <w:t>Wärme</w:t>
            </w:r>
            <w:bookmarkStart w:id="174" w:name="_Hlt497704155"/>
            <w:r>
              <w:rPr>
                <w:rStyle w:val="Hyperlink"/>
              </w:rPr>
              <w:t>k</w:t>
            </w:r>
            <w:bookmarkEnd w:id="174"/>
            <w:r>
              <w:rPr>
                <w:rStyle w:val="Hyperlink"/>
              </w:rPr>
              <w:t>apazität von Flüssigkeiten</w:t>
            </w:r>
            <w:bookmarkEnd w:id="169"/>
            <w:r>
              <w:rPr>
                <w:rStyle w:val="Hyperlink"/>
              </w:rPr>
              <w:fldChar w:fldCharType="end"/>
            </w:r>
          </w:p>
          <w:bookmarkStart w:id="175" w:name="_Hlt497658186"/>
          <w:p w14:paraId="52D70120" w14:textId="77777777" w:rsidR="00AB7DB3" w:rsidRDefault="00AB7DB3" w:rsidP="00AB7DB3">
            <w:pPr>
              <w:numPr>
                <w:ilvl w:val="0"/>
                <w:numId w:val="17"/>
              </w:numPr>
              <w:spacing w:line="360" w:lineRule="auto"/>
              <w:rPr>
                <w:rStyle w:val="Hyperlink"/>
              </w:rPr>
            </w:pPr>
            <w:r>
              <w:rPr>
                <w:rStyle w:val="Hyperlink"/>
              </w:rPr>
              <w:fldChar w:fldCharType="begin"/>
            </w:r>
            <w:r w:rsidR="00D25266">
              <w:rPr>
                <w:rStyle w:val="Hyperlink"/>
              </w:rPr>
              <w:instrText>HYPERLINK "protokol</w:instrText>
            </w:r>
            <w:r w:rsidR="008B5ED4">
              <w:rPr>
                <w:rStyle w:val="Hyperlink"/>
              </w:rPr>
              <w:instrText>.docx</w:instrText>
            </w:r>
            <w:r w:rsidR="00D25266">
              <w:rPr>
                <w:rStyle w:val="Hyperlink"/>
              </w:rPr>
              <w:instrText>" \l "p34"</w:instrText>
            </w:r>
            <w:r>
              <w:rPr>
                <w:rStyle w:val="Hyperlink"/>
              </w:rPr>
              <w:fldChar w:fldCharType="separate"/>
            </w:r>
            <w:r>
              <w:rPr>
                <w:rStyle w:val="Hyperlink"/>
              </w:rPr>
              <w:t>Spez</w:t>
            </w:r>
            <w:bookmarkStart w:id="176" w:name="_Hlt497704501"/>
            <w:r>
              <w:rPr>
                <w:rStyle w:val="Hyperlink"/>
              </w:rPr>
              <w:t>i</w:t>
            </w:r>
            <w:bookmarkEnd w:id="176"/>
            <w:r>
              <w:rPr>
                <w:rStyle w:val="Hyperlink"/>
              </w:rPr>
              <w:t>fi</w:t>
            </w:r>
            <w:bookmarkStart w:id="177" w:name="_Hlt497704493"/>
            <w:r>
              <w:rPr>
                <w:rStyle w:val="Hyperlink"/>
              </w:rPr>
              <w:t>s</w:t>
            </w:r>
            <w:bookmarkEnd w:id="177"/>
            <w:r>
              <w:rPr>
                <w:rStyle w:val="Hyperlink"/>
              </w:rPr>
              <w:t>ch</w:t>
            </w:r>
            <w:bookmarkStart w:id="178" w:name="_Hlt191876969"/>
            <w:r>
              <w:rPr>
                <w:rStyle w:val="Hyperlink"/>
              </w:rPr>
              <w:t>e</w:t>
            </w:r>
            <w:bookmarkEnd w:id="178"/>
            <w:r>
              <w:rPr>
                <w:rStyle w:val="Hyperlink"/>
              </w:rPr>
              <w:t xml:space="preserve"> Schmelz- und Verdampfungswärme</w:t>
            </w:r>
            <w:bookmarkEnd w:id="175"/>
          </w:p>
          <w:p w14:paraId="1D5313ED" w14:textId="77777777" w:rsidR="00AB7DB3" w:rsidRDefault="00AB7DB3" w:rsidP="00AB7DB3">
            <w:pPr>
              <w:numPr>
                <w:ilvl w:val="0"/>
                <w:numId w:val="17"/>
              </w:numPr>
              <w:spacing w:line="360" w:lineRule="auto"/>
              <w:rPr>
                <w:rStyle w:val="Hyperlink"/>
              </w:rPr>
            </w:pPr>
            <w:r>
              <w:rPr>
                <w:rStyle w:val="Hyperlink"/>
              </w:rPr>
              <w:fldChar w:fldCharType="end"/>
            </w:r>
            <w:hyperlink r:id="rId87" w:anchor="p59" w:history="1">
              <w:r>
                <w:rPr>
                  <w:rStyle w:val="Hyperlink"/>
                </w:rPr>
                <w:t>W</w:t>
              </w:r>
              <w:bookmarkStart w:id="179" w:name="_Hlt158360142"/>
              <w:r>
                <w:rPr>
                  <w:rStyle w:val="Hyperlink"/>
                </w:rPr>
                <w:t>ä</w:t>
              </w:r>
              <w:bookmarkEnd w:id="179"/>
              <w:r>
                <w:rPr>
                  <w:rStyle w:val="Hyperlink"/>
                </w:rPr>
                <w:t>rme</w:t>
              </w:r>
              <w:bookmarkStart w:id="180" w:name="_Hlt1219975"/>
              <w:r>
                <w:rPr>
                  <w:rStyle w:val="Hyperlink"/>
                </w:rPr>
                <w:t>ü</w:t>
              </w:r>
              <w:bookmarkEnd w:id="180"/>
              <w:r>
                <w:rPr>
                  <w:rStyle w:val="Hyperlink"/>
                </w:rPr>
                <w:t>bertragung</w:t>
              </w:r>
            </w:hyperlink>
          </w:p>
          <w:p w14:paraId="173022C6" w14:textId="77777777" w:rsidR="00AB7DB3" w:rsidRDefault="008E0101" w:rsidP="00AB7DB3">
            <w:pPr>
              <w:numPr>
                <w:ilvl w:val="0"/>
                <w:numId w:val="17"/>
              </w:numPr>
              <w:spacing w:line="360" w:lineRule="auto"/>
              <w:rPr>
                <w:rStyle w:val="Hyperlink"/>
              </w:rPr>
            </w:pPr>
            <w:hyperlink r:id="rId88" w:anchor="pr81" w:history="1">
              <w:r w:rsidR="00AB7DB3">
                <w:rPr>
                  <w:rStyle w:val="Hyperlink"/>
                </w:rPr>
                <w:t>Art ei</w:t>
              </w:r>
              <w:bookmarkStart w:id="181" w:name="_Hlt163606804"/>
              <w:r w:rsidR="00AB7DB3">
                <w:rPr>
                  <w:rStyle w:val="Hyperlink"/>
                </w:rPr>
                <w:t>n</w:t>
              </w:r>
              <w:bookmarkEnd w:id="181"/>
              <w:r w:rsidR="00AB7DB3">
                <w:rPr>
                  <w:rStyle w:val="Hyperlink"/>
                </w:rPr>
                <w:t>e</w:t>
              </w:r>
              <w:bookmarkStart w:id="182" w:name="_Hlt163606825"/>
              <w:r w:rsidR="00AB7DB3">
                <w:rPr>
                  <w:rStyle w:val="Hyperlink"/>
                </w:rPr>
                <w:t>r</w:t>
              </w:r>
              <w:bookmarkEnd w:id="182"/>
              <w:r w:rsidR="00AB7DB3">
                <w:rPr>
                  <w:rStyle w:val="Hyperlink"/>
                </w:rPr>
                <w:t xml:space="preserve"> Flüssigkeit</w:t>
              </w:r>
            </w:hyperlink>
          </w:p>
          <w:p w14:paraId="2CB2B7D5" w14:textId="77777777" w:rsidR="00AB7DB3" w:rsidRDefault="008E0101" w:rsidP="00AB7DB3">
            <w:pPr>
              <w:numPr>
                <w:ilvl w:val="0"/>
                <w:numId w:val="17"/>
              </w:numPr>
              <w:spacing w:line="360" w:lineRule="auto"/>
              <w:rPr>
                <w:rStyle w:val="Hyperlink"/>
              </w:rPr>
            </w:pPr>
            <w:hyperlink r:id="rId89" w:anchor="pr83" w:history="1">
              <w:r w:rsidR="00AB7DB3">
                <w:rPr>
                  <w:rStyle w:val="Hyperlink"/>
                </w:rPr>
                <w:t>Spezifische S</w:t>
              </w:r>
              <w:bookmarkStart w:id="183" w:name="_Hlt163606930"/>
              <w:r w:rsidR="00AB7DB3">
                <w:rPr>
                  <w:rStyle w:val="Hyperlink"/>
                </w:rPr>
                <w:t>c</w:t>
              </w:r>
              <w:bookmarkEnd w:id="183"/>
              <w:r w:rsidR="00AB7DB3">
                <w:rPr>
                  <w:rStyle w:val="Hyperlink"/>
                </w:rPr>
                <w:t>hmelzwärme von Eis</w:t>
              </w:r>
            </w:hyperlink>
          </w:p>
          <w:p w14:paraId="5F433F2B" w14:textId="77777777" w:rsidR="001E2975" w:rsidRDefault="001E2975" w:rsidP="001E2975">
            <w:pPr>
              <w:pStyle w:val="berschrift5"/>
            </w:pPr>
          </w:p>
          <w:p w14:paraId="31DB37D4" w14:textId="77777777" w:rsidR="004E65AE" w:rsidRDefault="004E65AE" w:rsidP="00AB7DB3">
            <w:pPr>
              <w:spacing w:line="360" w:lineRule="auto"/>
              <w:rPr>
                <w:sz w:val="24"/>
              </w:rPr>
            </w:pPr>
          </w:p>
        </w:tc>
        <w:tc>
          <w:tcPr>
            <w:tcW w:w="4961" w:type="dxa"/>
          </w:tcPr>
          <w:p w14:paraId="41F98660" w14:textId="77777777" w:rsidR="004E65AE" w:rsidRDefault="004E65AE" w:rsidP="004E65AE">
            <w:pPr>
              <w:spacing w:line="360" w:lineRule="auto"/>
              <w:rPr>
                <w:sz w:val="24"/>
              </w:rPr>
            </w:pPr>
          </w:p>
          <w:p w14:paraId="1CA4D9DC" w14:textId="77777777" w:rsidR="004E65AE" w:rsidRDefault="004E65AE" w:rsidP="004E65AE">
            <w:pPr>
              <w:spacing w:line="360" w:lineRule="auto"/>
              <w:rPr>
                <w:b/>
                <w:sz w:val="24"/>
                <w:u w:val="single"/>
              </w:rPr>
            </w:pPr>
          </w:p>
        </w:tc>
      </w:tr>
    </w:tbl>
    <w:p w14:paraId="5A3FE028" w14:textId="77777777" w:rsidR="00964BD4" w:rsidRPr="00A117BC" w:rsidRDefault="00964BD4" w:rsidP="008E0101"/>
    <w:sectPr w:rsidR="00964BD4" w:rsidRPr="00A117BC" w:rsidSect="00F86E54">
      <w:headerReference w:type="default" r:id="rId90"/>
      <w:footerReference w:type="default" r:id="rId91"/>
      <w:type w:val="continuous"/>
      <w:pgSz w:w="11906" w:h="16838" w:code="9"/>
      <w:pgMar w:top="720" w:right="720" w:bottom="720" w:left="720" w:header="720" w:footer="124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EFE110" w14:textId="77777777" w:rsidR="00D928A3" w:rsidRDefault="00D928A3">
      <w:r>
        <w:separator/>
      </w:r>
    </w:p>
    <w:p w14:paraId="609A0A96" w14:textId="77777777" w:rsidR="00D928A3" w:rsidRDefault="00D928A3"/>
  </w:endnote>
  <w:endnote w:type="continuationSeparator" w:id="0">
    <w:p w14:paraId="41080687" w14:textId="77777777" w:rsidR="00D928A3" w:rsidRDefault="00D928A3">
      <w:r>
        <w:continuationSeparator/>
      </w:r>
    </w:p>
    <w:p w14:paraId="6BEF5277" w14:textId="77777777" w:rsidR="00D928A3" w:rsidRDefault="00D928A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que Extend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45D52D" w14:textId="77777777" w:rsidR="00D928A3" w:rsidRDefault="00D928A3">
    <w:pPr>
      <w:pStyle w:val="Fuzeile"/>
    </w:pPr>
    <w: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8E0101">
      <w:rPr>
        <w:noProof/>
      </w:rPr>
      <w:t>3</w:t>
    </w:r>
    <w:r>
      <w:fldChar w:fldCharType="end"/>
    </w:r>
    <w:r>
      <w:t xml:space="preserve"> von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8E0101">
      <w:rPr>
        <w:noProof/>
      </w:rPr>
      <w:t>4</w:t>
    </w:r>
    <w:r>
      <w:rPr>
        <w:noProof/>
      </w:rPr>
      <w:fldChar w:fldCharType="end"/>
    </w:r>
  </w:p>
  <w:p w14:paraId="020FFF2F" w14:textId="77777777" w:rsidR="00D928A3" w:rsidRDefault="00D928A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874B8D" w14:textId="77777777" w:rsidR="00D928A3" w:rsidRDefault="00D928A3">
      <w:r>
        <w:separator/>
      </w:r>
    </w:p>
    <w:p w14:paraId="646A4513" w14:textId="77777777" w:rsidR="00D928A3" w:rsidRDefault="00D928A3"/>
  </w:footnote>
  <w:footnote w:type="continuationSeparator" w:id="0">
    <w:p w14:paraId="0E78C15E" w14:textId="77777777" w:rsidR="00D928A3" w:rsidRDefault="00D928A3">
      <w:r>
        <w:continuationSeparator/>
      </w:r>
    </w:p>
    <w:p w14:paraId="499EEBB8" w14:textId="77777777" w:rsidR="00D928A3" w:rsidRDefault="00D928A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E4F3BB" w14:textId="77777777" w:rsidR="00D928A3" w:rsidRDefault="00D928A3">
    <w:pPr>
      <w:pStyle w:val="Kopfzeile"/>
    </w:pPr>
    <w:proofErr w:type="spellStart"/>
    <w:r>
      <w:t>Pittys</w:t>
    </w:r>
    <w:proofErr w:type="spellEnd"/>
    <w:r>
      <w:t xml:space="preserve"> Physikaufgaben – Übersicht Protokolle</w:t>
    </w:r>
  </w:p>
  <w:p w14:paraId="446703EE" w14:textId="77777777" w:rsidR="00D928A3" w:rsidRDefault="00D928A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D6C75"/>
    <w:multiLevelType w:val="hybridMultilevel"/>
    <w:tmpl w:val="2C16AE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437B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7F1204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AF96B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BDA33C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E6302CA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2C22604"/>
    <w:multiLevelType w:val="hybridMultilevel"/>
    <w:tmpl w:val="64C8AE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F24E0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DD3247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F1E563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04217B0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BF0160A"/>
    <w:multiLevelType w:val="hybridMultilevel"/>
    <w:tmpl w:val="8AF669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F55D7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D9C55B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F414F39"/>
    <w:multiLevelType w:val="hybridMultilevel"/>
    <w:tmpl w:val="F0BC1932"/>
    <w:lvl w:ilvl="0" w:tplc="D638C5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FF"/>
        <w:sz w:val="24"/>
        <w:u w:color="0000FF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FF43C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F7910D3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0F7619D"/>
    <w:multiLevelType w:val="multilevel"/>
    <w:tmpl w:val="E1E81E98"/>
    <w:lvl w:ilvl="0">
      <w:start w:val="1"/>
      <w:numFmt w:val="lowerLetter"/>
      <w:pStyle w:val="Aufzhlungszeichen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ABC23E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C0038F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622D3162"/>
    <w:multiLevelType w:val="singleLevel"/>
    <w:tmpl w:val="BFEEA830"/>
    <w:lvl w:ilvl="0">
      <w:start w:val="1"/>
      <w:numFmt w:val="bullet"/>
      <w:pStyle w:val="Aufzhlungszeiche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6E6726F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CB91436"/>
    <w:multiLevelType w:val="hybridMultilevel"/>
    <w:tmpl w:val="1A78E5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7"/>
  </w:num>
  <w:num w:numId="4">
    <w:abstractNumId w:val="19"/>
  </w:num>
  <w:num w:numId="5">
    <w:abstractNumId w:val="12"/>
  </w:num>
  <w:num w:numId="6">
    <w:abstractNumId w:val="5"/>
  </w:num>
  <w:num w:numId="7">
    <w:abstractNumId w:val="13"/>
  </w:num>
  <w:num w:numId="8">
    <w:abstractNumId w:val="10"/>
  </w:num>
  <w:num w:numId="9">
    <w:abstractNumId w:val="21"/>
  </w:num>
  <w:num w:numId="10">
    <w:abstractNumId w:val="16"/>
  </w:num>
  <w:num w:numId="11">
    <w:abstractNumId w:val="3"/>
  </w:num>
  <w:num w:numId="12">
    <w:abstractNumId w:val="4"/>
  </w:num>
  <w:num w:numId="13">
    <w:abstractNumId w:val="18"/>
  </w:num>
  <w:num w:numId="14">
    <w:abstractNumId w:val="2"/>
  </w:num>
  <w:num w:numId="15">
    <w:abstractNumId w:val="8"/>
  </w:num>
  <w:num w:numId="16">
    <w:abstractNumId w:val="9"/>
  </w:num>
  <w:num w:numId="17">
    <w:abstractNumId w:val="1"/>
  </w:num>
  <w:num w:numId="18">
    <w:abstractNumId w:val="15"/>
  </w:num>
  <w:num w:numId="19">
    <w:abstractNumId w:val="14"/>
  </w:num>
  <w:num w:numId="20">
    <w:abstractNumId w:val="11"/>
  </w:num>
  <w:num w:numId="21">
    <w:abstractNumId w:val="22"/>
  </w:num>
  <w:num w:numId="22">
    <w:abstractNumId w:val="6"/>
  </w:num>
  <w:num w:numId="23">
    <w:abstractNumId w:val="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activeWritingStyle w:appName="MSWord" w:lang="de-DE" w:vendorID="9" w:dllVersion="512" w:checkStyle="1"/>
  <w:activeWritingStyle w:appName="MSWord" w:lang="it-IT" w:vendorID="3" w:dllVersion="517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65AE"/>
    <w:rsid w:val="000004A8"/>
    <w:rsid w:val="00005880"/>
    <w:rsid w:val="000326B8"/>
    <w:rsid w:val="00044767"/>
    <w:rsid w:val="00096AB2"/>
    <w:rsid w:val="000C70C5"/>
    <w:rsid w:val="000E072B"/>
    <w:rsid w:val="000E2DD6"/>
    <w:rsid w:val="000F44EC"/>
    <w:rsid w:val="00117071"/>
    <w:rsid w:val="00121C35"/>
    <w:rsid w:val="001223AF"/>
    <w:rsid w:val="0013015D"/>
    <w:rsid w:val="00136BB1"/>
    <w:rsid w:val="00170126"/>
    <w:rsid w:val="001B055C"/>
    <w:rsid w:val="001C46EE"/>
    <w:rsid w:val="001E2975"/>
    <w:rsid w:val="001E3D9B"/>
    <w:rsid w:val="001F5E7B"/>
    <w:rsid w:val="00210A4B"/>
    <w:rsid w:val="00216312"/>
    <w:rsid w:val="00222561"/>
    <w:rsid w:val="00227470"/>
    <w:rsid w:val="00245167"/>
    <w:rsid w:val="00246A55"/>
    <w:rsid w:val="002519B1"/>
    <w:rsid w:val="0027284C"/>
    <w:rsid w:val="00276405"/>
    <w:rsid w:val="00280F0A"/>
    <w:rsid w:val="00287677"/>
    <w:rsid w:val="002922CB"/>
    <w:rsid w:val="002B1C8B"/>
    <w:rsid w:val="002C1070"/>
    <w:rsid w:val="002E172D"/>
    <w:rsid w:val="002E21C2"/>
    <w:rsid w:val="002E4555"/>
    <w:rsid w:val="002F208E"/>
    <w:rsid w:val="00300670"/>
    <w:rsid w:val="0032129B"/>
    <w:rsid w:val="00351443"/>
    <w:rsid w:val="00356668"/>
    <w:rsid w:val="00381D96"/>
    <w:rsid w:val="00397E57"/>
    <w:rsid w:val="003A3C54"/>
    <w:rsid w:val="003B7079"/>
    <w:rsid w:val="003B7349"/>
    <w:rsid w:val="003C687B"/>
    <w:rsid w:val="003F1417"/>
    <w:rsid w:val="003F2DEC"/>
    <w:rsid w:val="0040232B"/>
    <w:rsid w:val="0041578D"/>
    <w:rsid w:val="00421347"/>
    <w:rsid w:val="00433083"/>
    <w:rsid w:val="0044169F"/>
    <w:rsid w:val="00441B1C"/>
    <w:rsid w:val="004456F9"/>
    <w:rsid w:val="00450C37"/>
    <w:rsid w:val="00453A8C"/>
    <w:rsid w:val="004540E0"/>
    <w:rsid w:val="00456170"/>
    <w:rsid w:val="004809B6"/>
    <w:rsid w:val="004A5ABB"/>
    <w:rsid w:val="004E65AE"/>
    <w:rsid w:val="004F479F"/>
    <w:rsid w:val="00512574"/>
    <w:rsid w:val="0053466D"/>
    <w:rsid w:val="005461A4"/>
    <w:rsid w:val="005615F1"/>
    <w:rsid w:val="0056727D"/>
    <w:rsid w:val="00595DCA"/>
    <w:rsid w:val="005A669F"/>
    <w:rsid w:val="005A6F75"/>
    <w:rsid w:val="005B0960"/>
    <w:rsid w:val="005B2D65"/>
    <w:rsid w:val="005D011F"/>
    <w:rsid w:val="005E1E34"/>
    <w:rsid w:val="0062548F"/>
    <w:rsid w:val="0063445B"/>
    <w:rsid w:val="00674836"/>
    <w:rsid w:val="006748D8"/>
    <w:rsid w:val="0069760B"/>
    <w:rsid w:val="006A079D"/>
    <w:rsid w:val="006A14A3"/>
    <w:rsid w:val="006C101F"/>
    <w:rsid w:val="00700E2B"/>
    <w:rsid w:val="00711A86"/>
    <w:rsid w:val="00751C77"/>
    <w:rsid w:val="007723A5"/>
    <w:rsid w:val="00774A69"/>
    <w:rsid w:val="00776A96"/>
    <w:rsid w:val="00785F93"/>
    <w:rsid w:val="00790577"/>
    <w:rsid w:val="00792318"/>
    <w:rsid w:val="007A002E"/>
    <w:rsid w:val="007A3824"/>
    <w:rsid w:val="007C5680"/>
    <w:rsid w:val="007D1836"/>
    <w:rsid w:val="007E5C50"/>
    <w:rsid w:val="007F0341"/>
    <w:rsid w:val="007F327A"/>
    <w:rsid w:val="007F671A"/>
    <w:rsid w:val="00807A71"/>
    <w:rsid w:val="00844DFA"/>
    <w:rsid w:val="00860806"/>
    <w:rsid w:val="00863F00"/>
    <w:rsid w:val="00871830"/>
    <w:rsid w:val="008B5ED4"/>
    <w:rsid w:val="008C26D7"/>
    <w:rsid w:val="008E0101"/>
    <w:rsid w:val="008E7437"/>
    <w:rsid w:val="00902AE4"/>
    <w:rsid w:val="009247AC"/>
    <w:rsid w:val="00926A72"/>
    <w:rsid w:val="00935418"/>
    <w:rsid w:val="00964BD4"/>
    <w:rsid w:val="00983E54"/>
    <w:rsid w:val="009B3DFA"/>
    <w:rsid w:val="009B7B36"/>
    <w:rsid w:val="009D28AC"/>
    <w:rsid w:val="009D5818"/>
    <w:rsid w:val="009E28F0"/>
    <w:rsid w:val="009F40B2"/>
    <w:rsid w:val="00A117BC"/>
    <w:rsid w:val="00A32A20"/>
    <w:rsid w:val="00A43015"/>
    <w:rsid w:val="00A44D8F"/>
    <w:rsid w:val="00A6165F"/>
    <w:rsid w:val="00A73E09"/>
    <w:rsid w:val="00AA2D3A"/>
    <w:rsid w:val="00AA4319"/>
    <w:rsid w:val="00AB3C46"/>
    <w:rsid w:val="00AB7DB3"/>
    <w:rsid w:val="00AD5FE9"/>
    <w:rsid w:val="00AD794A"/>
    <w:rsid w:val="00AF3B43"/>
    <w:rsid w:val="00AF57E6"/>
    <w:rsid w:val="00B21608"/>
    <w:rsid w:val="00B3410D"/>
    <w:rsid w:val="00B87FD6"/>
    <w:rsid w:val="00B9395E"/>
    <w:rsid w:val="00BA3290"/>
    <w:rsid w:val="00BB6EF1"/>
    <w:rsid w:val="00BD55C5"/>
    <w:rsid w:val="00BD7FC4"/>
    <w:rsid w:val="00BE4147"/>
    <w:rsid w:val="00C07553"/>
    <w:rsid w:val="00C16DE5"/>
    <w:rsid w:val="00C25D5A"/>
    <w:rsid w:val="00C62C4A"/>
    <w:rsid w:val="00C658B3"/>
    <w:rsid w:val="00C842C2"/>
    <w:rsid w:val="00C9291A"/>
    <w:rsid w:val="00C9701A"/>
    <w:rsid w:val="00CB2538"/>
    <w:rsid w:val="00CB3F6E"/>
    <w:rsid w:val="00CC4E80"/>
    <w:rsid w:val="00CE6140"/>
    <w:rsid w:val="00D17B69"/>
    <w:rsid w:val="00D25266"/>
    <w:rsid w:val="00D307F0"/>
    <w:rsid w:val="00D33C24"/>
    <w:rsid w:val="00D37458"/>
    <w:rsid w:val="00D57184"/>
    <w:rsid w:val="00D57321"/>
    <w:rsid w:val="00D72E05"/>
    <w:rsid w:val="00D928A3"/>
    <w:rsid w:val="00D92D4E"/>
    <w:rsid w:val="00D97863"/>
    <w:rsid w:val="00DA2822"/>
    <w:rsid w:val="00DA3985"/>
    <w:rsid w:val="00DA60E0"/>
    <w:rsid w:val="00DC3ADA"/>
    <w:rsid w:val="00DF244A"/>
    <w:rsid w:val="00E12F1B"/>
    <w:rsid w:val="00E5770F"/>
    <w:rsid w:val="00E72F45"/>
    <w:rsid w:val="00E83BCF"/>
    <w:rsid w:val="00E86C47"/>
    <w:rsid w:val="00EA3B27"/>
    <w:rsid w:val="00EA49B2"/>
    <w:rsid w:val="00EA59A3"/>
    <w:rsid w:val="00EA6ED6"/>
    <w:rsid w:val="00EC09ED"/>
    <w:rsid w:val="00EC4B4C"/>
    <w:rsid w:val="00EF7882"/>
    <w:rsid w:val="00F16576"/>
    <w:rsid w:val="00F20C04"/>
    <w:rsid w:val="00F308CE"/>
    <w:rsid w:val="00F57B0D"/>
    <w:rsid w:val="00F6668A"/>
    <w:rsid w:val="00F75A44"/>
    <w:rsid w:val="00F86E54"/>
    <w:rsid w:val="00F97E8E"/>
    <w:rsid w:val="00FF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6D4B5"/>
  <w15:chartTrackingRefBased/>
  <w15:docId w15:val="{078AE7CD-5DED-4B74-B063-FD874A544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E7437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kern w:val="32"/>
      <w:sz w:val="32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044767"/>
    <w:pPr>
      <w:keepNext/>
      <w:ind w:left="284" w:hanging="284"/>
      <w:jc w:val="center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rsid w:val="001F5E7B"/>
    <w:pPr>
      <w:keepNext/>
      <w:spacing w:before="240" w:after="60"/>
      <w:outlineLvl w:val="2"/>
    </w:pPr>
    <w:rPr>
      <w:b/>
      <w:sz w:val="28"/>
      <w:u w:val="single"/>
    </w:rPr>
  </w:style>
  <w:style w:type="paragraph" w:styleId="berschrift4">
    <w:name w:val="heading 4"/>
    <w:basedOn w:val="Standard"/>
    <w:next w:val="Standard"/>
    <w:qFormat/>
    <w:rsid w:val="001F5E7B"/>
    <w:pPr>
      <w:keepNext/>
      <w:spacing w:before="120" w:after="60"/>
      <w:jc w:val="center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autoRedefine/>
    <w:qFormat/>
    <w:rsid w:val="001E2975"/>
    <w:pPr>
      <w:spacing w:before="120" w:after="60"/>
      <w:jc w:val="center"/>
      <w:outlineLvl w:val="4"/>
    </w:pPr>
    <w:rPr>
      <w:b/>
      <w:bCs/>
      <w:i/>
      <w:iCs/>
      <w:sz w:val="26"/>
    </w:rPr>
  </w:style>
  <w:style w:type="paragraph" w:styleId="berschrift6">
    <w:name w:val="heading 6"/>
    <w:basedOn w:val="Standard"/>
    <w:next w:val="Standard"/>
    <w:qFormat/>
    <w:rsid w:val="001E2975"/>
    <w:pPr>
      <w:spacing w:before="240" w:after="60"/>
      <w:outlineLvl w:val="5"/>
    </w:pPr>
    <w:rPr>
      <w:b/>
      <w:color w:val="000000"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color w:val="FF00FF"/>
      <w:sz w:val="28"/>
    </w:rPr>
  </w:style>
  <w:style w:type="paragraph" w:styleId="berschrift8">
    <w:name w:val="heading 8"/>
    <w:basedOn w:val="Standard"/>
    <w:next w:val="Standard"/>
    <w:qFormat/>
    <w:pPr>
      <w:keepNext/>
      <w:outlineLvl w:val="7"/>
    </w:pPr>
    <w:rPr>
      <w:b/>
      <w:color w:val="FF00FF"/>
      <w:sz w:val="24"/>
    </w:rPr>
  </w:style>
  <w:style w:type="paragraph" w:styleId="berschrift9">
    <w:name w:val="heading 9"/>
    <w:basedOn w:val="Standard"/>
    <w:next w:val="Standard"/>
    <w:qFormat/>
    <w:pPr>
      <w:keepNext/>
      <w:outlineLvl w:val="8"/>
    </w:pPr>
    <w:rPr>
      <w:color w:val="FF00FF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autoRedefine/>
    <w:pPr>
      <w:numPr>
        <w:numId w:val="1"/>
      </w:numPr>
    </w:pPr>
  </w:style>
  <w:style w:type="paragraph" w:styleId="Aufzhlungszeichen2">
    <w:name w:val="List Bullet 2"/>
    <w:basedOn w:val="Standard"/>
    <w:autoRedefine/>
    <w:pPr>
      <w:numPr>
        <w:numId w:val="2"/>
      </w:numPr>
      <w:tabs>
        <w:tab w:val="clear" w:pos="360"/>
        <w:tab w:val="num" w:pos="643"/>
      </w:tabs>
      <w:ind w:left="643"/>
    </w:pPr>
  </w:style>
  <w:style w:type="paragraph" w:styleId="Blocktext">
    <w:name w:val="Block Text"/>
    <w:basedOn w:val="Standard"/>
    <w:pPr>
      <w:widowControl w:val="0"/>
      <w:ind w:left="284" w:right="720" w:hanging="284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BesuchterHyperlink">
    <w:name w:val="FollowedHyperlink"/>
    <w:rPr>
      <w:rFonts w:ascii="Arial" w:hAnsi="Arial"/>
      <w:dstrike w:val="0"/>
      <w:color w:val="0000FF"/>
      <w:sz w:val="24"/>
      <w:u w:val="single"/>
      <w:vertAlign w:val="baseline"/>
    </w:rPr>
  </w:style>
  <w:style w:type="character" w:styleId="Hyperlink">
    <w:name w:val="Hyperlink"/>
    <w:rsid w:val="005A6F75"/>
    <w:rPr>
      <w:rFonts w:ascii="Arial" w:hAnsi="Arial"/>
      <w:color w:val="0000FF"/>
      <w:sz w:val="24"/>
      <w:u w:val="single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NurText">
    <w:name w:val="Plain Text"/>
    <w:basedOn w:val="Standard"/>
    <w:rPr>
      <w:rFonts w:ascii="Courier New" w:hAnsi="Courier New"/>
    </w:rPr>
  </w:style>
  <w:style w:type="paragraph" w:styleId="Textkrper">
    <w:name w:val="Body Text"/>
    <w:basedOn w:val="Standard"/>
    <w:pPr>
      <w:spacing w:after="120"/>
    </w:pPr>
  </w:style>
  <w:style w:type="paragraph" w:styleId="Textkrper-Zeileneinzug">
    <w:name w:val="Body Text Indent"/>
    <w:basedOn w:val="Standard"/>
    <w:pPr>
      <w:ind w:left="284"/>
    </w:pPr>
    <w:rPr>
      <w:rFonts w:ascii="Unique Extended" w:hAnsi="Unique Extended"/>
    </w:rPr>
  </w:style>
  <w:style w:type="paragraph" w:styleId="Titel">
    <w:name w:val="Title"/>
    <w:basedOn w:val="Standard"/>
    <w:qFormat/>
    <w:pPr>
      <w:jc w:val="center"/>
    </w:pPr>
    <w:rPr>
      <w:i/>
      <w:color w:val="FF00FF"/>
      <w:sz w:val="28"/>
      <w:u w:val="single"/>
    </w:rPr>
  </w:style>
  <w:style w:type="paragraph" w:customStyle="1" w:styleId="Aufgabe">
    <w:name w:val="Aufgabe"/>
    <w:basedOn w:val="Standard"/>
    <w:pPr>
      <w:ind w:left="567" w:right="567"/>
      <w:jc w:val="both"/>
    </w:pPr>
    <w:rPr>
      <w:rFonts w:ascii="New York" w:hAnsi="New York"/>
      <w:sz w:val="24"/>
    </w:rPr>
  </w:style>
  <w:style w:type="paragraph" w:customStyle="1" w:styleId="Text">
    <w:name w:val="Text"/>
    <w:basedOn w:val="Standard"/>
    <w:rPr>
      <w:rFonts w:ascii="Tms Rmn" w:hAnsi="Tms Rmn"/>
      <w:shadow/>
      <w:noProof/>
    </w:rPr>
  </w:style>
  <w:style w:type="paragraph" w:customStyle="1" w:styleId="WW-Caption">
    <w:name w:val="WW-Caption"/>
    <w:basedOn w:val="Standard"/>
    <w:next w:val="Standard"/>
    <w:pPr>
      <w:suppressAutoHyphens/>
      <w:spacing w:before="120" w:after="120"/>
    </w:pPr>
    <w:rPr>
      <w:b/>
    </w:rPr>
  </w:style>
  <w:style w:type="paragraph" w:customStyle="1" w:styleId="Vorgabetext">
    <w:name w:val="Vorgabetext"/>
    <w:basedOn w:val="Standard"/>
    <w:rPr>
      <w:rFonts w:ascii="Times New Roman" w:hAnsi="Times New Roman"/>
      <w:sz w:val="24"/>
    </w:rPr>
  </w:style>
  <w:style w:type="paragraph" w:styleId="Textkrper2">
    <w:name w:val="Body Text 2"/>
    <w:basedOn w:val="Standard"/>
    <w:rPr>
      <w:color w:val="000000"/>
    </w:rPr>
  </w:style>
  <w:style w:type="paragraph" w:customStyle="1" w:styleId="Default">
    <w:name w:val="Default"/>
    <w:rPr>
      <w:rFonts w:ascii="Arial" w:hAnsi="Arial"/>
      <w:snapToGrid w:val="0"/>
      <w:color w:val="000000"/>
      <w:sz w:val="24"/>
    </w:rPr>
  </w:style>
  <w:style w:type="paragraph" w:styleId="Textkrper3">
    <w:name w:val="Body Text 3"/>
    <w:basedOn w:val="Standard"/>
  </w:style>
  <w:style w:type="table" w:styleId="Tabellenraster">
    <w:name w:val="Table Grid"/>
    <w:basedOn w:val="NormaleTabelle"/>
    <w:rsid w:val="003B73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1">
    <w:name w:val="Formatvorlage1"/>
    <w:basedOn w:val="berschrift3"/>
    <w:rsid w:val="001F5E7B"/>
  </w:style>
  <w:style w:type="paragraph" w:customStyle="1" w:styleId="Formatvorlage2">
    <w:name w:val="Formatvorlage2"/>
    <w:basedOn w:val="berschrift4"/>
    <w:rsid w:val="001F5E7B"/>
  </w:style>
  <w:style w:type="character" w:customStyle="1" w:styleId="berschrift2Zchn">
    <w:name w:val="Überschrift 2 Zchn"/>
    <w:link w:val="berschrift2"/>
    <w:rsid w:val="00044767"/>
    <w:rPr>
      <w:rFonts w:ascii="Arial" w:hAnsi="Arial"/>
      <w:b/>
      <w:sz w:val="28"/>
      <w:lang w:val="de-DE" w:eastAsia="de-DE" w:bidi="ar-SA"/>
    </w:rPr>
  </w:style>
  <w:style w:type="paragraph" w:customStyle="1" w:styleId="Hyperlinkzentriert">
    <w:name w:val="Hyperlink_zentriert"/>
    <w:basedOn w:val="Standard"/>
    <w:autoRedefine/>
    <w:rsid w:val="0032129B"/>
    <w:pPr>
      <w:jc w:val="center"/>
    </w:pPr>
    <w:rPr>
      <w:color w:val="0000FF"/>
      <w:sz w:val="24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E072B"/>
    <w:rPr>
      <w:color w:val="605E5C"/>
      <w:shd w:val="clear" w:color="auto" w:fill="E1DFDD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9D28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OrganizeInFold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protokol.docx" TargetMode="External"/><Relationship Id="rId18" Type="http://schemas.openxmlformats.org/officeDocument/2006/relationships/hyperlink" Target="protokol.docx" TargetMode="External"/><Relationship Id="rId26" Type="http://schemas.openxmlformats.org/officeDocument/2006/relationships/hyperlink" Target="protokol.docx" TargetMode="External"/><Relationship Id="rId39" Type="http://schemas.openxmlformats.org/officeDocument/2006/relationships/hyperlink" Target="protokol.docx" TargetMode="External"/><Relationship Id="rId21" Type="http://schemas.openxmlformats.org/officeDocument/2006/relationships/hyperlink" Target="protokol.docx" TargetMode="External"/><Relationship Id="rId34" Type="http://schemas.openxmlformats.org/officeDocument/2006/relationships/hyperlink" Target="protokol.docx" TargetMode="External"/><Relationship Id="rId42" Type="http://schemas.openxmlformats.org/officeDocument/2006/relationships/hyperlink" Target="protokol.docx" TargetMode="External"/><Relationship Id="rId47" Type="http://schemas.openxmlformats.org/officeDocument/2006/relationships/hyperlink" Target="protokol.docx" TargetMode="External"/><Relationship Id="rId50" Type="http://schemas.openxmlformats.org/officeDocument/2006/relationships/hyperlink" Target="protokol.docx" TargetMode="External"/><Relationship Id="rId55" Type="http://schemas.openxmlformats.org/officeDocument/2006/relationships/hyperlink" Target="protokol.docx" TargetMode="External"/><Relationship Id="rId63" Type="http://schemas.openxmlformats.org/officeDocument/2006/relationships/hyperlink" Target="protokol.docx" TargetMode="External"/><Relationship Id="rId68" Type="http://schemas.openxmlformats.org/officeDocument/2006/relationships/hyperlink" Target="protokol.docx" TargetMode="External"/><Relationship Id="rId76" Type="http://schemas.openxmlformats.org/officeDocument/2006/relationships/hyperlink" Target="protokol.docx" TargetMode="External"/><Relationship Id="rId84" Type="http://schemas.openxmlformats.org/officeDocument/2006/relationships/hyperlink" Target="protokol.docx" TargetMode="External"/><Relationship Id="rId89" Type="http://schemas.openxmlformats.org/officeDocument/2006/relationships/hyperlink" Target="protokol.docx" TargetMode="External"/><Relationship Id="rId7" Type="http://schemas.openxmlformats.org/officeDocument/2006/relationships/hyperlink" Target="index.docx" TargetMode="External"/><Relationship Id="rId71" Type="http://schemas.openxmlformats.org/officeDocument/2006/relationships/hyperlink" Target="protokol.docx" TargetMode="External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protokol.docx" TargetMode="External"/><Relationship Id="rId29" Type="http://schemas.openxmlformats.org/officeDocument/2006/relationships/hyperlink" Target="protokol.docx" TargetMode="External"/><Relationship Id="rId11" Type="http://schemas.openxmlformats.org/officeDocument/2006/relationships/hyperlink" Target="protokol.docx" TargetMode="External"/><Relationship Id="rId24" Type="http://schemas.openxmlformats.org/officeDocument/2006/relationships/hyperlink" Target="protokol.docx" TargetMode="External"/><Relationship Id="rId32" Type="http://schemas.openxmlformats.org/officeDocument/2006/relationships/hyperlink" Target="protokol.docx" TargetMode="External"/><Relationship Id="rId37" Type="http://schemas.openxmlformats.org/officeDocument/2006/relationships/hyperlink" Target="protokol.docx" TargetMode="External"/><Relationship Id="rId40" Type="http://schemas.openxmlformats.org/officeDocument/2006/relationships/hyperlink" Target="protokol.docx" TargetMode="External"/><Relationship Id="rId45" Type="http://schemas.openxmlformats.org/officeDocument/2006/relationships/hyperlink" Target="protokol.docx" TargetMode="External"/><Relationship Id="rId53" Type="http://schemas.openxmlformats.org/officeDocument/2006/relationships/hyperlink" Target="protokol.docx" TargetMode="External"/><Relationship Id="rId58" Type="http://schemas.openxmlformats.org/officeDocument/2006/relationships/hyperlink" Target="protokol.docx" TargetMode="External"/><Relationship Id="rId66" Type="http://schemas.openxmlformats.org/officeDocument/2006/relationships/hyperlink" Target="protokol.docx" TargetMode="External"/><Relationship Id="rId74" Type="http://schemas.openxmlformats.org/officeDocument/2006/relationships/hyperlink" Target="protokol.docx" TargetMode="External"/><Relationship Id="rId79" Type="http://schemas.openxmlformats.org/officeDocument/2006/relationships/hyperlink" Target="protokol.docx" TargetMode="External"/><Relationship Id="rId87" Type="http://schemas.openxmlformats.org/officeDocument/2006/relationships/hyperlink" Target="protokol.docx" TargetMode="External"/><Relationship Id="rId5" Type="http://schemas.openxmlformats.org/officeDocument/2006/relationships/footnotes" Target="footnotes.xml"/><Relationship Id="rId61" Type="http://schemas.openxmlformats.org/officeDocument/2006/relationships/hyperlink" Target="protokol.docx" TargetMode="External"/><Relationship Id="rId82" Type="http://schemas.openxmlformats.org/officeDocument/2006/relationships/hyperlink" Target="protokol.docx" TargetMode="External"/><Relationship Id="rId90" Type="http://schemas.openxmlformats.org/officeDocument/2006/relationships/header" Target="header1.xml"/><Relationship Id="rId19" Type="http://schemas.openxmlformats.org/officeDocument/2006/relationships/hyperlink" Target="protokol.docx" TargetMode="External"/><Relationship Id="rId14" Type="http://schemas.openxmlformats.org/officeDocument/2006/relationships/hyperlink" Target="protokol.docx" TargetMode="External"/><Relationship Id="rId22" Type="http://schemas.openxmlformats.org/officeDocument/2006/relationships/hyperlink" Target="protokol.docx" TargetMode="External"/><Relationship Id="rId27" Type="http://schemas.openxmlformats.org/officeDocument/2006/relationships/hyperlink" Target="protokol.docx" TargetMode="External"/><Relationship Id="rId30" Type="http://schemas.openxmlformats.org/officeDocument/2006/relationships/hyperlink" Target="protokol.docx" TargetMode="External"/><Relationship Id="rId35" Type="http://schemas.openxmlformats.org/officeDocument/2006/relationships/hyperlink" Target="protokol.docx" TargetMode="External"/><Relationship Id="rId43" Type="http://schemas.openxmlformats.org/officeDocument/2006/relationships/hyperlink" Target="protokol.docx" TargetMode="External"/><Relationship Id="rId48" Type="http://schemas.openxmlformats.org/officeDocument/2006/relationships/hyperlink" Target="protokol.docx" TargetMode="External"/><Relationship Id="rId56" Type="http://schemas.openxmlformats.org/officeDocument/2006/relationships/hyperlink" Target="protokol.docx" TargetMode="External"/><Relationship Id="rId64" Type="http://schemas.openxmlformats.org/officeDocument/2006/relationships/hyperlink" Target="protokol.docx" TargetMode="External"/><Relationship Id="rId69" Type="http://schemas.openxmlformats.org/officeDocument/2006/relationships/hyperlink" Target="protokol.docx" TargetMode="External"/><Relationship Id="rId77" Type="http://schemas.openxmlformats.org/officeDocument/2006/relationships/hyperlink" Target="protokol.docx" TargetMode="External"/><Relationship Id="rId8" Type="http://schemas.openxmlformats.org/officeDocument/2006/relationships/hyperlink" Target="protokol.docx" TargetMode="External"/><Relationship Id="rId51" Type="http://schemas.openxmlformats.org/officeDocument/2006/relationships/hyperlink" Target="protokol.docx" TargetMode="External"/><Relationship Id="rId72" Type="http://schemas.openxmlformats.org/officeDocument/2006/relationships/hyperlink" Target="protokol.docx" TargetMode="External"/><Relationship Id="rId80" Type="http://schemas.openxmlformats.org/officeDocument/2006/relationships/hyperlink" Target="protokol.docx" TargetMode="External"/><Relationship Id="rId85" Type="http://schemas.openxmlformats.org/officeDocument/2006/relationships/hyperlink" Target="protokol.docx" TargetMode="External"/><Relationship Id="rId9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protokol.docx" TargetMode="External"/><Relationship Id="rId17" Type="http://schemas.openxmlformats.org/officeDocument/2006/relationships/hyperlink" Target="protokol.docx" TargetMode="External"/><Relationship Id="rId25" Type="http://schemas.openxmlformats.org/officeDocument/2006/relationships/hyperlink" Target="protokol.docx" TargetMode="External"/><Relationship Id="rId33" Type="http://schemas.openxmlformats.org/officeDocument/2006/relationships/hyperlink" Target="protokol.docx" TargetMode="External"/><Relationship Id="rId38" Type="http://schemas.openxmlformats.org/officeDocument/2006/relationships/hyperlink" Target="protokol.docx" TargetMode="External"/><Relationship Id="rId46" Type="http://schemas.openxmlformats.org/officeDocument/2006/relationships/hyperlink" Target="protokol.docx" TargetMode="External"/><Relationship Id="rId59" Type="http://schemas.openxmlformats.org/officeDocument/2006/relationships/hyperlink" Target="protokol.docx" TargetMode="External"/><Relationship Id="rId67" Type="http://schemas.openxmlformats.org/officeDocument/2006/relationships/hyperlink" Target="protokol.docx" TargetMode="External"/><Relationship Id="rId20" Type="http://schemas.openxmlformats.org/officeDocument/2006/relationships/hyperlink" Target="protokol.docx" TargetMode="External"/><Relationship Id="rId41" Type="http://schemas.openxmlformats.org/officeDocument/2006/relationships/hyperlink" Target="protokol.docx" TargetMode="External"/><Relationship Id="rId54" Type="http://schemas.openxmlformats.org/officeDocument/2006/relationships/hyperlink" Target="protokol.docx" TargetMode="External"/><Relationship Id="rId62" Type="http://schemas.openxmlformats.org/officeDocument/2006/relationships/hyperlink" Target="protokol.docx" TargetMode="External"/><Relationship Id="rId70" Type="http://schemas.openxmlformats.org/officeDocument/2006/relationships/hyperlink" Target="protokol.docx" TargetMode="External"/><Relationship Id="rId75" Type="http://schemas.openxmlformats.org/officeDocument/2006/relationships/hyperlink" Target="protokol.docx" TargetMode="External"/><Relationship Id="rId83" Type="http://schemas.openxmlformats.org/officeDocument/2006/relationships/hyperlink" Target="protokol.docx" TargetMode="External"/><Relationship Id="rId88" Type="http://schemas.openxmlformats.org/officeDocument/2006/relationships/hyperlink" Target="protokol.docx" TargetMode="External"/><Relationship Id="rId9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protokol.docx" TargetMode="External"/><Relationship Id="rId23" Type="http://schemas.openxmlformats.org/officeDocument/2006/relationships/hyperlink" Target="protokol.docx" TargetMode="External"/><Relationship Id="rId28" Type="http://schemas.openxmlformats.org/officeDocument/2006/relationships/hyperlink" Target="protokol.docx" TargetMode="External"/><Relationship Id="rId36" Type="http://schemas.openxmlformats.org/officeDocument/2006/relationships/hyperlink" Target="protokol.docx" TargetMode="External"/><Relationship Id="rId49" Type="http://schemas.openxmlformats.org/officeDocument/2006/relationships/hyperlink" Target="protokol.docx" TargetMode="External"/><Relationship Id="rId57" Type="http://schemas.openxmlformats.org/officeDocument/2006/relationships/hyperlink" Target="protokol.docx" TargetMode="External"/><Relationship Id="rId10" Type="http://schemas.openxmlformats.org/officeDocument/2006/relationships/hyperlink" Target="protokol.docx" TargetMode="External"/><Relationship Id="rId31" Type="http://schemas.openxmlformats.org/officeDocument/2006/relationships/hyperlink" Target="protokol.docx" TargetMode="External"/><Relationship Id="rId44" Type="http://schemas.openxmlformats.org/officeDocument/2006/relationships/hyperlink" Target="protokol.docx" TargetMode="External"/><Relationship Id="rId52" Type="http://schemas.openxmlformats.org/officeDocument/2006/relationships/hyperlink" Target="protokol.docx" TargetMode="External"/><Relationship Id="rId60" Type="http://schemas.openxmlformats.org/officeDocument/2006/relationships/hyperlink" Target="protokol.docx" TargetMode="External"/><Relationship Id="rId65" Type="http://schemas.openxmlformats.org/officeDocument/2006/relationships/hyperlink" Target="protokol.docx" TargetMode="External"/><Relationship Id="rId73" Type="http://schemas.openxmlformats.org/officeDocument/2006/relationships/hyperlink" Target="protokol.docx" TargetMode="External"/><Relationship Id="rId78" Type="http://schemas.openxmlformats.org/officeDocument/2006/relationships/hyperlink" Target="protokol.docx" TargetMode="External"/><Relationship Id="rId81" Type="http://schemas.openxmlformats.org/officeDocument/2006/relationships/hyperlink" Target="protokol.docx" TargetMode="External"/><Relationship Id="rId86" Type="http://schemas.openxmlformats.org/officeDocument/2006/relationships/hyperlink" Target="protokol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protokol.docx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olke\sammlung_docx\aufgab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aufgaben.dot</Template>
  <TotalTime>0</TotalTime>
  <Pages>4</Pages>
  <Words>1107</Words>
  <Characters>6976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Pittys Physikaufgaben - Elektrizitätslehre</vt:lpstr>
    </vt:vector>
  </TitlesOfParts>
  <Company> </Company>
  <LinksUpToDate>false</LinksUpToDate>
  <CharactersWithSpaces>8067</CharactersWithSpaces>
  <SharedDoc>false</SharedDoc>
  <HLinks>
    <vt:vector size="630" baseType="variant">
      <vt:variant>
        <vt:i4>4653078</vt:i4>
      </vt:variant>
      <vt:variant>
        <vt:i4>312</vt:i4>
      </vt:variant>
      <vt:variant>
        <vt:i4>0</vt:i4>
      </vt:variant>
      <vt:variant>
        <vt:i4>5</vt:i4>
      </vt:variant>
      <vt:variant>
        <vt:lpwstr>protokol.doc</vt:lpwstr>
      </vt:variant>
      <vt:variant>
        <vt:lpwstr>pr83</vt:lpwstr>
      </vt:variant>
      <vt:variant>
        <vt:i4>4522006</vt:i4>
      </vt:variant>
      <vt:variant>
        <vt:i4>309</vt:i4>
      </vt:variant>
      <vt:variant>
        <vt:i4>0</vt:i4>
      </vt:variant>
      <vt:variant>
        <vt:i4>5</vt:i4>
      </vt:variant>
      <vt:variant>
        <vt:lpwstr>protokol.doc</vt:lpwstr>
      </vt:variant>
      <vt:variant>
        <vt:lpwstr>pr81</vt:lpwstr>
      </vt:variant>
      <vt:variant>
        <vt:i4>3342382</vt:i4>
      </vt:variant>
      <vt:variant>
        <vt:i4>306</vt:i4>
      </vt:variant>
      <vt:variant>
        <vt:i4>0</vt:i4>
      </vt:variant>
      <vt:variant>
        <vt:i4>5</vt:i4>
      </vt:variant>
      <vt:variant>
        <vt:lpwstr>protokol.doc</vt:lpwstr>
      </vt:variant>
      <vt:variant>
        <vt:lpwstr>p59</vt:lpwstr>
      </vt:variant>
      <vt:variant>
        <vt:i4>3473454</vt:i4>
      </vt:variant>
      <vt:variant>
        <vt:i4>303</vt:i4>
      </vt:variant>
      <vt:variant>
        <vt:i4>0</vt:i4>
      </vt:variant>
      <vt:variant>
        <vt:i4>5</vt:i4>
      </vt:variant>
      <vt:variant>
        <vt:lpwstr>protokol.doc</vt:lpwstr>
      </vt:variant>
      <vt:variant>
        <vt:lpwstr>p34</vt:lpwstr>
      </vt:variant>
      <vt:variant>
        <vt:i4>3473454</vt:i4>
      </vt:variant>
      <vt:variant>
        <vt:i4>300</vt:i4>
      </vt:variant>
      <vt:variant>
        <vt:i4>0</vt:i4>
      </vt:variant>
      <vt:variant>
        <vt:i4>5</vt:i4>
      </vt:variant>
      <vt:variant>
        <vt:lpwstr>protokol.doc</vt:lpwstr>
      </vt:variant>
      <vt:variant>
        <vt:lpwstr>p30</vt:lpwstr>
      </vt:variant>
      <vt:variant>
        <vt:i4>4587551</vt:i4>
      </vt:variant>
      <vt:variant>
        <vt:i4>297</vt:i4>
      </vt:variant>
      <vt:variant>
        <vt:i4>0</vt:i4>
      </vt:variant>
      <vt:variant>
        <vt:i4>5</vt:i4>
      </vt:variant>
      <vt:variant>
        <vt:lpwstr>protokol.doc</vt:lpwstr>
      </vt:variant>
      <vt:variant>
        <vt:lpwstr>pr120</vt:lpwstr>
      </vt:variant>
      <vt:variant>
        <vt:i4>4980759</vt:i4>
      </vt:variant>
      <vt:variant>
        <vt:i4>294</vt:i4>
      </vt:variant>
      <vt:variant>
        <vt:i4>0</vt:i4>
      </vt:variant>
      <vt:variant>
        <vt:i4>5</vt:i4>
      </vt:variant>
      <vt:variant>
        <vt:lpwstr>protokol.doc</vt:lpwstr>
      </vt:variant>
      <vt:variant>
        <vt:lpwstr>pr98</vt:lpwstr>
      </vt:variant>
      <vt:variant>
        <vt:i4>3145774</vt:i4>
      </vt:variant>
      <vt:variant>
        <vt:i4>291</vt:i4>
      </vt:variant>
      <vt:variant>
        <vt:i4>0</vt:i4>
      </vt:variant>
      <vt:variant>
        <vt:i4>5</vt:i4>
      </vt:variant>
      <vt:variant>
        <vt:lpwstr>protokol.doc</vt:lpwstr>
      </vt:variant>
      <vt:variant>
        <vt:lpwstr>p62</vt:lpwstr>
      </vt:variant>
      <vt:variant>
        <vt:i4>3276846</vt:i4>
      </vt:variant>
      <vt:variant>
        <vt:i4>288</vt:i4>
      </vt:variant>
      <vt:variant>
        <vt:i4>0</vt:i4>
      </vt:variant>
      <vt:variant>
        <vt:i4>5</vt:i4>
      </vt:variant>
      <vt:variant>
        <vt:lpwstr>protokol.doc</vt:lpwstr>
      </vt:variant>
      <vt:variant>
        <vt:lpwstr>p40</vt:lpwstr>
      </vt:variant>
      <vt:variant>
        <vt:i4>3407918</vt:i4>
      </vt:variant>
      <vt:variant>
        <vt:i4>285</vt:i4>
      </vt:variant>
      <vt:variant>
        <vt:i4>0</vt:i4>
      </vt:variant>
      <vt:variant>
        <vt:i4>5</vt:i4>
      </vt:variant>
      <vt:variant>
        <vt:lpwstr>protokol.doc</vt:lpwstr>
      </vt:variant>
      <vt:variant>
        <vt:lpwstr>p26</vt:lpwstr>
      </vt:variant>
      <vt:variant>
        <vt:i4>4325399</vt:i4>
      </vt:variant>
      <vt:variant>
        <vt:i4>282</vt:i4>
      </vt:variant>
      <vt:variant>
        <vt:i4>0</vt:i4>
      </vt:variant>
      <vt:variant>
        <vt:i4>5</vt:i4>
      </vt:variant>
      <vt:variant>
        <vt:lpwstr>protokol.doc</vt:lpwstr>
      </vt:variant>
      <vt:variant>
        <vt:lpwstr>pr96</vt:lpwstr>
      </vt:variant>
      <vt:variant>
        <vt:i4>4390935</vt:i4>
      </vt:variant>
      <vt:variant>
        <vt:i4>279</vt:i4>
      </vt:variant>
      <vt:variant>
        <vt:i4>0</vt:i4>
      </vt:variant>
      <vt:variant>
        <vt:i4>5</vt:i4>
      </vt:variant>
      <vt:variant>
        <vt:lpwstr>protokol.doc</vt:lpwstr>
      </vt:variant>
      <vt:variant>
        <vt:lpwstr>pr97</vt:lpwstr>
      </vt:variant>
      <vt:variant>
        <vt:i4>4194327</vt:i4>
      </vt:variant>
      <vt:variant>
        <vt:i4>276</vt:i4>
      </vt:variant>
      <vt:variant>
        <vt:i4>0</vt:i4>
      </vt:variant>
      <vt:variant>
        <vt:i4>5</vt:i4>
      </vt:variant>
      <vt:variant>
        <vt:lpwstr>protokol.doc</vt:lpwstr>
      </vt:variant>
      <vt:variant>
        <vt:lpwstr>pr94</vt:lpwstr>
      </vt:variant>
      <vt:variant>
        <vt:i4>5046297</vt:i4>
      </vt:variant>
      <vt:variant>
        <vt:i4>273</vt:i4>
      </vt:variant>
      <vt:variant>
        <vt:i4>0</vt:i4>
      </vt:variant>
      <vt:variant>
        <vt:i4>5</vt:i4>
      </vt:variant>
      <vt:variant>
        <vt:lpwstr>protokol.doc</vt:lpwstr>
      </vt:variant>
      <vt:variant>
        <vt:lpwstr>pr79</vt:lpwstr>
      </vt:variant>
      <vt:variant>
        <vt:i4>3342382</vt:i4>
      </vt:variant>
      <vt:variant>
        <vt:i4>270</vt:i4>
      </vt:variant>
      <vt:variant>
        <vt:i4>0</vt:i4>
      </vt:variant>
      <vt:variant>
        <vt:i4>5</vt:i4>
      </vt:variant>
      <vt:variant>
        <vt:lpwstr>protokol.doc</vt:lpwstr>
      </vt:variant>
      <vt:variant>
        <vt:lpwstr>p50</vt:lpwstr>
      </vt:variant>
      <vt:variant>
        <vt:i4>3407918</vt:i4>
      </vt:variant>
      <vt:variant>
        <vt:i4>267</vt:i4>
      </vt:variant>
      <vt:variant>
        <vt:i4>0</vt:i4>
      </vt:variant>
      <vt:variant>
        <vt:i4>5</vt:i4>
      </vt:variant>
      <vt:variant>
        <vt:lpwstr>protokol.doc</vt:lpwstr>
      </vt:variant>
      <vt:variant>
        <vt:lpwstr>p25</vt:lpwstr>
      </vt:variant>
      <vt:variant>
        <vt:i4>4522015</vt:i4>
      </vt:variant>
      <vt:variant>
        <vt:i4>264</vt:i4>
      </vt:variant>
      <vt:variant>
        <vt:i4>0</vt:i4>
      </vt:variant>
      <vt:variant>
        <vt:i4>5</vt:i4>
      </vt:variant>
      <vt:variant>
        <vt:lpwstr>protokol.doc</vt:lpwstr>
      </vt:variant>
      <vt:variant>
        <vt:lpwstr>pr116</vt:lpwstr>
      </vt:variant>
      <vt:variant>
        <vt:i4>4259863</vt:i4>
      </vt:variant>
      <vt:variant>
        <vt:i4>261</vt:i4>
      </vt:variant>
      <vt:variant>
        <vt:i4>0</vt:i4>
      </vt:variant>
      <vt:variant>
        <vt:i4>5</vt:i4>
      </vt:variant>
      <vt:variant>
        <vt:lpwstr>protokol.doc</vt:lpwstr>
      </vt:variant>
      <vt:variant>
        <vt:lpwstr>pr95</vt:lpwstr>
      </vt:variant>
      <vt:variant>
        <vt:i4>5046294</vt:i4>
      </vt:variant>
      <vt:variant>
        <vt:i4>258</vt:i4>
      </vt:variant>
      <vt:variant>
        <vt:i4>0</vt:i4>
      </vt:variant>
      <vt:variant>
        <vt:i4>5</vt:i4>
      </vt:variant>
      <vt:variant>
        <vt:lpwstr>protokol.doc</vt:lpwstr>
      </vt:variant>
      <vt:variant>
        <vt:lpwstr>pr89</vt:lpwstr>
      </vt:variant>
      <vt:variant>
        <vt:i4>4456470</vt:i4>
      </vt:variant>
      <vt:variant>
        <vt:i4>255</vt:i4>
      </vt:variant>
      <vt:variant>
        <vt:i4>0</vt:i4>
      </vt:variant>
      <vt:variant>
        <vt:i4>5</vt:i4>
      </vt:variant>
      <vt:variant>
        <vt:lpwstr>protokol.doc</vt:lpwstr>
      </vt:variant>
      <vt:variant>
        <vt:lpwstr>pr80</vt:lpwstr>
      </vt:variant>
      <vt:variant>
        <vt:i4>3342382</vt:i4>
      </vt:variant>
      <vt:variant>
        <vt:i4>252</vt:i4>
      </vt:variant>
      <vt:variant>
        <vt:i4>0</vt:i4>
      </vt:variant>
      <vt:variant>
        <vt:i4>5</vt:i4>
      </vt:variant>
      <vt:variant>
        <vt:lpwstr>protokol.doc</vt:lpwstr>
      </vt:variant>
      <vt:variant>
        <vt:lpwstr>p51</vt:lpwstr>
      </vt:variant>
      <vt:variant>
        <vt:i4>3473454</vt:i4>
      </vt:variant>
      <vt:variant>
        <vt:i4>249</vt:i4>
      </vt:variant>
      <vt:variant>
        <vt:i4>0</vt:i4>
      </vt:variant>
      <vt:variant>
        <vt:i4>5</vt:i4>
      </vt:variant>
      <vt:variant>
        <vt:lpwstr>protokol.doc</vt:lpwstr>
      </vt:variant>
      <vt:variant>
        <vt:lpwstr>p37</vt:lpwstr>
      </vt:variant>
      <vt:variant>
        <vt:i4>3473454</vt:i4>
      </vt:variant>
      <vt:variant>
        <vt:i4>246</vt:i4>
      </vt:variant>
      <vt:variant>
        <vt:i4>0</vt:i4>
      </vt:variant>
      <vt:variant>
        <vt:i4>5</vt:i4>
      </vt:variant>
      <vt:variant>
        <vt:lpwstr>protokol.doc</vt:lpwstr>
      </vt:variant>
      <vt:variant>
        <vt:lpwstr>p36</vt:lpwstr>
      </vt:variant>
      <vt:variant>
        <vt:i4>3407918</vt:i4>
      </vt:variant>
      <vt:variant>
        <vt:i4>243</vt:i4>
      </vt:variant>
      <vt:variant>
        <vt:i4>0</vt:i4>
      </vt:variant>
      <vt:variant>
        <vt:i4>5</vt:i4>
      </vt:variant>
      <vt:variant>
        <vt:lpwstr>protokol.doc</vt:lpwstr>
      </vt:variant>
      <vt:variant>
        <vt:lpwstr>p28</vt:lpwstr>
      </vt:variant>
      <vt:variant>
        <vt:i4>4522015</vt:i4>
      </vt:variant>
      <vt:variant>
        <vt:i4>240</vt:i4>
      </vt:variant>
      <vt:variant>
        <vt:i4>0</vt:i4>
      </vt:variant>
      <vt:variant>
        <vt:i4>5</vt:i4>
      </vt:variant>
      <vt:variant>
        <vt:lpwstr>protokol.doc</vt:lpwstr>
      </vt:variant>
      <vt:variant>
        <vt:lpwstr>pr119</vt:lpwstr>
      </vt:variant>
      <vt:variant>
        <vt:i4>4456479</vt:i4>
      </vt:variant>
      <vt:variant>
        <vt:i4>237</vt:i4>
      </vt:variant>
      <vt:variant>
        <vt:i4>0</vt:i4>
      </vt:variant>
      <vt:variant>
        <vt:i4>5</vt:i4>
      </vt:variant>
      <vt:variant>
        <vt:lpwstr>protokol.doc</vt:lpwstr>
      </vt:variant>
      <vt:variant>
        <vt:lpwstr>pr106</vt:lpwstr>
      </vt:variant>
      <vt:variant>
        <vt:i4>3342382</vt:i4>
      </vt:variant>
      <vt:variant>
        <vt:i4>234</vt:i4>
      </vt:variant>
      <vt:variant>
        <vt:i4>0</vt:i4>
      </vt:variant>
      <vt:variant>
        <vt:i4>5</vt:i4>
      </vt:variant>
      <vt:variant>
        <vt:lpwstr>protokol.doc</vt:lpwstr>
      </vt:variant>
      <vt:variant>
        <vt:lpwstr>p54</vt:lpwstr>
      </vt:variant>
      <vt:variant>
        <vt:i4>4522009</vt:i4>
      </vt:variant>
      <vt:variant>
        <vt:i4>231</vt:i4>
      </vt:variant>
      <vt:variant>
        <vt:i4>0</vt:i4>
      </vt:variant>
      <vt:variant>
        <vt:i4>5</vt:i4>
      </vt:variant>
      <vt:variant>
        <vt:lpwstr>protokol.doc</vt:lpwstr>
      </vt:variant>
      <vt:variant>
        <vt:lpwstr>pr71</vt:lpwstr>
      </vt:variant>
      <vt:variant>
        <vt:i4>4456479</vt:i4>
      </vt:variant>
      <vt:variant>
        <vt:i4>228</vt:i4>
      </vt:variant>
      <vt:variant>
        <vt:i4>0</vt:i4>
      </vt:variant>
      <vt:variant>
        <vt:i4>5</vt:i4>
      </vt:variant>
      <vt:variant>
        <vt:lpwstr>protokol.doc</vt:lpwstr>
      </vt:variant>
      <vt:variant>
        <vt:lpwstr>pr100</vt:lpwstr>
      </vt:variant>
      <vt:variant>
        <vt:i4>4653079</vt:i4>
      </vt:variant>
      <vt:variant>
        <vt:i4>225</vt:i4>
      </vt:variant>
      <vt:variant>
        <vt:i4>0</vt:i4>
      </vt:variant>
      <vt:variant>
        <vt:i4>5</vt:i4>
      </vt:variant>
      <vt:variant>
        <vt:lpwstr>protokol.doc</vt:lpwstr>
      </vt:variant>
      <vt:variant>
        <vt:lpwstr>pr93</vt:lpwstr>
      </vt:variant>
      <vt:variant>
        <vt:i4>5046295</vt:i4>
      </vt:variant>
      <vt:variant>
        <vt:i4>222</vt:i4>
      </vt:variant>
      <vt:variant>
        <vt:i4>0</vt:i4>
      </vt:variant>
      <vt:variant>
        <vt:i4>5</vt:i4>
      </vt:variant>
      <vt:variant>
        <vt:lpwstr>protokol.doc</vt:lpwstr>
      </vt:variant>
      <vt:variant>
        <vt:lpwstr>pr99</vt:lpwstr>
      </vt:variant>
      <vt:variant>
        <vt:i4>4980758</vt:i4>
      </vt:variant>
      <vt:variant>
        <vt:i4>219</vt:i4>
      </vt:variant>
      <vt:variant>
        <vt:i4>0</vt:i4>
      </vt:variant>
      <vt:variant>
        <vt:i4>5</vt:i4>
      </vt:variant>
      <vt:variant>
        <vt:lpwstr>protokol.doc</vt:lpwstr>
      </vt:variant>
      <vt:variant>
        <vt:lpwstr>pr88</vt:lpwstr>
      </vt:variant>
      <vt:variant>
        <vt:i4>4980761</vt:i4>
      </vt:variant>
      <vt:variant>
        <vt:i4>216</vt:i4>
      </vt:variant>
      <vt:variant>
        <vt:i4>0</vt:i4>
      </vt:variant>
      <vt:variant>
        <vt:i4>5</vt:i4>
      </vt:variant>
      <vt:variant>
        <vt:lpwstr>protokol.doc</vt:lpwstr>
      </vt:variant>
      <vt:variant>
        <vt:lpwstr>pr78</vt:lpwstr>
      </vt:variant>
      <vt:variant>
        <vt:i4>3342382</vt:i4>
      </vt:variant>
      <vt:variant>
        <vt:i4>213</vt:i4>
      </vt:variant>
      <vt:variant>
        <vt:i4>0</vt:i4>
      </vt:variant>
      <vt:variant>
        <vt:i4>5</vt:i4>
      </vt:variant>
      <vt:variant>
        <vt:lpwstr>protokol.doc</vt:lpwstr>
      </vt:variant>
      <vt:variant>
        <vt:lpwstr>p53</vt:lpwstr>
      </vt:variant>
      <vt:variant>
        <vt:i4>3276846</vt:i4>
      </vt:variant>
      <vt:variant>
        <vt:i4>210</vt:i4>
      </vt:variant>
      <vt:variant>
        <vt:i4>0</vt:i4>
      </vt:variant>
      <vt:variant>
        <vt:i4>5</vt:i4>
      </vt:variant>
      <vt:variant>
        <vt:lpwstr>protokol.doc</vt:lpwstr>
      </vt:variant>
      <vt:variant>
        <vt:lpwstr>p46</vt:lpwstr>
      </vt:variant>
      <vt:variant>
        <vt:i4>3473454</vt:i4>
      </vt:variant>
      <vt:variant>
        <vt:i4>207</vt:i4>
      </vt:variant>
      <vt:variant>
        <vt:i4>0</vt:i4>
      </vt:variant>
      <vt:variant>
        <vt:i4>5</vt:i4>
      </vt:variant>
      <vt:variant>
        <vt:lpwstr>protokol.doc</vt:lpwstr>
      </vt:variant>
      <vt:variant>
        <vt:lpwstr>p32</vt:lpwstr>
      </vt:variant>
      <vt:variant>
        <vt:i4>3604526</vt:i4>
      </vt:variant>
      <vt:variant>
        <vt:i4>204</vt:i4>
      </vt:variant>
      <vt:variant>
        <vt:i4>0</vt:i4>
      </vt:variant>
      <vt:variant>
        <vt:i4>5</vt:i4>
      </vt:variant>
      <vt:variant>
        <vt:lpwstr>protokol.doc</vt:lpwstr>
      </vt:variant>
      <vt:variant>
        <vt:lpwstr>p15</vt:lpwstr>
      </vt:variant>
      <vt:variant>
        <vt:i4>3211310</vt:i4>
      </vt:variant>
      <vt:variant>
        <vt:i4>201</vt:i4>
      </vt:variant>
      <vt:variant>
        <vt:i4>0</vt:i4>
      </vt:variant>
      <vt:variant>
        <vt:i4>5</vt:i4>
      </vt:variant>
      <vt:variant>
        <vt:lpwstr>protokol.doc</vt:lpwstr>
      </vt:variant>
      <vt:variant>
        <vt:lpwstr>p70</vt:lpwstr>
      </vt:variant>
      <vt:variant>
        <vt:i4>3342382</vt:i4>
      </vt:variant>
      <vt:variant>
        <vt:i4>198</vt:i4>
      </vt:variant>
      <vt:variant>
        <vt:i4>0</vt:i4>
      </vt:variant>
      <vt:variant>
        <vt:i4>5</vt:i4>
      </vt:variant>
      <vt:variant>
        <vt:lpwstr>protokol.doc</vt:lpwstr>
      </vt:variant>
      <vt:variant>
        <vt:lpwstr>p57</vt:lpwstr>
      </vt:variant>
      <vt:variant>
        <vt:i4>3604526</vt:i4>
      </vt:variant>
      <vt:variant>
        <vt:i4>195</vt:i4>
      </vt:variant>
      <vt:variant>
        <vt:i4>0</vt:i4>
      </vt:variant>
      <vt:variant>
        <vt:i4>5</vt:i4>
      </vt:variant>
      <vt:variant>
        <vt:lpwstr>protokol.doc</vt:lpwstr>
      </vt:variant>
      <vt:variant>
        <vt:lpwstr>p16</vt:lpwstr>
      </vt:variant>
      <vt:variant>
        <vt:i4>4522015</vt:i4>
      </vt:variant>
      <vt:variant>
        <vt:i4>192</vt:i4>
      </vt:variant>
      <vt:variant>
        <vt:i4>0</vt:i4>
      </vt:variant>
      <vt:variant>
        <vt:i4>5</vt:i4>
      </vt:variant>
      <vt:variant>
        <vt:lpwstr>protokol.doc</vt:lpwstr>
      </vt:variant>
      <vt:variant>
        <vt:lpwstr>pr117</vt:lpwstr>
      </vt:variant>
      <vt:variant>
        <vt:i4>4456471</vt:i4>
      </vt:variant>
      <vt:variant>
        <vt:i4>189</vt:i4>
      </vt:variant>
      <vt:variant>
        <vt:i4>0</vt:i4>
      </vt:variant>
      <vt:variant>
        <vt:i4>5</vt:i4>
      </vt:variant>
      <vt:variant>
        <vt:lpwstr>protokol.doc</vt:lpwstr>
      </vt:variant>
      <vt:variant>
        <vt:lpwstr>pr90</vt:lpwstr>
      </vt:variant>
      <vt:variant>
        <vt:i4>3145774</vt:i4>
      </vt:variant>
      <vt:variant>
        <vt:i4>186</vt:i4>
      </vt:variant>
      <vt:variant>
        <vt:i4>0</vt:i4>
      </vt:variant>
      <vt:variant>
        <vt:i4>5</vt:i4>
      </vt:variant>
      <vt:variant>
        <vt:lpwstr>protokol.doc</vt:lpwstr>
      </vt:variant>
      <vt:variant>
        <vt:lpwstr>p61</vt:lpwstr>
      </vt:variant>
      <vt:variant>
        <vt:i4>3342382</vt:i4>
      </vt:variant>
      <vt:variant>
        <vt:i4>183</vt:i4>
      </vt:variant>
      <vt:variant>
        <vt:i4>0</vt:i4>
      </vt:variant>
      <vt:variant>
        <vt:i4>5</vt:i4>
      </vt:variant>
      <vt:variant>
        <vt:lpwstr>protokol.doc</vt:lpwstr>
      </vt:variant>
      <vt:variant>
        <vt:lpwstr>p56</vt:lpwstr>
      </vt:variant>
      <vt:variant>
        <vt:i4>3276846</vt:i4>
      </vt:variant>
      <vt:variant>
        <vt:i4>180</vt:i4>
      </vt:variant>
      <vt:variant>
        <vt:i4>0</vt:i4>
      </vt:variant>
      <vt:variant>
        <vt:i4>5</vt:i4>
      </vt:variant>
      <vt:variant>
        <vt:lpwstr>protokol.doc</vt:lpwstr>
      </vt:variant>
      <vt:variant>
        <vt:lpwstr>p44</vt:lpwstr>
      </vt:variant>
      <vt:variant>
        <vt:i4>3276846</vt:i4>
      </vt:variant>
      <vt:variant>
        <vt:i4>177</vt:i4>
      </vt:variant>
      <vt:variant>
        <vt:i4>0</vt:i4>
      </vt:variant>
      <vt:variant>
        <vt:i4>5</vt:i4>
      </vt:variant>
      <vt:variant>
        <vt:lpwstr>protokol.doc</vt:lpwstr>
      </vt:variant>
      <vt:variant>
        <vt:lpwstr>p43</vt:lpwstr>
      </vt:variant>
      <vt:variant>
        <vt:i4>3473454</vt:i4>
      </vt:variant>
      <vt:variant>
        <vt:i4>174</vt:i4>
      </vt:variant>
      <vt:variant>
        <vt:i4>0</vt:i4>
      </vt:variant>
      <vt:variant>
        <vt:i4>5</vt:i4>
      </vt:variant>
      <vt:variant>
        <vt:lpwstr>protokol.doc</vt:lpwstr>
      </vt:variant>
      <vt:variant>
        <vt:lpwstr>p35</vt:lpwstr>
      </vt:variant>
      <vt:variant>
        <vt:i4>3604526</vt:i4>
      </vt:variant>
      <vt:variant>
        <vt:i4>171</vt:i4>
      </vt:variant>
      <vt:variant>
        <vt:i4>0</vt:i4>
      </vt:variant>
      <vt:variant>
        <vt:i4>5</vt:i4>
      </vt:variant>
      <vt:variant>
        <vt:lpwstr>protokol.doc</vt:lpwstr>
      </vt:variant>
      <vt:variant>
        <vt:lpwstr>p14</vt:lpwstr>
      </vt:variant>
      <vt:variant>
        <vt:i4>3604526</vt:i4>
      </vt:variant>
      <vt:variant>
        <vt:i4>168</vt:i4>
      </vt:variant>
      <vt:variant>
        <vt:i4>0</vt:i4>
      </vt:variant>
      <vt:variant>
        <vt:i4>5</vt:i4>
      </vt:variant>
      <vt:variant>
        <vt:lpwstr>protokol.doc</vt:lpwstr>
      </vt:variant>
      <vt:variant>
        <vt:lpwstr>p13</vt:lpwstr>
      </vt:variant>
      <vt:variant>
        <vt:i4>4456479</vt:i4>
      </vt:variant>
      <vt:variant>
        <vt:i4>165</vt:i4>
      </vt:variant>
      <vt:variant>
        <vt:i4>0</vt:i4>
      </vt:variant>
      <vt:variant>
        <vt:i4>5</vt:i4>
      </vt:variant>
      <vt:variant>
        <vt:lpwstr>protokol.doc</vt:lpwstr>
      </vt:variant>
      <vt:variant>
        <vt:lpwstr>pr107</vt:lpwstr>
      </vt:variant>
      <vt:variant>
        <vt:i4>3342382</vt:i4>
      </vt:variant>
      <vt:variant>
        <vt:i4>162</vt:i4>
      </vt:variant>
      <vt:variant>
        <vt:i4>0</vt:i4>
      </vt:variant>
      <vt:variant>
        <vt:i4>5</vt:i4>
      </vt:variant>
      <vt:variant>
        <vt:lpwstr>protokol.doc</vt:lpwstr>
      </vt:variant>
      <vt:variant>
        <vt:lpwstr>p54</vt:lpwstr>
      </vt:variant>
      <vt:variant>
        <vt:i4>3604526</vt:i4>
      </vt:variant>
      <vt:variant>
        <vt:i4>159</vt:i4>
      </vt:variant>
      <vt:variant>
        <vt:i4>0</vt:i4>
      </vt:variant>
      <vt:variant>
        <vt:i4>5</vt:i4>
      </vt:variant>
      <vt:variant>
        <vt:lpwstr>protokol.doc</vt:lpwstr>
      </vt:variant>
      <vt:variant>
        <vt:lpwstr>p17</vt:lpwstr>
      </vt:variant>
      <vt:variant>
        <vt:i4>3604526</vt:i4>
      </vt:variant>
      <vt:variant>
        <vt:i4>156</vt:i4>
      </vt:variant>
      <vt:variant>
        <vt:i4>0</vt:i4>
      </vt:variant>
      <vt:variant>
        <vt:i4>5</vt:i4>
      </vt:variant>
      <vt:variant>
        <vt:lpwstr>protokol.doc</vt:lpwstr>
      </vt:variant>
      <vt:variant>
        <vt:lpwstr>p12</vt:lpwstr>
      </vt:variant>
      <vt:variant>
        <vt:i4>3604526</vt:i4>
      </vt:variant>
      <vt:variant>
        <vt:i4>153</vt:i4>
      </vt:variant>
      <vt:variant>
        <vt:i4>0</vt:i4>
      </vt:variant>
      <vt:variant>
        <vt:i4>5</vt:i4>
      </vt:variant>
      <vt:variant>
        <vt:lpwstr>protokol.doc</vt:lpwstr>
      </vt:variant>
      <vt:variant>
        <vt:lpwstr>p11</vt:lpwstr>
      </vt:variant>
      <vt:variant>
        <vt:i4>4522015</vt:i4>
      </vt:variant>
      <vt:variant>
        <vt:i4>150</vt:i4>
      </vt:variant>
      <vt:variant>
        <vt:i4>0</vt:i4>
      </vt:variant>
      <vt:variant>
        <vt:i4>5</vt:i4>
      </vt:variant>
      <vt:variant>
        <vt:lpwstr>protokol.doc</vt:lpwstr>
      </vt:variant>
      <vt:variant>
        <vt:lpwstr>pr115</vt:lpwstr>
      </vt:variant>
      <vt:variant>
        <vt:i4>5046300</vt:i4>
      </vt:variant>
      <vt:variant>
        <vt:i4>147</vt:i4>
      </vt:variant>
      <vt:variant>
        <vt:i4>0</vt:i4>
      </vt:variant>
      <vt:variant>
        <vt:i4>5</vt:i4>
      </vt:variant>
      <vt:variant>
        <vt:lpwstr>protokol.doc</vt:lpwstr>
      </vt:variant>
      <vt:variant>
        <vt:lpwstr>pr29</vt:lpwstr>
      </vt:variant>
      <vt:variant>
        <vt:i4>3342382</vt:i4>
      </vt:variant>
      <vt:variant>
        <vt:i4>144</vt:i4>
      </vt:variant>
      <vt:variant>
        <vt:i4>0</vt:i4>
      </vt:variant>
      <vt:variant>
        <vt:i4>5</vt:i4>
      </vt:variant>
      <vt:variant>
        <vt:lpwstr>protokol.doc</vt:lpwstr>
      </vt:variant>
      <vt:variant>
        <vt:lpwstr>p52</vt:lpwstr>
      </vt:variant>
      <vt:variant>
        <vt:i4>4522015</vt:i4>
      </vt:variant>
      <vt:variant>
        <vt:i4>141</vt:i4>
      </vt:variant>
      <vt:variant>
        <vt:i4>0</vt:i4>
      </vt:variant>
      <vt:variant>
        <vt:i4>5</vt:i4>
      </vt:variant>
      <vt:variant>
        <vt:lpwstr>protokol.doc</vt:lpwstr>
      </vt:variant>
      <vt:variant>
        <vt:lpwstr>pr111</vt:lpwstr>
      </vt:variant>
      <vt:variant>
        <vt:i4>4456479</vt:i4>
      </vt:variant>
      <vt:variant>
        <vt:i4>138</vt:i4>
      </vt:variant>
      <vt:variant>
        <vt:i4>0</vt:i4>
      </vt:variant>
      <vt:variant>
        <vt:i4>5</vt:i4>
      </vt:variant>
      <vt:variant>
        <vt:lpwstr>protokol.doc</vt:lpwstr>
      </vt:variant>
      <vt:variant>
        <vt:lpwstr>pr109</vt:lpwstr>
      </vt:variant>
      <vt:variant>
        <vt:i4>4456479</vt:i4>
      </vt:variant>
      <vt:variant>
        <vt:i4>135</vt:i4>
      </vt:variant>
      <vt:variant>
        <vt:i4>0</vt:i4>
      </vt:variant>
      <vt:variant>
        <vt:i4>5</vt:i4>
      </vt:variant>
      <vt:variant>
        <vt:lpwstr>protokol.doc</vt:lpwstr>
      </vt:variant>
      <vt:variant>
        <vt:lpwstr>pr108</vt:lpwstr>
      </vt:variant>
      <vt:variant>
        <vt:i4>3473454</vt:i4>
      </vt:variant>
      <vt:variant>
        <vt:i4>132</vt:i4>
      </vt:variant>
      <vt:variant>
        <vt:i4>0</vt:i4>
      </vt:variant>
      <vt:variant>
        <vt:i4>5</vt:i4>
      </vt:variant>
      <vt:variant>
        <vt:lpwstr>protokol.doc</vt:lpwstr>
      </vt:variant>
      <vt:variant>
        <vt:lpwstr>p38</vt:lpwstr>
      </vt:variant>
      <vt:variant>
        <vt:i4>3145774</vt:i4>
      </vt:variant>
      <vt:variant>
        <vt:i4>129</vt:i4>
      </vt:variant>
      <vt:variant>
        <vt:i4>0</vt:i4>
      </vt:variant>
      <vt:variant>
        <vt:i4>5</vt:i4>
      </vt:variant>
      <vt:variant>
        <vt:lpwstr>protokol.doc</vt:lpwstr>
      </vt:variant>
      <vt:variant>
        <vt:lpwstr>p69</vt:lpwstr>
      </vt:variant>
      <vt:variant>
        <vt:i4>4390937</vt:i4>
      </vt:variant>
      <vt:variant>
        <vt:i4>126</vt:i4>
      </vt:variant>
      <vt:variant>
        <vt:i4>0</vt:i4>
      </vt:variant>
      <vt:variant>
        <vt:i4>5</vt:i4>
      </vt:variant>
      <vt:variant>
        <vt:lpwstr>protokol.doc</vt:lpwstr>
      </vt:variant>
      <vt:variant>
        <vt:lpwstr>pr77</vt:lpwstr>
      </vt:variant>
      <vt:variant>
        <vt:i4>3276846</vt:i4>
      </vt:variant>
      <vt:variant>
        <vt:i4>123</vt:i4>
      </vt:variant>
      <vt:variant>
        <vt:i4>0</vt:i4>
      </vt:variant>
      <vt:variant>
        <vt:i4>5</vt:i4>
      </vt:variant>
      <vt:variant>
        <vt:lpwstr>protokol.doc</vt:lpwstr>
      </vt:variant>
      <vt:variant>
        <vt:lpwstr>p47</vt:lpwstr>
      </vt:variant>
      <vt:variant>
        <vt:i4>3407918</vt:i4>
      </vt:variant>
      <vt:variant>
        <vt:i4>120</vt:i4>
      </vt:variant>
      <vt:variant>
        <vt:i4>0</vt:i4>
      </vt:variant>
      <vt:variant>
        <vt:i4>5</vt:i4>
      </vt:variant>
      <vt:variant>
        <vt:lpwstr>protokol.doc</vt:lpwstr>
      </vt:variant>
      <vt:variant>
        <vt:lpwstr>p24</vt:lpwstr>
      </vt:variant>
      <vt:variant>
        <vt:i4>3407918</vt:i4>
      </vt:variant>
      <vt:variant>
        <vt:i4>117</vt:i4>
      </vt:variant>
      <vt:variant>
        <vt:i4>0</vt:i4>
      </vt:variant>
      <vt:variant>
        <vt:i4>5</vt:i4>
      </vt:variant>
      <vt:variant>
        <vt:lpwstr>protokol.doc</vt:lpwstr>
      </vt:variant>
      <vt:variant>
        <vt:lpwstr>p23</vt:lpwstr>
      </vt:variant>
      <vt:variant>
        <vt:i4>3407918</vt:i4>
      </vt:variant>
      <vt:variant>
        <vt:i4>114</vt:i4>
      </vt:variant>
      <vt:variant>
        <vt:i4>0</vt:i4>
      </vt:variant>
      <vt:variant>
        <vt:i4>5</vt:i4>
      </vt:variant>
      <vt:variant>
        <vt:lpwstr>protokol.doc</vt:lpwstr>
      </vt:variant>
      <vt:variant>
        <vt:lpwstr>p21</vt:lpwstr>
      </vt:variant>
      <vt:variant>
        <vt:i4>4456479</vt:i4>
      </vt:variant>
      <vt:variant>
        <vt:i4>111</vt:i4>
      </vt:variant>
      <vt:variant>
        <vt:i4>0</vt:i4>
      </vt:variant>
      <vt:variant>
        <vt:i4>5</vt:i4>
      </vt:variant>
      <vt:variant>
        <vt:lpwstr>protokol.doc</vt:lpwstr>
      </vt:variant>
      <vt:variant>
        <vt:lpwstr>pr105</vt:lpwstr>
      </vt:variant>
      <vt:variant>
        <vt:i4>4456479</vt:i4>
      </vt:variant>
      <vt:variant>
        <vt:i4>108</vt:i4>
      </vt:variant>
      <vt:variant>
        <vt:i4>0</vt:i4>
      </vt:variant>
      <vt:variant>
        <vt:i4>5</vt:i4>
      </vt:variant>
      <vt:variant>
        <vt:lpwstr>protokol.doc</vt:lpwstr>
      </vt:variant>
      <vt:variant>
        <vt:lpwstr>pr103</vt:lpwstr>
      </vt:variant>
      <vt:variant>
        <vt:i4>4456479</vt:i4>
      </vt:variant>
      <vt:variant>
        <vt:i4>105</vt:i4>
      </vt:variant>
      <vt:variant>
        <vt:i4>0</vt:i4>
      </vt:variant>
      <vt:variant>
        <vt:i4>5</vt:i4>
      </vt:variant>
      <vt:variant>
        <vt:lpwstr>protokol.doc</vt:lpwstr>
      </vt:variant>
      <vt:variant>
        <vt:lpwstr>pr102</vt:lpwstr>
      </vt:variant>
      <vt:variant>
        <vt:i4>3145774</vt:i4>
      </vt:variant>
      <vt:variant>
        <vt:i4>102</vt:i4>
      </vt:variant>
      <vt:variant>
        <vt:i4>0</vt:i4>
      </vt:variant>
      <vt:variant>
        <vt:i4>5</vt:i4>
      </vt:variant>
      <vt:variant>
        <vt:lpwstr>protokol.doc</vt:lpwstr>
      </vt:variant>
      <vt:variant>
        <vt:lpwstr>p60</vt:lpwstr>
      </vt:variant>
      <vt:variant>
        <vt:i4>3342382</vt:i4>
      </vt:variant>
      <vt:variant>
        <vt:i4>99</vt:i4>
      </vt:variant>
      <vt:variant>
        <vt:i4>0</vt:i4>
      </vt:variant>
      <vt:variant>
        <vt:i4>5</vt:i4>
      </vt:variant>
      <vt:variant>
        <vt:lpwstr>protokol.doc</vt:lpwstr>
      </vt:variant>
      <vt:variant>
        <vt:lpwstr>p55</vt:lpwstr>
      </vt:variant>
      <vt:variant>
        <vt:i4>3342382</vt:i4>
      </vt:variant>
      <vt:variant>
        <vt:i4>96</vt:i4>
      </vt:variant>
      <vt:variant>
        <vt:i4>0</vt:i4>
      </vt:variant>
      <vt:variant>
        <vt:i4>5</vt:i4>
      </vt:variant>
      <vt:variant>
        <vt:lpwstr>protokol.doc</vt:lpwstr>
      </vt:variant>
      <vt:variant>
        <vt:lpwstr>p58</vt:lpwstr>
      </vt:variant>
      <vt:variant>
        <vt:i4>3407918</vt:i4>
      </vt:variant>
      <vt:variant>
        <vt:i4>93</vt:i4>
      </vt:variant>
      <vt:variant>
        <vt:i4>0</vt:i4>
      </vt:variant>
      <vt:variant>
        <vt:i4>5</vt:i4>
      </vt:variant>
      <vt:variant>
        <vt:lpwstr>protokol.doc</vt:lpwstr>
      </vt:variant>
      <vt:variant>
        <vt:lpwstr>p22</vt:lpwstr>
      </vt:variant>
      <vt:variant>
        <vt:i4>7602222</vt:i4>
      </vt:variant>
      <vt:variant>
        <vt:i4>90</vt:i4>
      </vt:variant>
      <vt:variant>
        <vt:i4>0</vt:i4>
      </vt:variant>
      <vt:variant>
        <vt:i4>5</vt:i4>
      </vt:variant>
      <vt:variant>
        <vt:lpwstr>protokol.doc</vt:lpwstr>
      </vt:variant>
      <vt:variant>
        <vt:lpwstr>pr4</vt:lpwstr>
      </vt:variant>
      <vt:variant>
        <vt:i4>3473454</vt:i4>
      </vt:variant>
      <vt:variant>
        <vt:i4>87</vt:i4>
      </vt:variant>
      <vt:variant>
        <vt:i4>0</vt:i4>
      </vt:variant>
      <vt:variant>
        <vt:i4>5</vt:i4>
      </vt:variant>
      <vt:variant>
        <vt:lpwstr>protokol.doc</vt:lpwstr>
      </vt:variant>
      <vt:variant>
        <vt:lpwstr>p3</vt:lpwstr>
      </vt:variant>
      <vt:variant>
        <vt:i4>4522015</vt:i4>
      </vt:variant>
      <vt:variant>
        <vt:i4>84</vt:i4>
      </vt:variant>
      <vt:variant>
        <vt:i4>0</vt:i4>
      </vt:variant>
      <vt:variant>
        <vt:i4>5</vt:i4>
      </vt:variant>
      <vt:variant>
        <vt:lpwstr>protokol.doc</vt:lpwstr>
      </vt:variant>
      <vt:variant>
        <vt:lpwstr>pr113</vt:lpwstr>
      </vt:variant>
      <vt:variant>
        <vt:i4>4456479</vt:i4>
      </vt:variant>
      <vt:variant>
        <vt:i4>81</vt:i4>
      </vt:variant>
      <vt:variant>
        <vt:i4>0</vt:i4>
      </vt:variant>
      <vt:variant>
        <vt:i4>5</vt:i4>
      </vt:variant>
      <vt:variant>
        <vt:lpwstr>protokol.doc</vt:lpwstr>
      </vt:variant>
      <vt:variant>
        <vt:lpwstr>pr104</vt:lpwstr>
      </vt:variant>
      <vt:variant>
        <vt:i4>4653081</vt:i4>
      </vt:variant>
      <vt:variant>
        <vt:i4>78</vt:i4>
      </vt:variant>
      <vt:variant>
        <vt:i4>0</vt:i4>
      </vt:variant>
      <vt:variant>
        <vt:i4>5</vt:i4>
      </vt:variant>
      <vt:variant>
        <vt:lpwstr>protokol.doc</vt:lpwstr>
      </vt:variant>
      <vt:variant>
        <vt:lpwstr>pr73</vt:lpwstr>
      </vt:variant>
      <vt:variant>
        <vt:i4>7602222</vt:i4>
      </vt:variant>
      <vt:variant>
        <vt:i4>75</vt:i4>
      </vt:variant>
      <vt:variant>
        <vt:i4>0</vt:i4>
      </vt:variant>
      <vt:variant>
        <vt:i4>5</vt:i4>
      </vt:variant>
      <vt:variant>
        <vt:lpwstr>protokol.doc</vt:lpwstr>
      </vt:variant>
      <vt:variant>
        <vt:lpwstr>pr1</vt:lpwstr>
      </vt:variant>
      <vt:variant>
        <vt:i4>3604526</vt:i4>
      </vt:variant>
      <vt:variant>
        <vt:i4>72</vt:i4>
      </vt:variant>
      <vt:variant>
        <vt:i4>0</vt:i4>
      </vt:variant>
      <vt:variant>
        <vt:i4>5</vt:i4>
      </vt:variant>
      <vt:variant>
        <vt:lpwstr>protokol.doc</vt:lpwstr>
      </vt:variant>
      <vt:variant>
        <vt:lpwstr>p18</vt:lpwstr>
      </vt:variant>
      <vt:variant>
        <vt:i4>3604526</vt:i4>
      </vt:variant>
      <vt:variant>
        <vt:i4>69</vt:i4>
      </vt:variant>
      <vt:variant>
        <vt:i4>0</vt:i4>
      </vt:variant>
      <vt:variant>
        <vt:i4>5</vt:i4>
      </vt:variant>
      <vt:variant>
        <vt:lpwstr>protokol.doc</vt:lpwstr>
      </vt:variant>
      <vt:variant>
        <vt:lpwstr>p10</vt:lpwstr>
      </vt:variant>
      <vt:variant>
        <vt:i4>4522015</vt:i4>
      </vt:variant>
      <vt:variant>
        <vt:i4>66</vt:i4>
      </vt:variant>
      <vt:variant>
        <vt:i4>0</vt:i4>
      </vt:variant>
      <vt:variant>
        <vt:i4>5</vt:i4>
      </vt:variant>
      <vt:variant>
        <vt:lpwstr>protokol.doc</vt:lpwstr>
      </vt:variant>
      <vt:variant>
        <vt:lpwstr>pr114</vt:lpwstr>
      </vt:variant>
      <vt:variant>
        <vt:i4>4522007</vt:i4>
      </vt:variant>
      <vt:variant>
        <vt:i4>63</vt:i4>
      </vt:variant>
      <vt:variant>
        <vt:i4>0</vt:i4>
      </vt:variant>
      <vt:variant>
        <vt:i4>5</vt:i4>
      </vt:variant>
      <vt:variant>
        <vt:lpwstr>protokol.doc</vt:lpwstr>
      </vt:variant>
      <vt:variant>
        <vt:lpwstr>pr91</vt:lpwstr>
      </vt:variant>
      <vt:variant>
        <vt:i4>4325401</vt:i4>
      </vt:variant>
      <vt:variant>
        <vt:i4>60</vt:i4>
      </vt:variant>
      <vt:variant>
        <vt:i4>0</vt:i4>
      </vt:variant>
      <vt:variant>
        <vt:i4>5</vt:i4>
      </vt:variant>
      <vt:variant>
        <vt:lpwstr>protokol.doc</vt:lpwstr>
      </vt:variant>
      <vt:variant>
        <vt:lpwstr>pr76</vt:lpwstr>
      </vt:variant>
      <vt:variant>
        <vt:i4>3473454</vt:i4>
      </vt:variant>
      <vt:variant>
        <vt:i4>57</vt:i4>
      </vt:variant>
      <vt:variant>
        <vt:i4>0</vt:i4>
      </vt:variant>
      <vt:variant>
        <vt:i4>5</vt:i4>
      </vt:variant>
      <vt:variant>
        <vt:lpwstr>protokol.doc</vt:lpwstr>
      </vt:variant>
      <vt:variant>
        <vt:lpwstr>p31</vt:lpwstr>
      </vt:variant>
      <vt:variant>
        <vt:i4>3407918</vt:i4>
      </vt:variant>
      <vt:variant>
        <vt:i4>54</vt:i4>
      </vt:variant>
      <vt:variant>
        <vt:i4>0</vt:i4>
      </vt:variant>
      <vt:variant>
        <vt:i4>5</vt:i4>
      </vt:variant>
      <vt:variant>
        <vt:lpwstr>protokol.doc</vt:lpwstr>
      </vt:variant>
      <vt:variant>
        <vt:lpwstr>p20</vt:lpwstr>
      </vt:variant>
      <vt:variant>
        <vt:i4>3211310</vt:i4>
      </vt:variant>
      <vt:variant>
        <vt:i4>51</vt:i4>
      </vt:variant>
      <vt:variant>
        <vt:i4>0</vt:i4>
      </vt:variant>
      <vt:variant>
        <vt:i4>5</vt:i4>
      </vt:variant>
      <vt:variant>
        <vt:lpwstr>protokol.doc</vt:lpwstr>
      </vt:variant>
      <vt:variant>
        <vt:lpwstr>p7</vt:lpwstr>
      </vt:variant>
      <vt:variant>
        <vt:i4>4522015</vt:i4>
      </vt:variant>
      <vt:variant>
        <vt:i4>48</vt:i4>
      </vt:variant>
      <vt:variant>
        <vt:i4>0</vt:i4>
      </vt:variant>
      <vt:variant>
        <vt:i4>5</vt:i4>
      </vt:variant>
      <vt:variant>
        <vt:lpwstr>protokol.doc</vt:lpwstr>
      </vt:variant>
      <vt:variant>
        <vt:lpwstr>pr118</vt:lpwstr>
      </vt:variant>
      <vt:variant>
        <vt:i4>3276846</vt:i4>
      </vt:variant>
      <vt:variant>
        <vt:i4>45</vt:i4>
      </vt:variant>
      <vt:variant>
        <vt:i4>0</vt:i4>
      </vt:variant>
      <vt:variant>
        <vt:i4>5</vt:i4>
      </vt:variant>
      <vt:variant>
        <vt:lpwstr>protokol.doc</vt:lpwstr>
      </vt:variant>
      <vt:variant>
        <vt:lpwstr>p48</vt:lpwstr>
      </vt:variant>
      <vt:variant>
        <vt:i4>3276846</vt:i4>
      </vt:variant>
      <vt:variant>
        <vt:i4>42</vt:i4>
      </vt:variant>
      <vt:variant>
        <vt:i4>0</vt:i4>
      </vt:variant>
      <vt:variant>
        <vt:i4>5</vt:i4>
      </vt:variant>
      <vt:variant>
        <vt:lpwstr>protokol.doc</vt:lpwstr>
      </vt:variant>
      <vt:variant>
        <vt:lpwstr>p42</vt:lpwstr>
      </vt:variant>
      <vt:variant>
        <vt:i4>3407918</vt:i4>
      </vt:variant>
      <vt:variant>
        <vt:i4>39</vt:i4>
      </vt:variant>
      <vt:variant>
        <vt:i4>0</vt:i4>
      </vt:variant>
      <vt:variant>
        <vt:i4>5</vt:i4>
      </vt:variant>
      <vt:variant>
        <vt:lpwstr>protokol.doc</vt:lpwstr>
      </vt:variant>
      <vt:variant>
        <vt:lpwstr>p27</vt:lpwstr>
      </vt:variant>
      <vt:variant>
        <vt:i4>4128814</vt:i4>
      </vt:variant>
      <vt:variant>
        <vt:i4>36</vt:i4>
      </vt:variant>
      <vt:variant>
        <vt:i4>0</vt:i4>
      </vt:variant>
      <vt:variant>
        <vt:i4>5</vt:i4>
      </vt:variant>
      <vt:variant>
        <vt:lpwstr>protokol.doc</vt:lpwstr>
      </vt:variant>
      <vt:variant>
        <vt:lpwstr>p9</vt:lpwstr>
      </vt:variant>
      <vt:variant>
        <vt:i4>4063278</vt:i4>
      </vt:variant>
      <vt:variant>
        <vt:i4>33</vt:i4>
      </vt:variant>
      <vt:variant>
        <vt:i4>0</vt:i4>
      </vt:variant>
      <vt:variant>
        <vt:i4>5</vt:i4>
      </vt:variant>
      <vt:variant>
        <vt:lpwstr>protokol.doc</vt:lpwstr>
      </vt:variant>
      <vt:variant>
        <vt:lpwstr>p8</vt:lpwstr>
      </vt:variant>
      <vt:variant>
        <vt:i4>3145774</vt:i4>
      </vt:variant>
      <vt:variant>
        <vt:i4>30</vt:i4>
      </vt:variant>
      <vt:variant>
        <vt:i4>0</vt:i4>
      </vt:variant>
      <vt:variant>
        <vt:i4>5</vt:i4>
      </vt:variant>
      <vt:variant>
        <vt:lpwstr>protokol.doc</vt:lpwstr>
      </vt:variant>
      <vt:variant>
        <vt:lpwstr>p6</vt:lpwstr>
      </vt:variant>
      <vt:variant>
        <vt:i4>4456479</vt:i4>
      </vt:variant>
      <vt:variant>
        <vt:i4>27</vt:i4>
      </vt:variant>
      <vt:variant>
        <vt:i4>0</vt:i4>
      </vt:variant>
      <vt:variant>
        <vt:i4>5</vt:i4>
      </vt:variant>
      <vt:variant>
        <vt:lpwstr>protokol.doc</vt:lpwstr>
      </vt:variant>
      <vt:variant>
        <vt:lpwstr>pr101</vt:lpwstr>
      </vt:variant>
      <vt:variant>
        <vt:i4>4194329</vt:i4>
      </vt:variant>
      <vt:variant>
        <vt:i4>24</vt:i4>
      </vt:variant>
      <vt:variant>
        <vt:i4>0</vt:i4>
      </vt:variant>
      <vt:variant>
        <vt:i4>5</vt:i4>
      </vt:variant>
      <vt:variant>
        <vt:lpwstr>protokol.doc</vt:lpwstr>
      </vt:variant>
      <vt:variant>
        <vt:lpwstr>pr74</vt:lpwstr>
      </vt:variant>
      <vt:variant>
        <vt:i4>3276846</vt:i4>
      </vt:variant>
      <vt:variant>
        <vt:i4>21</vt:i4>
      </vt:variant>
      <vt:variant>
        <vt:i4>0</vt:i4>
      </vt:variant>
      <vt:variant>
        <vt:i4>5</vt:i4>
      </vt:variant>
      <vt:variant>
        <vt:lpwstr>protokol.doc</vt:lpwstr>
      </vt:variant>
      <vt:variant>
        <vt:lpwstr>p49</vt:lpwstr>
      </vt:variant>
      <vt:variant>
        <vt:i4>3276846</vt:i4>
      </vt:variant>
      <vt:variant>
        <vt:i4>18</vt:i4>
      </vt:variant>
      <vt:variant>
        <vt:i4>0</vt:i4>
      </vt:variant>
      <vt:variant>
        <vt:i4>5</vt:i4>
      </vt:variant>
      <vt:variant>
        <vt:lpwstr>protokol.doc</vt:lpwstr>
      </vt:variant>
      <vt:variant>
        <vt:lpwstr>p45</vt:lpwstr>
      </vt:variant>
      <vt:variant>
        <vt:i4>3473454</vt:i4>
      </vt:variant>
      <vt:variant>
        <vt:i4>15</vt:i4>
      </vt:variant>
      <vt:variant>
        <vt:i4>0</vt:i4>
      </vt:variant>
      <vt:variant>
        <vt:i4>5</vt:i4>
      </vt:variant>
      <vt:variant>
        <vt:lpwstr>protokol.doc</vt:lpwstr>
      </vt:variant>
      <vt:variant>
        <vt:lpwstr>p33</vt:lpwstr>
      </vt:variant>
      <vt:variant>
        <vt:i4>4587542</vt:i4>
      </vt:variant>
      <vt:variant>
        <vt:i4>12</vt:i4>
      </vt:variant>
      <vt:variant>
        <vt:i4>0</vt:i4>
      </vt:variant>
      <vt:variant>
        <vt:i4>5</vt:i4>
      </vt:variant>
      <vt:variant>
        <vt:lpwstr>protokol.doc</vt:lpwstr>
      </vt:variant>
      <vt:variant>
        <vt:lpwstr>pr82</vt:lpwstr>
      </vt:variant>
      <vt:variant>
        <vt:i4>3407918</vt:i4>
      </vt:variant>
      <vt:variant>
        <vt:i4>9</vt:i4>
      </vt:variant>
      <vt:variant>
        <vt:i4>0</vt:i4>
      </vt:variant>
      <vt:variant>
        <vt:i4>5</vt:i4>
      </vt:variant>
      <vt:variant>
        <vt:lpwstr>protokol.doc</vt:lpwstr>
      </vt:variant>
      <vt:variant>
        <vt:lpwstr>p2</vt:lpwstr>
      </vt:variant>
      <vt:variant>
        <vt:i4>4522015</vt:i4>
      </vt:variant>
      <vt:variant>
        <vt:i4>6</vt:i4>
      </vt:variant>
      <vt:variant>
        <vt:i4>0</vt:i4>
      </vt:variant>
      <vt:variant>
        <vt:i4>5</vt:i4>
      </vt:variant>
      <vt:variant>
        <vt:lpwstr>protokol.doc</vt:lpwstr>
      </vt:variant>
      <vt:variant>
        <vt:lpwstr>pr110</vt:lpwstr>
      </vt:variant>
      <vt:variant>
        <vt:i4>3342382</vt:i4>
      </vt:variant>
      <vt:variant>
        <vt:i4>3</vt:i4>
      </vt:variant>
      <vt:variant>
        <vt:i4>0</vt:i4>
      </vt:variant>
      <vt:variant>
        <vt:i4>5</vt:i4>
      </vt:variant>
      <vt:variant>
        <vt:lpwstr>protokol.doc</vt:lpwstr>
      </vt:variant>
      <vt:variant>
        <vt:lpwstr>p5</vt:lpwstr>
      </vt:variant>
      <vt:variant>
        <vt:i4>4849681</vt:i4>
      </vt:variant>
      <vt:variant>
        <vt:i4>0</vt:i4>
      </vt:variant>
      <vt:variant>
        <vt:i4>0</vt:i4>
      </vt:variant>
      <vt:variant>
        <vt:i4>5</vt:i4>
      </vt:variant>
      <vt:variant>
        <vt:lpwstr>index.doc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Pittys Physikaufgaben - Elektrizitätslehre</dc:title>
  <dc:subject/>
  <dc:creator>pitty</dc:creator>
  <cp:keywords/>
  <cp:lastModifiedBy>pitty</cp:lastModifiedBy>
  <cp:revision>16</cp:revision>
  <cp:lastPrinted>2008-11-18T14:57:00Z</cp:lastPrinted>
  <dcterms:created xsi:type="dcterms:W3CDTF">2020-03-06T12:29:00Z</dcterms:created>
  <dcterms:modified xsi:type="dcterms:W3CDTF">2023-01-15T15:42:00Z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